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6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1A65DE" w:rsidRPr="00850683">
        <w:trPr>
          <w:cantSplit/>
          <w:trHeight w:hRule="exact" w:val="427"/>
        </w:trPr>
        <w:tc>
          <w:tcPr>
            <w:tcW w:w="9923" w:type="dxa"/>
          </w:tcPr>
          <w:p w:rsidR="001A65DE" w:rsidRPr="00845D09" w:rsidRDefault="001A65DE" w:rsidP="00246170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  <w:bookmarkStart w:id="0" w:name="_GoBack"/>
            <w:bookmarkEnd w:id="0"/>
            <w:r>
              <w:rPr>
                <w:b/>
                <w:i/>
                <w:strike/>
                <w:szCs w:val="28"/>
              </w:rPr>
              <w:t xml:space="preserve"> </w:t>
            </w:r>
          </w:p>
        </w:tc>
      </w:tr>
    </w:tbl>
    <w:p w:rsidR="001A65DE" w:rsidRPr="00E84B7F" w:rsidRDefault="001A65DE" w:rsidP="005E5F2B">
      <w:pPr>
        <w:spacing w:line="240" w:lineRule="auto"/>
        <w:rPr>
          <w:sz w:val="8"/>
          <w:szCs w:val="8"/>
        </w:rPr>
      </w:pPr>
    </w:p>
    <w:tbl>
      <w:tblPr>
        <w:tblpPr w:leftFromText="180" w:rightFromText="180" w:horzAnchor="margin" w:tblpY="56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E84B7F">
        <w:trPr>
          <w:cantSplit/>
          <w:trHeight w:hRule="exact" w:val="427"/>
        </w:trPr>
        <w:tc>
          <w:tcPr>
            <w:tcW w:w="9923" w:type="dxa"/>
            <w:gridSpan w:val="2"/>
          </w:tcPr>
          <w:p w:rsidR="001A65DE" w:rsidRPr="00845D09" w:rsidRDefault="001A65DE" w:rsidP="00766676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  <w:tr w:rsidR="001A65DE" w:rsidRPr="00E84B7F">
        <w:trPr>
          <w:cantSplit/>
          <w:trHeight w:hRule="exact" w:val="1269"/>
        </w:trPr>
        <w:tc>
          <w:tcPr>
            <w:tcW w:w="9923" w:type="dxa"/>
            <w:gridSpan w:val="2"/>
            <w:tcBorders>
              <w:bottom w:val="thinThickLargeGap" w:sz="24" w:space="0" w:color="auto"/>
            </w:tcBorders>
          </w:tcPr>
          <w:p w:rsidR="001A65DE" w:rsidRDefault="001A65DE" w:rsidP="00845D09">
            <w:pPr>
              <w:spacing w:line="240" w:lineRule="auto"/>
              <w:ind w:left="426" w:firstLine="0"/>
              <w:jc w:val="center"/>
              <w:rPr>
                <w:i/>
                <w:szCs w:val="28"/>
              </w:rPr>
            </w:pPr>
            <w:r w:rsidRPr="00E84B7F">
              <w:rPr>
                <w:b/>
                <w:szCs w:val="28"/>
              </w:rPr>
              <w:t>ЗАПРОС</w:t>
            </w:r>
            <w:r>
              <w:rPr>
                <w:b/>
                <w:szCs w:val="28"/>
              </w:rPr>
              <w:t xml:space="preserve"> </w:t>
            </w:r>
            <w:r w:rsidRPr="00C635C4">
              <w:rPr>
                <w:i/>
                <w:szCs w:val="28"/>
              </w:rPr>
              <w:t>(</w:t>
            </w:r>
            <w:r w:rsidRPr="00E84B7F">
              <w:rPr>
                <w:i/>
                <w:szCs w:val="28"/>
              </w:rPr>
              <w:t>наименование контрольно-счетного орга</w:t>
            </w:r>
            <w:r>
              <w:rPr>
                <w:i/>
                <w:szCs w:val="28"/>
              </w:rPr>
              <w:t>на)</w:t>
            </w:r>
          </w:p>
          <w:p w:rsidR="001A65DE" w:rsidRPr="00E84B7F" w:rsidRDefault="001A65DE" w:rsidP="00845D09">
            <w:pPr>
              <w:spacing w:line="240" w:lineRule="auto"/>
              <w:ind w:left="426" w:firstLine="0"/>
              <w:jc w:val="center"/>
              <w:rPr>
                <w:b/>
                <w:szCs w:val="28"/>
              </w:rPr>
            </w:pPr>
            <w:r w:rsidRPr="00E84B7F">
              <w:rPr>
                <w:b/>
                <w:szCs w:val="28"/>
              </w:rPr>
              <w:t>О ПРЕДОСТАВЛЕНИИ ИНФОРМАЦИИ</w:t>
            </w:r>
          </w:p>
          <w:p w:rsidR="001A65DE" w:rsidRDefault="001A65DE" w:rsidP="00766676">
            <w:pPr>
              <w:spacing w:line="240" w:lineRule="auto"/>
              <w:ind w:left="426" w:firstLine="0"/>
              <w:rPr>
                <w:sz w:val="20"/>
              </w:rPr>
            </w:pPr>
          </w:p>
          <w:p w:rsidR="001A65DE" w:rsidRPr="00E84B7F" w:rsidRDefault="001A65DE" w:rsidP="00766676">
            <w:pPr>
              <w:spacing w:line="240" w:lineRule="auto"/>
              <w:ind w:left="426" w:firstLine="0"/>
              <w:rPr>
                <w:sz w:val="20"/>
              </w:rPr>
            </w:pPr>
            <w:r w:rsidRPr="00E84B7F">
              <w:rPr>
                <w:sz w:val="20"/>
              </w:rPr>
              <w:t>адрес, индекс                                                                                                                                                  тел., факс</w:t>
            </w:r>
          </w:p>
        </w:tc>
      </w:tr>
      <w:tr w:rsidR="001A65DE" w:rsidRPr="00E84B7F">
        <w:trPr>
          <w:cantSplit/>
          <w:trHeight w:hRule="exact" w:val="61"/>
        </w:trPr>
        <w:tc>
          <w:tcPr>
            <w:tcW w:w="9923" w:type="dxa"/>
            <w:gridSpan w:val="2"/>
          </w:tcPr>
          <w:p w:rsidR="001A65DE" w:rsidRPr="00E84B7F" w:rsidRDefault="001A65DE" w:rsidP="00766676">
            <w:pPr>
              <w:spacing w:line="240" w:lineRule="auto"/>
              <w:ind w:firstLine="0"/>
              <w:jc w:val="center"/>
              <w:rPr>
                <w:i/>
                <w:szCs w:val="28"/>
              </w:rPr>
            </w:pPr>
          </w:p>
        </w:tc>
      </w:tr>
      <w:tr w:rsidR="001A65DE" w:rsidRPr="00E84B7F">
        <w:trPr>
          <w:cantSplit/>
          <w:trHeight w:hRule="exact" w:val="507"/>
        </w:trPr>
        <w:tc>
          <w:tcPr>
            <w:tcW w:w="4678" w:type="dxa"/>
          </w:tcPr>
          <w:p w:rsidR="001A65DE" w:rsidRPr="00E84B7F" w:rsidRDefault="001A65DE" w:rsidP="00C13AF7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E84B7F">
              <w:rPr>
                <w:sz w:val="24"/>
                <w:szCs w:val="24"/>
              </w:rPr>
              <w:sym w:font="Arial" w:char="00AB"/>
            </w:r>
            <w:r w:rsidRPr="00E84B7F">
              <w:rPr>
                <w:sz w:val="24"/>
                <w:szCs w:val="24"/>
              </w:rPr>
              <w:t>___</w:t>
            </w:r>
            <w:r w:rsidRPr="00E84B7F">
              <w:rPr>
                <w:sz w:val="24"/>
                <w:szCs w:val="24"/>
              </w:rPr>
              <w:sym w:font="Arial" w:char="00BB"/>
            </w:r>
            <w:r w:rsidRPr="00E84B7F">
              <w:rPr>
                <w:sz w:val="24"/>
                <w:szCs w:val="24"/>
              </w:rPr>
              <w:t>________________20___г.</w:t>
            </w:r>
          </w:p>
        </w:tc>
        <w:tc>
          <w:tcPr>
            <w:tcW w:w="5245" w:type="dxa"/>
          </w:tcPr>
          <w:p w:rsidR="001A65DE" w:rsidRPr="00E84B7F" w:rsidRDefault="001A65DE" w:rsidP="00766676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E84B7F">
              <w:rPr>
                <w:sz w:val="24"/>
                <w:szCs w:val="24"/>
              </w:rPr>
              <w:t>№____</w:t>
            </w:r>
          </w:p>
        </w:tc>
      </w:tr>
    </w:tbl>
    <w:p w:rsidR="001A65DE" w:rsidRPr="00E84B7F" w:rsidRDefault="001A65DE" w:rsidP="0038038F">
      <w:pPr>
        <w:spacing w:line="240" w:lineRule="auto"/>
        <w:ind w:right="-284" w:firstLine="0"/>
        <w:jc w:val="right"/>
        <w:rPr>
          <w:szCs w:val="28"/>
        </w:rPr>
      </w:pPr>
      <w:r w:rsidRPr="00845D09">
        <w:rPr>
          <w:i/>
          <w:sz w:val="24"/>
          <w:szCs w:val="24"/>
        </w:rPr>
        <w:t>Образец оформления</w:t>
      </w:r>
      <w:r>
        <w:rPr>
          <w:szCs w:val="28"/>
        </w:rPr>
        <w:t xml:space="preserve">                                                                            Приложение № 1</w:t>
      </w:r>
    </w:p>
    <w:p w:rsidR="001A65DE" w:rsidRPr="00E84B7F" w:rsidRDefault="001A65DE" w:rsidP="005E5F2B">
      <w:pPr>
        <w:pStyle w:val="a3"/>
      </w:pPr>
    </w:p>
    <w:tbl>
      <w:tblPr>
        <w:tblpPr w:leftFromText="180" w:rightFromText="180" w:vertAnchor="text" w:horzAnchor="margin" w:tblpY="5"/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536"/>
      </w:tblGrid>
      <w:tr w:rsidR="001A65DE" w:rsidRPr="00E84B7F">
        <w:trPr>
          <w:cantSplit/>
        </w:trPr>
        <w:tc>
          <w:tcPr>
            <w:tcW w:w="4252" w:type="dxa"/>
          </w:tcPr>
          <w:p w:rsidR="001A65DE" w:rsidRPr="00E84B7F" w:rsidRDefault="001A65DE" w:rsidP="00450D30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Pr="00E84B7F" w:rsidRDefault="001A65DE" w:rsidP="00450D30">
            <w:pPr>
              <w:pStyle w:val="a2"/>
            </w:pPr>
          </w:p>
        </w:tc>
        <w:tc>
          <w:tcPr>
            <w:tcW w:w="4536" w:type="dxa"/>
          </w:tcPr>
          <w:p w:rsidR="001A65DE" w:rsidRPr="00E84B7F" w:rsidRDefault="001A65DE" w:rsidP="00450D30">
            <w:pPr>
              <w:pStyle w:val="a2"/>
            </w:pPr>
            <w:r w:rsidRPr="00E84B7F">
              <w:t>Должность руководителя проверяемого объекта</w:t>
            </w:r>
          </w:p>
          <w:p w:rsidR="001A65DE" w:rsidRPr="00E84B7F" w:rsidRDefault="001A65DE" w:rsidP="00450D30">
            <w:pPr>
              <w:pStyle w:val="a2"/>
            </w:pPr>
          </w:p>
          <w:p w:rsidR="001A65DE" w:rsidRPr="00E84B7F" w:rsidRDefault="001A65DE" w:rsidP="00BC45FF">
            <w:pPr>
              <w:pStyle w:val="a2"/>
              <w:rPr>
                <w:caps/>
              </w:rPr>
            </w:pPr>
            <w:r w:rsidRPr="00E84B7F">
              <w:rPr>
                <w:caps/>
              </w:rPr>
              <w:t>ИНИЦИАЛЫ, ФАМИЛИЯ</w:t>
            </w:r>
          </w:p>
        </w:tc>
      </w:tr>
    </w:tbl>
    <w:p w:rsidR="001A65DE" w:rsidRPr="00E84B7F" w:rsidRDefault="001A65DE" w:rsidP="005E5F2B">
      <w:pPr>
        <w:pStyle w:val="a3"/>
      </w:pPr>
    </w:p>
    <w:p w:rsidR="001A65DE" w:rsidRPr="00E84B7F" w:rsidRDefault="001A65DE" w:rsidP="005E5F2B">
      <w:pPr>
        <w:pStyle w:val="a3"/>
      </w:pPr>
      <w:r w:rsidRPr="00E84B7F">
        <w:t xml:space="preserve">Уважаемый </w:t>
      </w:r>
      <w:r w:rsidRPr="00E84B7F">
        <w:rPr>
          <w:i/>
        </w:rPr>
        <w:t>имя отчество</w:t>
      </w:r>
      <w:r w:rsidRPr="00E84B7F">
        <w:t>!</w:t>
      </w:r>
    </w:p>
    <w:p w:rsidR="001A65DE" w:rsidRPr="00E84B7F" w:rsidRDefault="001A65DE" w:rsidP="005E5F2B">
      <w:pPr>
        <w:pStyle w:val="a3"/>
      </w:pPr>
    </w:p>
    <w:p w:rsidR="001A65DE" w:rsidRPr="00E84B7F" w:rsidRDefault="001A65DE" w:rsidP="00C635C4">
      <w:pPr>
        <w:spacing w:line="240" w:lineRule="auto"/>
        <w:ind w:right="-284"/>
      </w:pPr>
      <w:r w:rsidRPr="00E84B7F">
        <w:t>В соответствии с_________________________________________________</w:t>
      </w:r>
    </w:p>
    <w:p w:rsidR="001A65DE" w:rsidRPr="00E84B7F" w:rsidRDefault="001A65DE" w:rsidP="00C635C4">
      <w:pPr>
        <w:spacing w:line="240" w:lineRule="auto"/>
        <w:ind w:right="-284" w:firstLine="0"/>
      </w:pPr>
      <w:r w:rsidRPr="00E84B7F">
        <w:t>____________________________________________________________________</w:t>
      </w:r>
    </w:p>
    <w:p w:rsidR="001A65DE" w:rsidRPr="00E84B7F" w:rsidRDefault="001A65DE" w:rsidP="00AA147B">
      <w:pPr>
        <w:spacing w:line="240" w:lineRule="auto"/>
        <w:ind w:right="-284"/>
        <w:jc w:val="center"/>
        <w:rPr>
          <w:snapToGrid w:val="0"/>
          <w:vertAlign w:val="superscript"/>
        </w:rPr>
      </w:pPr>
      <w:r w:rsidRPr="00E84B7F">
        <w:rPr>
          <w:vertAlign w:val="superscript"/>
        </w:rPr>
        <w:t>(пункт плана работы контрольно-счетного орга</w:t>
      </w:r>
      <w:r>
        <w:rPr>
          <w:vertAlign w:val="superscript"/>
        </w:rPr>
        <w:t>на</w:t>
      </w:r>
      <w:r w:rsidRPr="00E84B7F">
        <w:rPr>
          <w:vertAlign w:val="superscript"/>
        </w:rPr>
        <w:t xml:space="preserve">, </w:t>
      </w:r>
      <w:r w:rsidRPr="00E84B7F">
        <w:rPr>
          <w:snapToGrid w:val="0"/>
          <w:vertAlign w:val="superscript"/>
        </w:rPr>
        <w:t xml:space="preserve">иные основания для проведения контрольного мероприятия, предусмотренные 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Pr="00E84B7F" w:rsidRDefault="001A65DE" w:rsidP="00C56253">
      <w:pPr>
        <w:spacing w:line="240" w:lineRule="auto"/>
        <w:ind w:right="-284"/>
        <w:jc w:val="center"/>
        <w:rPr>
          <w:snapToGrid w:val="0"/>
          <w:vertAlign w:val="superscript"/>
        </w:rPr>
      </w:pPr>
    </w:p>
    <w:p w:rsidR="001A65DE" w:rsidRPr="00E84B7F" w:rsidRDefault="001A65DE" w:rsidP="00C635C4">
      <w:pPr>
        <w:spacing w:line="240" w:lineRule="auto"/>
        <w:ind w:right="-284" w:firstLine="0"/>
      </w:pPr>
      <w:r w:rsidRPr="00E84B7F">
        <w:t>проводится контрольное мероприятие «__________________________________</w:t>
      </w:r>
    </w:p>
    <w:p w:rsidR="001A65DE" w:rsidRPr="00E84B7F" w:rsidRDefault="001A65DE" w:rsidP="00C635C4">
      <w:pPr>
        <w:spacing w:line="240" w:lineRule="auto"/>
        <w:ind w:right="-284" w:firstLine="0"/>
      </w:pPr>
      <w:r w:rsidRPr="00E84B7F">
        <w:rPr>
          <w:sz w:val="22"/>
          <w:szCs w:val="22"/>
        </w:rPr>
        <w:t>______________________________________________________________________________________</w:t>
      </w:r>
      <w:r w:rsidRPr="00E84B7F">
        <w:t xml:space="preserve">» </w:t>
      </w:r>
    </w:p>
    <w:p w:rsidR="001A65DE" w:rsidRPr="00E84B7F" w:rsidRDefault="001A65DE" w:rsidP="00C635C4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(наименование контрольного мероприятия)</w:t>
      </w:r>
    </w:p>
    <w:p w:rsidR="001A65DE" w:rsidRPr="00E84B7F" w:rsidRDefault="001A65DE" w:rsidP="00C635C4">
      <w:pPr>
        <w:spacing w:line="240" w:lineRule="auto"/>
        <w:ind w:right="-284" w:firstLine="0"/>
        <w:rPr>
          <w:szCs w:val="28"/>
        </w:rPr>
      </w:pPr>
      <w:r w:rsidRPr="00E84B7F">
        <w:rPr>
          <w:szCs w:val="28"/>
        </w:rPr>
        <w:t>в __________________________________________________________________.</w:t>
      </w:r>
    </w:p>
    <w:p w:rsidR="001A65DE" w:rsidRPr="00E84B7F" w:rsidRDefault="001A65DE" w:rsidP="00C635C4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Pr="00E84B7F" w:rsidRDefault="001A65DE" w:rsidP="00C635C4">
      <w:pPr>
        <w:spacing w:line="240" w:lineRule="auto"/>
        <w:ind w:right="-284"/>
      </w:pPr>
      <w:r w:rsidRPr="00E84B7F">
        <w:t>В соответствии с_________________________________________________</w:t>
      </w:r>
    </w:p>
    <w:p w:rsidR="001A65DE" w:rsidRPr="00E84B7F" w:rsidRDefault="001A65DE" w:rsidP="00C635C4">
      <w:pPr>
        <w:spacing w:line="240" w:lineRule="auto"/>
        <w:ind w:right="-284" w:firstLine="0"/>
      </w:pPr>
      <w:r w:rsidRPr="00E84B7F">
        <w:t>____________________________________________________________________</w:t>
      </w:r>
    </w:p>
    <w:p w:rsidR="001A65DE" w:rsidRPr="00E84B7F" w:rsidRDefault="001A65DE" w:rsidP="00C635C4">
      <w:pPr>
        <w:spacing w:line="240" w:lineRule="auto"/>
        <w:ind w:right="-284"/>
        <w:jc w:val="center"/>
        <w:rPr>
          <w:snapToGrid w:val="0"/>
          <w:vertAlign w:val="superscript"/>
        </w:rPr>
      </w:pPr>
      <w:r w:rsidRPr="00E84B7F">
        <w:rPr>
          <w:vertAlign w:val="superscript"/>
        </w:rPr>
        <w:t>(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регламентирующее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Pr="00E84B7F" w:rsidRDefault="001A65DE" w:rsidP="00C635C4">
      <w:pPr>
        <w:spacing w:line="240" w:lineRule="auto"/>
        <w:ind w:right="-284" w:firstLine="0"/>
      </w:pPr>
      <w:r w:rsidRPr="00E84B7F">
        <w:t xml:space="preserve">прошу до «___»______________20___ года представить (поручить представить) </w:t>
      </w:r>
    </w:p>
    <w:p w:rsidR="001A65DE" w:rsidRPr="00E84B7F" w:rsidRDefault="001A65DE" w:rsidP="00C635C4">
      <w:pPr>
        <w:spacing w:line="240" w:lineRule="auto"/>
        <w:ind w:right="-284" w:firstLine="0"/>
      </w:pPr>
      <w:r w:rsidRPr="00E84B7F">
        <w:t>____________________________________________________________________</w:t>
      </w:r>
    </w:p>
    <w:p w:rsidR="001A65DE" w:rsidRPr="00E84B7F" w:rsidRDefault="001A65DE" w:rsidP="00C635C4">
      <w:pPr>
        <w:spacing w:after="120" w:line="240" w:lineRule="auto"/>
        <w:ind w:right="-284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(должность, инициалы, фамилия руководителя контрольного мероприятия)</w:t>
      </w:r>
    </w:p>
    <w:p w:rsidR="001A65DE" w:rsidRPr="00E84B7F" w:rsidRDefault="001A65DE" w:rsidP="00C635C4">
      <w:pPr>
        <w:ind w:right="-284" w:firstLine="0"/>
        <w:rPr>
          <w:szCs w:val="28"/>
        </w:rPr>
      </w:pPr>
      <w:r w:rsidRPr="00E84B7F">
        <w:t xml:space="preserve">следующие документы </w:t>
      </w:r>
      <w:r w:rsidRPr="00E84B7F">
        <w:rPr>
          <w:szCs w:val="28"/>
        </w:rPr>
        <w:t>(материалы, данные или информацию):</w:t>
      </w:r>
    </w:p>
    <w:p w:rsidR="001A65DE" w:rsidRPr="00E84B7F" w:rsidRDefault="001A65DE" w:rsidP="00C635C4">
      <w:pPr>
        <w:spacing w:line="240" w:lineRule="auto"/>
        <w:ind w:right="-284"/>
        <w:rPr>
          <w:szCs w:val="28"/>
        </w:rPr>
      </w:pPr>
      <w:r w:rsidRPr="00E84B7F">
        <w:t>1. </w:t>
      </w:r>
      <w:r w:rsidRPr="00E84B7F">
        <w:rPr>
          <w:sz w:val="22"/>
          <w:szCs w:val="22"/>
        </w:rPr>
        <w:t>______________________________________________________________________________</w:t>
      </w:r>
      <w:r w:rsidRPr="00E84B7F">
        <w:rPr>
          <w:sz w:val="20"/>
        </w:rPr>
        <w:t>.</w:t>
      </w:r>
    </w:p>
    <w:p w:rsidR="001A65DE" w:rsidRPr="00E84B7F" w:rsidRDefault="001A65DE" w:rsidP="00C635C4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E84B7F">
        <w:rPr>
          <w:szCs w:val="28"/>
          <w:vertAlign w:val="superscript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информацию).</w:t>
      </w:r>
    </w:p>
    <w:p w:rsidR="001A65DE" w:rsidRPr="00E84B7F" w:rsidRDefault="001A65DE" w:rsidP="00C635C4">
      <w:pPr>
        <w:spacing w:line="240" w:lineRule="auto"/>
        <w:ind w:right="-284"/>
        <w:rPr>
          <w:szCs w:val="28"/>
        </w:rPr>
      </w:pPr>
      <w:r w:rsidRPr="00E84B7F">
        <w:rPr>
          <w:szCs w:val="28"/>
        </w:rPr>
        <w:t>2._____________________________________________________________</w:t>
      </w:r>
    </w:p>
    <w:p w:rsidR="001A65DE" w:rsidRPr="00E84B7F" w:rsidRDefault="001A65DE" w:rsidP="00C635C4">
      <w:pPr>
        <w:spacing w:line="240" w:lineRule="auto"/>
      </w:pPr>
    </w:p>
    <w:p w:rsidR="001A65DE" w:rsidRPr="00E84B7F" w:rsidRDefault="001A65DE" w:rsidP="00C635C4">
      <w:pPr>
        <w:spacing w:line="240" w:lineRule="auto"/>
      </w:pPr>
    </w:p>
    <w:tbl>
      <w:tblPr>
        <w:tblW w:w="6237" w:type="dxa"/>
        <w:tblInd w:w="36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</w:tblGrid>
      <w:tr w:rsidR="001A65DE" w:rsidRPr="00FF029C">
        <w:trPr>
          <w:cantSplit/>
        </w:trPr>
        <w:tc>
          <w:tcPr>
            <w:tcW w:w="6237" w:type="dxa"/>
          </w:tcPr>
          <w:p w:rsidR="001A65DE" w:rsidRDefault="001A65DE" w:rsidP="00C635C4">
            <w:pPr>
              <w:pStyle w:val="a0"/>
              <w:ind w:firstLine="709"/>
            </w:pPr>
            <w:r w:rsidRPr="001A3C5B">
              <w:rPr>
                <w:i/>
                <w:sz w:val="24"/>
                <w:szCs w:val="24"/>
              </w:rPr>
              <w:t>личная подпись</w:t>
            </w:r>
            <w:r w:rsidRPr="00E84B7F">
              <w:t xml:space="preserve">                    инициалы, фамилия</w:t>
            </w:r>
          </w:p>
          <w:p w:rsidR="001A65DE" w:rsidRPr="00FF029C" w:rsidRDefault="001A65DE" w:rsidP="00C635C4">
            <w:pPr>
              <w:pStyle w:val="a0"/>
              <w:ind w:firstLine="709"/>
            </w:pPr>
          </w:p>
        </w:tc>
      </w:tr>
    </w:tbl>
    <w:p w:rsidR="001A65DE" w:rsidRDefault="001A65DE" w:rsidP="005516CC">
      <w:pPr>
        <w:pStyle w:val="a6"/>
        <w:spacing w:line="240" w:lineRule="auto"/>
      </w:pPr>
    </w:p>
    <w:p w:rsidR="001A65DE" w:rsidRDefault="001A65DE" w:rsidP="005516CC">
      <w:pPr>
        <w:pStyle w:val="a6"/>
        <w:spacing w:line="240" w:lineRule="auto"/>
      </w:pPr>
    </w:p>
    <w:p w:rsidR="001A65DE" w:rsidRDefault="001A65DE" w:rsidP="005516CC">
      <w:pPr>
        <w:spacing w:line="240" w:lineRule="auto"/>
        <w:ind w:left="284" w:right="-284"/>
        <w:sectPr w:rsidR="001A65DE" w:rsidSect="001C7247">
          <w:headerReference w:type="default" r:id="rId7"/>
          <w:pgSz w:w="11907" w:h="16840" w:code="9"/>
          <w:pgMar w:top="851" w:right="1134" w:bottom="1418" w:left="1134" w:header="709" w:footer="709" w:gutter="0"/>
          <w:pgNumType w:start="1"/>
          <w:cols w:space="60"/>
          <w:noEndnote/>
          <w:titlePg/>
        </w:sectPr>
      </w:pPr>
    </w:p>
    <w:p w:rsidR="001A65DE" w:rsidRPr="0044705B" w:rsidRDefault="001A65DE" w:rsidP="005E5F2B">
      <w:pPr>
        <w:spacing w:line="240" w:lineRule="auto"/>
        <w:ind w:left="284" w:right="-284"/>
        <w:rPr>
          <w:sz w:val="6"/>
          <w:szCs w:val="6"/>
        </w:rPr>
      </w:pPr>
    </w:p>
    <w:p w:rsidR="001A65DE" w:rsidRDefault="001A65DE" w:rsidP="00845D09">
      <w:pPr>
        <w:spacing w:line="240" w:lineRule="auto"/>
        <w:ind w:firstLine="0"/>
        <w:rPr>
          <w:i/>
          <w:sz w:val="24"/>
          <w:szCs w:val="24"/>
        </w:rPr>
      </w:pPr>
    </w:p>
    <w:p w:rsidR="001A65DE" w:rsidRDefault="001A65DE" w:rsidP="00845D09">
      <w:pPr>
        <w:spacing w:line="240" w:lineRule="auto"/>
        <w:ind w:firstLine="0"/>
        <w:rPr>
          <w:i/>
          <w:sz w:val="24"/>
          <w:szCs w:val="24"/>
        </w:rPr>
      </w:pPr>
    </w:p>
    <w:p w:rsidR="001A65DE" w:rsidRDefault="001A65DE" w:rsidP="0038038F">
      <w:pPr>
        <w:spacing w:line="240" w:lineRule="auto"/>
        <w:ind w:firstLine="0"/>
      </w:pPr>
      <w:r w:rsidRPr="00845D09">
        <w:rPr>
          <w:i/>
          <w:sz w:val="24"/>
          <w:szCs w:val="24"/>
        </w:rPr>
        <w:t>Образец оформления</w:t>
      </w:r>
      <w:r>
        <w:rPr>
          <w:szCs w:val="28"/>
        </w:rPr>
        <w:t xml:space="preserve">                                                                             </w:t>
      </w:r>
      <w:r>
        <w:t>Приложение № 2</w:t>
      </w:r>
    </w:p>
    <w:tbl>
      <w:tblPr>
        <w:tblpPr w:leftFromText="180" w:rightFromText="180" w:horzAnchor="margin" w:tblpY="56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1A65DE" w:rsidRPr="00951666">
        <w:trPr>
          <w:cantSplit/>
          <w:trHeight w:hRule="exact" w:val="423"/>
        </w:trPr>
        <w:tc>
          <w:tcPr>
            <w:tcW w:w="9923" w:type="dxa"/>
          </w:tcPr>
          <w:p w:rsidR="001A65DE" w:rsidRPr="00845D09" w:rsidRDefault="001A65DE" w:rsidP="00032587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776E02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орган</w:t>
      </w:r>
      <w:r>
        <w:rPr>
          <w:i/>
          <w:szCs w:val="28"/>
        </w:rPr>
        <w:t>а</w:t>
      </w:r>
    </w:p>
    <w:p w:rsidR="001A65DE" w:rsidRPr="00571AD3" w:rsidRDefault="001A65DE" w:rsidP="00A604CA">
      <w:pPr>
        <w:spacing w:line="240" w:lineRule="auto"/>
        <w:ind w:left="284" w:right="-284" w:firstLine="0"/>
        <w:jc w:val="center"/>
        <w:rPr>
          <w:sz w:val="16"/>
          <w:szCs w:val="16"/>
        </w:rPr>
      </w:pPr>
    </w:p>
    <w:tbl>
      <w:tblPr>
        <w:tblW w:w="0" w:type="auto"/>
        <w:tblInd w:w="505" w:type="dxa"/>
        <w:tblBorders>
          <w:top w:val="single" w:sz="24" w:space="0" w:color="auto"/>
        </w:tblBorders>
        <w:tblLook w:val="0000"/>
      </w:tblPr>
      <w:tblGrid>
        <w:gridCol w:w="9289"/>
      </w:tblGrid>
      <w:tr w:rsidR="001A65DE">
        <w:trPr>
          <w:trHeight w:val="100"/>
        </w:trPr>
        <w:tc>
          <w:tcPr>
            <w:tcW w:w="9289" w:type="dxa"/>
            <w:tcBorders>
              <w:top w:val="single" w:sz="12" w:space="0" w:color="auto"/>
            </w:tcBorders>
          </w:tcPr>
          <w:p w:rsidR="001A65DE" w:rsidRDefault="001A65DE" w:rsidP="00971223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Y="338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C13AF7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5245" w:type="dxa"/>
          </w:tcPr>
          <w:p w:rsidR="001A65DE" w:rsidRPr="000514C6" w:rsidRDefault="001A65DE" w:rsidP="00571AD3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5E5F2B">
      <w:pPr>
        <w:spacing w:line="240" w:lineRule="auto"/>
      </w:pPr>
    </w:p>
    <w:tbl>
      <w:tblPr>
        <w:tblW w:w="10031" w:type="dxa"/>
        <w:tblLook w:val="00A0"/>
      </w:tblPr>
      <w:tblGrid>
        <w:gridCol w:w="4361"/>
        <w:gridCol w:w="5670"/>
      </w:tblGrid>
      <w:tr w:rsidR="001A65DE">
        <w:trPr>
          <w:trHeight w:val="3010"/>
        </w:trPr>
        <w:tc>
          <w:tcPr>
            <w:tcW w:w="4361" w:type="dxa"/>
          </w:tcPr>
          <w:p w:rsidR="001A65DE" w:rsidRDefault="001A65DE" w:rsidP="00032587">
            <w:pPr>
              <w:pStyle w:val="a2"/>
              <w:ind w:left="284" w:right="-284"/>
            </w:pPr>
          </w:p>
        </w:tc>
        <w:tc>
          <w:tcPr>
            <w:tcW w:w="5670" w:type="dxa"/>
          </w:tcPr>
          <w:p w:rsidR="001A65DE" w:rsidRDefault="001A65DE" w:rsidP="00032587">
            <w:pPr>
              <w:pStyle w:val="a2"/>
              <w:ind w:left="284" w:right="-108"/>
            </w:pPr>
            <w:r>
              <w:t>УТВЕРЖДЕНА</w:t>
            </w:r>
          </w:p>
          <w:p w:rsidR="001A65DE" w:rsidRDefault="001A65DE" w:rsidP="00032587">
            <w:pPr>
              <w:pStyle w:val="a2"/>
              <w:ind w:left="284" w:right="-108"/>
            </w:pPr>
            <w:r>
              <w:t xml:space="preserve">Коллегией </w:t>
            </w:r>
            <w:r w:rsidRPr="00866828">
              <w:rPr>
                <w:i/>
              </w:rPr>
              <w:t>(наименование</w:t>
            </w:r>
            <w:r>
              <w:t xml:space="preserve"> </w:t>
            </w:r>
            <w:r w:rsidRPr="00032587">
              <w:rPr>
                <w:i/>
              </w:rPr>
              <w:t>контрольно-счетного орга</w:t>
            </w:r>
            <w:r>
              <w:rPr>
                <w:i/>
              </w:rPr>
              <w:t>на)</w:t>
            </w:r>
            <w:r>
              <w:t xml:space="preserve"> </w:t>
            </w:r>
          </w:p>
          <w:p w:rsidR="001A65DE" w:rsidRDefault="001A65DE" w:rsidP="00032587">
            <w:pPr>
              <w:pStyle w:val="a2"/>
              <w:ind w:left="284" w:right="-108"/>
            </w:pPr>
            <w:r>
              <w:t>(протокол от «__»__________20___г. №__)</w:t>
            </w:r>
          </w:p>
          <w:p w:rsidR="001A65DE" w:rsidRDefault="001A65DE" w:rsidP="00032587">
            <w:pPr>
              <w:pStyle w:val="a2"/>
              <w:ind w:left="284" w:right="-108"/>
              <w:rPr>
                <w:i/>
              </w:rPr>
            </w:pPr>
            <w:r>
              <w:rPr>
                <w:i/>
              </w:rPr>
              <w:t>и</w:t>
            </w:r>
            <w:r w:rsidRPr="00845D09">
              <w:rPr>
                <w:i/>
              </w:rPr>
              <w:t>ли</w:t>
            </w:r>
          </w:p>
          <w:p w:rsidR="001A65DE" w:rsidRDefault="001A65DE" w:rsidP="00845D09">
            <w:pPr>
              <w:pStyle w:val="a2"/>
              <w:ind w:left="284" w:right="-108"/>
            </w:pPr>
            <w:r>
              <w:t>УТВЕРЖДАЮ</w:t>
            </w:r>
          </w:p>
          <w:p w:rsidR="001A65DE" w:rsidRPr="00866828" w:rsidRDefault="001A65DE" w:rsidP="00032587">
            <w:pPr>
              <w:pStyle w:val="a2"/>
              <w:ind w:left="284" w:right="-108"/>
              <w:rPr>
                <w:i/>
              </w:rPr>
            </w:pPr>
            <w:r w:rsidRPr="00866828">
              <w:rPr>
                <w:i/>
              </w:rPr>
              <w:t>(указывается должность)</w:t>
            </w:r>
          </w:p>
          <w:p w:rsidR="001A65DE" w:rsidRDefault="001A65DE" w:rsidP="009A087B">
            <w:pPr>
              <w:pStyle w:val="a2"/>
              <w:ind w:right="-108"/>
              <w:jc w:val="both"/>
              <w:rPr>
                <w:i/>
              </w:rPr>
            </w:pPr>
            <w:r>
              <w:rPr>
                <w:i/>
              </w:rPr>
              <w:t xml:space="preserve">     ________________ </w:t>
            </w:r>
            <w:r w:rsidRPr="00866828">
              <w:t>инициалы и фамилия</w:t>
            </w:r>
          </w:p>
          <w:p w:rsidR="001A65DE" w:rsidRPr="00845D09" w:rsidRDefault="001A65DE" w:rsidP="009A087B">
            <w:pPr>
              <w:pStyle w:val="a2"/>
              <w:ind w:right="-108"/>
              <w:jc w:val="both"/>
              <w:rPr>
                <w:i/>
              </w:rPr>
            </w:pPr>
            <w:r>
              <w:rPr>
                <w:i/>
              </w:rPr>
              <w:t xml:space="preserve">   «___»____________________20__г.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Pr="00687BAC" w:rsidRDefault="001A65DE" w:rsidP="005E5F2B">
      <w:pPr>
        <w:pStyle w:val="Heading2"/>
        <w:ind w:left="284" w:right="-284"/>
      </w:pPr>
      <w:r w:rsidRPr="00687BAC">
        <w:t>программа</w:t>
      </w:r>
    </w:p>
    <w:p w:rsidR="001A65DE" w:rsidRDefault="001A65DE" w:rsidP="005E5F2B">
      <w:pPr>
        <w:pStyle w:val="Heading3"/>
        <w:spacing w:after="60"/>
        <w:ind w:left="284" w:right="-284"/>
      </w:pPr>
      <w:r w:rsidRPr="00FE6464">
        <w:t xml:space="preserve">проведения </w:t>
      </w:r>
      <w:r>
        <w:t>контрольного мероприятия</w:t>
      </w:r>
    </w:p>
    <w:p w:rsidR="001A65DE" w:rsidRPr="00C13AF7" w:rsidRDefault="001A65DE" w:rsidP="00071E1E">
      <w:pPr>
        <w:pStyle w:val="Heading3"/>
        <w:ind w:right="-284" w:firstLine="709"/>
        <w:rPr>
          <w:b w:val="0"/>
        </w:rPr>
      </w:pPr>
      <w:r w:rsidRPr="00C13AF7">
        <w:rPr>
          <w:b w:val="0"/>
        </w:rPr>
        <w:t>«______________________________________________________________»</w:t>
      </w:r>
    </w:p>
    <w:p w:rsidR="001A65DE" w:rsidRPr="00C13AF7" w:rsidRDefault="001A65DE" w:rsidP="00071E1E">
      <w:pPr>
        <w:pStyle w:val="Heading3"/>
        <w:ind w:right="-284" w:firstLine="709"/>
        <w:rPr>
          <w:b w:val="0"/>
          <w:vertAlign w:val="superscript"/>
        </w:rPr>
      </w:pPr>
      <w:r w:rsidRPr="00C13AF7">
        <w:rPr>
          <w:b w:val="0"/>
          <w:vertAlign w:val="superscript"/>
        </w:rPr>
        <w:t>(наименование контрольного мероприятия)</w:t>
      </w:r>
    </w:p>
    <w:p w:rsidR="001A65DE" w:rsidRPr="00D0024C" w:rsidRDefault="001A65DE" w:rsidP="00071E1E">
      <w:pPr>
        <w:ind w:right="-284"/>
      </w:pPr>
      <w:r w:rsidRPr="009B5EE4">
        <w:t xml:space="preserve">1. Основание для проведения контрольного мероприятия: </w:t>
      </w:r>
      <w:r w:rsidRPr="00D0024C">
        <w:t>___</w:t>
      </w:r>
      <w:r>
        <w:t>_</w:t>
      </w:r>
      <w:r w:rsidRPr="00D0024C">
        <w:t>_______</w:t>
      </w:r>
      <w:r>
        <w:t>_</w:t>
      </w:r>
    </w:p>
    <w:p w:rsidR="001A65DE" w:rsidRPr="00E067D9" w:rsidRDefault="001A65DE" w:rsidP="00071E1E">
      <w:pPr>
        <w:spacing w:line="240" w:lineRule="auto"/>
        <w:ind w:right="-142" w:firstLine="0"/>
      </w:pPr>
      <w:r w:rsidRPr="00E067D9">
        <w:t>__________________________________________________________________</w:t>
      </w:r>
      <w:r>
        <w:t>_</w:t>
      </w:r>
    </w:p>
    <w:p w:rsidR="001A65DE" w:rsidRPr="002B549F" w:rsidRDefault="001A65DE" w:rsidP="00071E1E">
      <w:pPr>
        <w:spacing w:line="240" w:lineRule="auto"/>
        <w:ind w:right="-142"/>
        <w:jc w:val="center"/>
        <w:rPr>
          <w:sz w:val="20"/>
          <w:vertAlign w:val="superscript"/>
        </w:rPr>
      </w:pPr>
      <w:r w:rsidRPr="002B549F">
        <w:rPr>
          <w:vertAlign w:val="superscript"/>
        </w:rPr>
        <w:t>(пункт плана работы контрольно-счетного орга</w:t>
      </w:r>
      <w:r>
        <w:rPr>
          <w:vertAlign w:val="superscript"/>
        </w:rPr>
        <w:t>на</w:t>
      </w:r>
      <w:r w:rsidRPr="002B549F">
        <w:rPr>
          <w:vertAlign w:val="superscript"/>
        </w:rPr>
        <w:t xml:space="preserve">, </w:t>
      </w:r>
      <w:r w:rsidRPr="002B549F">
        <w:rPr>
          <w:snapToGrid w:val="0"/>
          <w:vertAlign w:val="superscript"/>
        </w:rPr>
        <w:t>иные основания для проведения контрольного ме</w:t>
      </w:r>
      <w:r>
        <w:rPr>
          <w:snapToGrid w:val="0"/>
          <w:vertAlign w:val="superscript"/>
        </w:rPr>
        <w:t>роприятия, предусмотренные настоящим стандартом и действующим законодательством</w:t>
      </w:r>
      <w:r w:rsidRPr="002B549F">
        <w:rPr>
          <w:snapToGrid w:val="0"/>
          <w:vertAlign w:val="superscript"/>
        </w:rPr>
        <w:t>)</w:t>
      </w:r>
    </w:p>
    <w:p w:rsidR="001A65DE" w:rsidRPr="00FE6464" w:rsidRDefault="001A65DE" w:rsidP="00071E1E">
      <w:pPr>
        <w:spacing w:line="240" w:lineRule="auto"/>
        <w:ind w:right="-284"/>
      </w:pPr>
      <w:r w:rsidRPr="009B5EE4">
        <w:t xml:space="preserve">2. Предмет </w:t>
      </w:r>
      <w:r w:rsidRPr="006C13AD">
        <w:t>контрольного мероприятия</w:t>
      </w:r>
      <w:r w:rsidRPr="009B5EE4">
        <w:t xml:space="preserve">: </w:t>
      </w:r>
      <w:r>
        <w:t>___________________________</w:t>
      </w:r>
    </w:p>
    <w:p w:rsidR="001A65DE" w:rsidRPr="00D07D29" w:rsidRDefault="001A65DE" w:rsidP="00071E1E">
      <w:pPr>
        <w:spacing w:line="240" w:lineRule="auto"/>
        <w:ind w:right="-284"/>
        <w:rPr>
          <w:szCs w:val="28"/>
          <w:vertAlign w:val="superscript"/>
        </w:rPr>
      </w:pPr>
      <w:r w:rsidRPr="00D07D29">
        <w:rPr>
          <w:szCs w:val="28"/>
          <w:vertAlign w:val="superscript"/>
        </w:rPr>
        <w:t>(указывается, что именно проверяется)</w:t>
      </w:r>
    </w:p>
    <w:p w:rsidR="001A65DE" w:rsidRPr="009B5EE4" w:rsidRDefault="001A65DE" w:rsidP="00071E1E">
      <w:pPr>
        <w:spacing w:before="120"/>
        <w:ind w:right="-284"/>
      </w:pPr>
      <w:r w:rsidRPr="009B5EE4">
        <w:t xml:space="preserve">3. Объекты </w:t>
      </w:r>
      <w:r w:rsidRPr="006C13AD">
        <w:t>контрольного мероприятия</w:t>
      </w:r>
      <w:r w:rsidRPr="009B5EE4">
        <w:t>:</w:t>
      </w:r>
    </w:p>
    <w:p w:rsidR="001A65DE" w:rsidRDefault="001A65DE" w:rsidP="00071E1E">
      <w:pPr>
        <w:ind w:right="-284"/>
      </w:pPr>
      <w:r>
        <w:t>3.1. 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>
        <w:t>____________;</w:t>
      </w:r>
    </w:p>
    <w:p w:rsidR="001A65DE" w:rsidRPr="00D723AA" w:rsidRDefault="001A65DE" w:rsidP="00071E1E">
      <w:pPr>
        <w:spacing w:line="240" w:lineRule="auto"/>
        <w:ind w:right="-284"/>
      </w:pPr>
      <w:r>
        <w:t>3.2. 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>
        <w:t>____________.</w:t>
      </w:r>
    </w:p>
    <w:p w:rsidR="001A65DE" w:rsidRPr="00D07D29" w:rsidRDefault="001A65DE" w:rsidP="00071E1E">
      <w:pPr>
        <w:ind w:right="-284"/>
        <w:jc w:val="center"/>
        <w:rPr>
          <w:szCs w:val="28"/>
          <w:vertAlign w:val="superscript"/>
        </w:rPr>
      </w:pPr>
      <w:r w:rsidRPr="00D07D29">
        <w:rPr>
          <w:szCs w:val="28"/>
          <w:vertAlign w:val="superscript"/>
        </w:rPr>
        <w:t>(полное наименование объектов)</w:t>
      </w:r>
    </w:p>
    <w:p w:rsidR="001A65DE" w:rsidRPr="009B5EE4" w:rsidRDefault="001A65DE" w:rsidP="00071E1E">
      <w:pPr>
        <w:ind w:right="-284"/>
      </w:pPr>
      <w:r w:rsidRPr="009B5EE4">
        <w:t>4. Цели контрольного мероприятия:</w:t>
      </w:r>
    </w:p>
    <w:p w:rsidR="001A65DE" w:rsidRDefault="001A65DE" w:rsidP="00071E1E">
      <w:pPr>
        <w:spacing w:line="240" w:lineRule="auto"/>
        <w:ind w:right="-284"/>
      </w:pPr>
      <w:r>
        <w:t>4.1. Цель 1. ____________________________________________________;</w:t>
      </w:r>
    </w:p>
    <w:p w:rsidR="001A65DE" w:rsidRPr="006C08DD" w:rsidRDefault="001A65DE" w:rsidP="00071E1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C08DD">
        <w:rPr>
          <w:szCs w:val="28"/>
          <w:vertAlign w:val="superscript"/>
        </w:rPr>
        <w:t>(формулировка цели)</w:t>
      </w:r>
    </w:p>
    <w:p w:rsidR="001A65DE" w:rsidRDefault="001A65DE" w:rsidP="00071E1E">
      <w:pPr>
        <w:spacing w:line="240" w:lineRule="auto"/>
        <w:ind w:right="-284"/>
      </w:pPr>
      <w:r>
        <w:t>4.1.1. Критерии оценки эффективности ____________________________;</w:t>
      </w:r>
    </w:p>
    <w:p w:rsidR="001A65DE" w:rsidRPr="002D19F9" w:rsidRDefault="001A65DE" w:rsidP="00071E1E">
      <w:pPr>
        <w:spacing w:line="240" w:lineRule="auto"/>
        <w:ind w:right="-284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</w:t>
      </w:r>
      <w:r w:rsidRPr="002D19F9">
        <w:rPr>
          <w:sz w:val="20"/>
        </w:rPr>
        <w:t>(при проведении аудита эффективности)</w:t>
      </w:r>
    </w:p>
    <w:p w:rsidR="001A65DE" w:rsidRDefault="001A65DE" w:rsidP="00331682">
      <w:pPr>
        <w:spacing w:line="240" w:lineRule="auto"/>
        <w:ind w:right="-284"/>
      </w:pPr>
      <w:r>
        <w:t>_____________________________________________________________</w:t>
      </w:r>
    </w:p>
    <w:p w:rsidR="001A65DE" w:rsidRDefault="001A65DE" w:rsidP="00331682">
      <w:pPr>
        <w:spacing w:line="240" w:lineRule="auto"/>
        <w:ind w:right="-284"/>
      </w:pPr>
      <w:r>
        <w:t>4.1.2. Вопросы: _________________________________________________;</w:t>
      </w:r>
    </w:p>
    <w:p w:rsidR="001A65DE" w:rsidRDefault="001A65DE" w:rsidP="00331682">
      <w:pPr>
        <w:spacing w:line="240" w:lineRule="auto"/>
        <w:ind w:right="-284"/>
      </w:pPr>
      <w:r>
        <w:t>_____________________________________________________________;</w:t>
      </w:r>
    </w:p>
    <w:p w:rsidR="001A65DE" w:rsidRDefault="001A65DE" w:rsidP="00331682">
      <w:pPr>
        <w:spacing w:line="240" w:lineRule="auto"/>
        <w:ind w:right="-284"/>
      </w:pPr>
      <w:r>
        <w:t>4.2. Цель 2. _____________________________________________________</w:t>
      </w:r>
    </w:p>
    <w:p w:rsidR="001A65DE" w:rsidRPr="006C08DD" w:rsidRDefault="001A65DE" w:rsidP="0033168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C08DD">
        <w:rPr>
          <w:szCs w:val="28"/>
          <w:vertAlign w:val="superscript"/>
        </w:rPr>
        <w:t>(формулировка цели)</w:t>
      </w:r>
    </w:p>
    <w:p w:rsidR="001A65DE" w:rsidRDefault="001A65DE" w:rsidP="00331682">
      <w:pPr>
        <w:spacing w:line="240" w:lineRule="auto"/>
        <w:ind w:right="-284"/>
      </w:pPr>
      <w:r>
        <w:t>4.2.1. Критерии оценки эффективности ____________________________;</w:t>
      </w:r>
    </w:p>
    <w:p w:rsidR="001A65DE" w:rsidRDefault="001A65DE" w:rsidP="00331682">
      <w:pPr>
        <w:spacing w:line="240" w:lineRule="auto"/>
        <w:ind w:right="-284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</w:t>
      </w:r>
      <w:r w:rsidRPr="002D19F9">
        <w:rPr>
          <w:sz w:val="20"/>
        </w:rPr>
        <w:t>(при проведении аудита эффективности)</w:t>
      </w:r>
    </w:p>
    <w:p w:rsidR="001A65DE" w:rsidRPr="002D19F9" w:rsidRDefault="001A65DE" w:rsidP="00331682">
      <w:pPr>
        <w:spacing w:line="240" w:lineRule="auto"/>
        <w:ind w:right="-284"/>
        <w:rPr>
          <w:sz w:val="20"/>
        </w:rPr>
      </w:pPr>
      <w:r>
        <w:rPr>
          <w:sz w:val="20"/>
        </w:rPr>
        <w:t>_________________________________________________________________________________________</w:t>
      </w:r>
    </w:p>
    <w:p w:rsidR="001A65DE" w:rsidRDefault="001A65DE" w:rsidP="00331682">
      <w:pPr>
        <w:spacing w:line="240" w:lineRule="auto"/>
        <w:ind w:right="-284"/>
      </w:pPr>
    </w:p>
    <w:p w:rsidR="001A65DE" w:rsidRDefault="001A65DE" w:rsidP="00331682">
      <w:pPr>
        <w:spacing w:line="240" w:lineRule="auto"/>
        <w:ind w:right="-284"/>
      </w:pPr>
      <w:r>
        <w:t>4.2.2. Вопросы: _________________________________________________</w:t>
      </w:r>
    </w:p>
    <w:p w:rsidR="001A65DE" w:rsidRDefault="001A65DE" w:rsidP="00331682">
      <w:pPr>
        <w:ind w:right="-284"/>
      </w:pPr>
      <w:r>
        <w:t>__________________________________________________________;</w:t>
      </w:r>
    </w:p>
    <w:p w:rsidR="001A65DE" w:rsidRPr="00291BDE" w:rsidRDefault="001A65DE" w:rsidP="00331682">
      <w:pPr>
        <w:ind w:right="-284"/>
      </w:pPr>
      <w:r w:rsidRPr="009B5EE4">
        <w:t>5. Проверяемый период деятельности:</w:t>
      </w:r>
      <w:r w:rsidRPr="00291BDE">
        <w:t xml:space="preserve"> ___________________________</w:t>
      </w:r>
      <w:r>
        <w:t>_</w:t>
      </w:r>
      <w:r w:rsidRPr="00291BDE">
        <w:t>_</w:t>
      </w:r>
    </w:p>
    <w:p w:rsidR="001A65DE" w:rsidRPr="00195798" w:rsidRDefault="001A65DE" w:rsidP="00331682">
      <w:pPr>
        <w:spacing w:line="240" w:lineRule="auto"/>
        <w:ind w:right="-284"/>
        <w:rPr>
          <w:sz w:val="16"/>
          <w:szCs w:val="16"/>
        </w:rPr>
      </w:pPr>
      <w:r w:rsidRPr="009B5EE4">
        <w:t>6. </w:t>
      </w:r>
      <w:r>
        <w:t>Сроки</w:t>
      </w:r>
      <w:r w:rsidRPr="006C13AD">
        <w:t xml:space="preserve"> начала и окончания </w:t>
      </w:r>
      <w:r>
        <w:t>проведения контрольного мероприятия на объектах: ____________________________________________________________</w:t>
      </w:r>
    </w:p>
    <w:p w:rsidR="001A65DE" w:rsidRPr="006C08DD" w:rsidRDefault="001A65DE" w:rsidP="00331682">
      <w:pPr>
        <w:spacing w:line="240" w:lineRule="auto"/>
        <w:jc w:val="center"/>
        <w:rPr>
          <w:szCs w:val="28"/>
          <w:vertAlign w:val="superscript"/>
        </w:rPr>
      </w:pPr>
      <w:r w:rsidRPr="006C08DD">
        <w:rPr>
          <w:szCs w:val="28"/>
          <w:vertAlign w:val="superscript"/>
        </w:rPr>
        <w:t>(указываются по каждому объекту)</w:t>
      </w:r>
    </w:p>
    <w:p w:rsidR="001A65DE" w:rsidRPr="009B5EE4" w:rsidRDefault="001A65DE" w:rsidP="00331682">
      <w:pPr>
        <w:ind w:right="-284"/>
      </w:pPr>
      <w:r>
        <w:t>7. </w:t>
      </w:r>
      <w:r w:rsidRPr="009B5EE4">
        <w:t>Состав ответственных исполнителей:</w:t>
      </w:r>
    </w:p>
    <w:p w:rsidR="001A65DE" w:rsidRDefault="001A65DE" w:rsidP="00331682">
      <w:pPr>
        <w:spacing w:line="240" w:lineRule="auto"/>
        <w:ind w:right="-284"/>
      </w:pPr>
      <w:r>
        <w:t>Руководитель контрольного мероприятия: __________________________;</w:t>
      </w:r>
    </w:p>
    <w:p w:rsidR="001A65DE" w:rsidRPr="006F297C" w:rsidRDefault="001A65DE" w:rsidP="00331682">
      <w:pPr>
        <w:spacing w:line="240" w:lineRule="auto"/>
        <w:jc w:val="center"/>
        <w:rPr>
          <w:szCs w:val="28"/>
          <w:vertAlign w:val="superscript"/>
        </w:rPr>
      </w:pPr>
      <w:r w:rsidRPr="006F297C">
        <w:rPr>
          <w:szCs w:val="28"/>
          <w:vertAlign w:val="superscript"/>
        </w:rPr>
        <w:t>(</w:t>
      </w:r>
      <w:r w:rsidRPr="006F297C">
        <w:rPr>
          <w:szCs w:val="28"/>
          <w:vertAlign w:val="superscript"/>
          <w:lang w:eastAsia="en-US"/>
        </w:rPr>
        <w:t>должность, инициалы, фамилия)</w:t>
      </w:r>
    </w:p>
    <w:p w:rsidR="001A65DE" w:rsidRDefault="001A65DE" w:rsidP="00331682">
      <w:pPr>
        <w:spacing w:line="276" w:lineRule="auto"/>
        <w:ind w:right="-284"/>
      </w:pPr>
      <w:r>
        <w:t>_______________________________________________________________;</w:t>
      </w:r>
    </w:p>
    <w:p w:rsidR="001A65DE" w:rsidRDefault="001A65DE" w:rsidP="00331682">
      <w:pPr>
        <w:spacing w:line="276" w:lineRule="auto"/>
        <w:ind w:right="-284"/>
      </w:pPr>
      <w:r>
        <w:t>_____________________________________________________________;</w:t>
      </w:r>
    </w:p>
    <w:p w:rsidR="001A65DE" w:rsidRDefault="001A65DE" w:rsidP="00331682">
      <w:pPr>
        <w:spacing w:line="240" w:lineRule="auto"/>
        <w:ind w:right="-284"/>
      </w:pPr>
      <w:r>
        <w:t>_____________________________________________________________;</w:t>
      </w:r>
    </w:p>
    <w:p w:rsidR="001A65DE" w:rsidRDefault="001A65DE" w:rsidP="00331682">
      <w:pPr>
        <w:ind w:right="-284"/>
        <w:jc w:val="center"/>
        <w:rPr>
          <w:sz w:val="20"/>
        </w:rPr>
      </w:pPr>
      <w:r w:rsidRPr="003569B2">
        <w:rPr>
          <w:sz w:val="20"/>
        </w:rPr>
        <w:t>(должност</w:t>
      </w:r>
      <w:r>
        <w:rPr>
          <w:sz w:val="20"/>
        </w:rPr>
        <w:t>ь</w:t>
      </w:r>
      <w:r w:rsidRPr="003569B2">
        <w:rPr>
          <w:sz w:val="20"/>
        </w:rPr>
        <w:t>, инициалы</w:t>
      </w:r>
      <w:r>
        <w:rPr>
          <w:sz w:val="20"/>
        </w:rPr>
        <w:t>,</w:t>
      </w:r>
      <w:r w:rsidRPr="003569B2">
        <w:rPr>
          <w:sz w:val="20"/>
        </w:rPr>
        <w:t xml:space="preserve"> фамили</w:t>
      </w:r>
      <w:r>
        <w:rPr>
          <w:sz w:val="20"/>
        </w:rPr>
        <w:t>я участников контрольного мероприятия, в том числе</w:t>
      </w:r>
      <w:r w:rsidRPr="003569B2">
        <w:rPr>
          <w:sz w:val="20"/>
        </w:rPr>
        <w:t xml:space="preserve">, </w:t>
      </w:r>
      <w:r>
        <w:rPr>
          <w:sz w:val="20"/>
        </w:rPr>
        <w:t>внешних экспертов</w:t>
      </w:r>
      <w:r w:rsidRPr="003569B2">
        <w:rPr>
          <w:sz w:val="20"/>
        </w:rPr>
        <w:t>)</w:t>
      </w:r>
    </w:p>
    <w:p w:rsidR="001A65DE" w:rsidRPr="00B90EF7" w:rsidRDefault="001A65DE" w:rsidP="001D15BA">
      <w:pPr>
        <w:ind w:right="-284"/>
      </w:pPr>
      <w:r>
        <w:t>8</w:t>
      </w:r>
      <w:r w:rsidRPr="009B5EE4">
        <w:t>.</w:t>
      </w:r>
      <w:r>
        <w:t> </w:t>
      </w:r>
      <w:r w:rsidRPr="009B5EE4">
        <w:t xml:space="preserve">Срок представления </w:t>
      </w:r>
      <w:r w:rsidRPr="006C13AD">
        <w:t xml:space="preserve">отчета на рассмотрение Коллегии </w:t>
      </w:r>
      <w:r w:rsidRPr="001D15BA">
        <w:rPr>
          <w:i/>
        </w:rPr>
        <w:t>(наименование</w:t>
      </w:r>
      <w:r>
        <w:t xml:space="preserve"> </w:t>
      </w:r>
      <w:r w:rsidRPr="002E575B">
        <w:rPr>
          <w:i/>
        </w:rPr>
        <w:t>контрольно-счетного орга</w:t>
      </w:r>
      <w:r>
        <w:rPr>
          <w:i/>
        </w:rPr>
        <w:t>на)</w:t>
      </w:r>
      <w:r>
        <w:t xml:space="preserve"> </w:t>
      </w:r>
      <w:r w:rsidRPr="00B90EF7">
        <w:t>«___»___________</w:t>
      </w:r>
      <w:r>
        <w:t>20__</w:t>
      </w:r>
      <w:r w:rsidRPr="00B90EF7">
        <w:t>года.</w:t>
      </w:r>
    </w:p>
    <w:p w:rsidR="001A65DE" w:rsidRDefault="001A65DE" w:rsidP="005E5F2B">
      <w:pPr>
        <w:spacing w:line="240" w:lineRule="auto"/>
        <w:ind w:left="284" w:right="-284"/>
      </w:pPr>
    </w:p>
    <w:p w:rsidR="001A65DE" w:rsidRPr="009756FA" w:rsidRDefault="001A65DE" w:rsidP="005E5F2B">
      <w:pPr>
        <w:pStyle w:val="a4"/>
        <w:ind w:left="284" w:right="-284"/>
        <w:rPr>
          <w:i/>
          <w:sz w:val="24"/>
          <w:szCs w:val="24"/>
        </w:rPr>
      </w:pPr>
    </w:p>
    <w:tbl>
      <w:tblPr>
        <w:tblW w:w="9639" w:type="dxa"/>
        <w:tblInd w:w="284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4819"/>
        <w:gridCol w:w="4820"/>
      </w:tblGrid>
      <w:tr w:rsidR="001A65DE" w:rsidRPr="00FF029C">
        <w:trPr>
          <w:cantSplit/>
        </w:trPr>
        <w:tc>
          <w:tcPr>
            <w:tcW w:w="4819" w:type="dxa"/>
            <w:vAlign w:val="bottom"/>
          </w:tcPr>
          <w:p w:rsidR="001A65DE" w:rsidRDefault="001A65DE" w:rsidP="001C7247">
            <w:pPr>
              <w:pStyle w:val="1"/>
            </w:pPr>
            <w:r>
              <w:t>Руководитель контрольного мероприятия</w:t>
            </w:r>
            <w:r>
              <w:rPr>
                <w:sz w:val="24"/>
                <w:szCs w:val="24"/>
              </w:rPr>
              <w:t xml:space="preserve"> </w:t>
            </w:r>
          </w:p>
          <w:p w:rsidR="001A65DE" w:rsidRPr="009B279A" w:rsidRDefault="001A65DE" w:rsidP="001C7247">
            <w:pPr>
              <w:pStyle w:val="1"/>
              <w:rPr>
                <w:sz w:val="24"/>
                <w:szCs w:val="24"/>
              </w:rPr>
            </w:pPr>
            <w:r w:rsidRPr="007E72DE">
              <w:t>(должность)</w:t>
            </w:r>
          </w:p>
        </w:tc>
        <w:tc>
          <w:tcPr>
            <w:tcW w:w="4820" w:type="dxa"/>
          </w:tcPr>
          <w:p w:rsidR="001A65DE" w:rsidRDefault="001A65DE" w:rsidP="00EA1301">
            <w:pPr>
              <w:pStyle w:val="a0"/>
              <w:rPr>
                <w:sz w:val="22"/>
                <w:szCs w:val="22"/>
              </w:rPr>
            </w:pPr>
          </w:p>
          <w:p w:rsidR="001A65DE" w:rsidRDefault="001A65DE" w:rsidP="00EA1301">
            <w:pPr>
              <w:pStyle w:val="a0"/>
              <w:rPr>
                <w:sz w:val="22"/>
                <w:szCs w:val="22"/>
              </w:rPr>
            </w:pPr>
          </w:p>
          <w:p w:rsidR="001A65DE" w:rsidRDefault="001A65DE" w:rsidP="00EA1301">
            <w:pPr>
              <w:pStyle w:val="a0"/>
              <w:rPr>
                <w:sz w:val="22"/>
                <w:szCs w:val="22"/>
              </w:rPr>
            </w:pPr>
          </w:p>
          <w:p w:rsidR="001A65DE" w:rsidRPr="009435FB" w:rsidRDefault="001A65DE" w:rsidP="00EA1301">
            <w:pPr>
              <w:pStyle w:val="a0"/>
            </w:pPr>
            <w:r w:rsidRPr="003E489F">
              <w:rPr>
                <w:sz w:val="22"/>
                <w:szCs w:val="22"/>
              </w:rPr>
              <w:t>личная подпись</w:t>
            </w:r>
            <w:r>
              <w:rPr>
                <w:sz w:val="22"/>
                <w:szCs w:val="22"/>
              </w:rPr>
              <w:t xml:space="preserve">           </w:t>
            </w:r>
            <w:r>
              <w:t>инициалы, фамилия</w:t>
            </w:r>
          </w:p>
        </w:tc>
      </w:tr>
    </w:tbl>
    <w:p w:rsidR="001A65DE" w:rsidRDefault="001A65DE" w:rsidP="005E5F2B"/>
    <w:p w:rsidR="001A65DE" w:rsidRDefault="001A65DE" w:rsidP="005E5F2B"/>
    <w:p w:rsidR="001A65DE" w:rsidRDefault="001A65DE" w:rsidP="005E5F2B"/>
    <w:p w:rsidR="001A65DE" w:rsidRDefault="001A65DE" w:rsidP="005E5F2B"/>
    <w:p w:rsidR="001A65DE" w:rsidRDefault="001A65DE" w:rsidP="005E5F2B">
      <w:pPr>
        <w:sectPr w:rsidR="001A65DE" w:rsidSect="001C7247">
          <w:headerReference w:type="first" r:id="rId8"/>
          <w:pgSz w:w="11907" w:h="16840" w:code="9"/>
          <w:pgMar w:top="1418" w:right="1134" w:bottom="1418" w:left="1134" w:header="709" w:footer="709" w:gutter="0"/>
          <w:pgNumType w:start="1"/>
          <w:cols w:space="60"/>
          <w:noEndnote/>
          <w:titlePg/>
        </w:sectPr>
      </w:pPr>
    </w:p>
    <w:p w:rsidR="001A65DE" w:rsidRDefault="001A65DE" w:rsidP="0038038F">
      <w:pPr>
        <w:spacing w:line="240" w:lineRule="auto"/>
        <w:ind w:firstLine="0"/>
        <w:jc w:val="right"/>
      </w:pPr>
      <w:r w:rsidRPr="00845D09">
        <w:rPr>
          <w:i/>
          <w:sz w:val="24"/>
          <w:szCs w:val="24"/>
        </w:rPr>
        <w:t>Образец оформления</w:t>
      </w:r>
      <w:r>
        <w:rPr>
          <w:szCs w:val="28"/>
        </w:rPr>
        <w:t xml:space="preserve">                                                                                                                                           </w:t>
      </w:r>
      <w:r>
        <w:t>Приложение № 3</w:t>
      </w:r>
    </w:p>
    <w:tbl>
      <w:tblPr>
        <w:tblpPr w:leftFromText="180" w:rightFromText="180" w:vertAnchor="page" w:horzAnchor="margin" w:tblpY="1780"/>
        <w:tblW w:w="146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601"/>
      </w:tblGrid>
      <w:tr w:rsidR="001A65DE" w:rsidRPr="00951666">
        <w:trPr>
          <w:cantSplit/>
          <w:trHeight w:hRule="exact" w:val="423"/>
        </w:trPr>
        <w:tc>
          <w:tcPr>
            <w:tcW w:w="14601" w:type="dxa"/>
          </w:tcPr>
          <w:p w:rsidR="001A65DE" w:rsidRPr="00774B74" w:rsidRDefault="001A65DE" w:rsidP="00311E1F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5E5F2B">
      <w:pPr>
        <w:pStyle w:val="Heading1"/>
      </w:pPr>
      <w:r>
        <w:t>рабочий план</w:t>
      </w:r>
    </w:p>
    <w:p w:rsidR="001A65DE" w:rsidRDefault="001A65DE" w:rsidP="005E5F2B">
      <w:pPr>
        <w:pStyle w:val="Heading3"/>
      </w:pPr>
      <w:r>
        <w:t xml:space="preserve">проведения </w:t>
      </w:r>
      <w:r w:rsidRPr="006C13AD">
        <w:t>контрольного мероприятия</w:t>
      </w:r>
    </w:p>
    <w:p w:rsidR="001A65DE" w:rsidRDefault="001A65DE" w:rsidP="005E5F2B">
      <w:pPr>
        <w:pStyle w:val="Heading3"/>
      </w:pPr>
      <w:r>
        <w:t>«___________________________________________________________________________________________»</w:t>
      </w:r>
    </w:p>
    <w:p w:rsidR="001A65DE" w:rsidRPr="00311E1F" w:rsidRDefault="001A65DE" w:rsidP="005E5F2B">
      <w:pPr>
        <w:spacing w:line="240" w:lineRule="auto"/>
        <w:ind w:firstLine="0"/>
        <w:jc w:val="center"/>
        <w:rPr>
          <w:szCs w:val="28"/>
          <w:vertAlign w:val="superscript"/>
          <w:lang w:eastAsia="en-US"/>
        </w:rPr>
      </w:pPr>
      <w:r w:rsidRPr="00311E1F">
        <w:rPr>
          <w:szCs w:val="28"/>
          <w:vertAlign w:val="superscript"/>
        </w:rPr>
        <w:t>(наименование контрольного мероприятия)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9"/>
        <w:gridCol w:w="2404"/>
        <w:gridCol w:w="3377"/>
        <w:gridCol w:w="2344"/>
        <w:gridCol w:w="1059"/>
        <w:gridCol w:w="1445"/>
        <w:gridCol w:w="1974"/>
      </w:tblGrid>
      <w:tr w:rsidR="001A65DE" w:rsidRPr="002D5C10">
        <w:trPr>
          <w:cantSplit/>
          <w:jc w:val="center"/>
        </w:trPr>
        <w:tc>
          <w:tcPr>
            <w:tcW w:w="2139" w:type="dxa"/>
            <w:vMerge w:val="restart"/>
            <w:vAlign w:val="center"/>
          </w:tcPr>
          <w:p w:rsidR="001A65DE" w:rsidRPr="00B70B9F" w:rsidRDefault="001A65DE" w:rsidP="002D5C10">
            <w:pPr>
              <w:pStyle w:val="Heading3"/>
              <w:rPr>
                <w:sz w:val="24"/>
                <w:szCs w:val="24"/>
              </w:rPr>
            </w:pPr>
            <w:r w:rsidRPr="00B70B9F">
              <w:rPr>
                <w:sz w:val="24"/>
                <w:szCs w:val="24"/>
              </w:rPr>
              <w:t>Объекты контрольного</w:t>
            </w:r>
          </w:p>
          <w:p w:rsidR="001A65DE" w:rsidRPr="00B70B9F" w:rsidRDefault="001A65DE" w:rsidP="002D5C10">
            <w:pPr>
              <w:pStyle w:val="Heading3"/>
              <w:rPr>
                <w:sz w:val="24"/>
                <w:szCs w:val="24"/>
              </w:rPr>
            </w:pPr>
            <w:r w:rsidRPr="00B70B9F">
              <w:rPr>
                <w:sz w:val="24"/>
                <w:szCs w:val="24"/>
              </w:rPr>
              <w:t>мероприятия</w:t>
            </w:r>
          </w:p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5C10">
              <w:rPr>
                <w:bCs/>
                <w:sz w:val="24"/>
                <w:szCs w:val="24"/>
              </w:rPr>
              <w:t>(из программы)</w:t>
            </w:r>
          </w:p>
        </w:tc>
        <w:tc>
          <w:tcPr>
            <w:tcW w:w="2404" w:type="dxa"/>
            <w:vMerge w:val="restart"/>
            <w:vAlign w:val="center"/>
          </w:tcPr>
          <w:p w:rsidR="001A65DE" w:rsidRPr="00B70B9F" w:rsidRDefault="001A65DE" w:rsidP="002D5C10">
            <w:pPr>
              <w:pStyle w:val="Heading3"/>
              <w:rPr>
                <w:sz w:val="24"/>
                <w:szCs w:val="24"/>
              </w:rPr>
            </w:pPr>
            <w:r w:rsidRPr="00B70B9F">
              <w:rPr>
                <w:sz w:val="24"/>
                <w:szCs w:val="24"/>
              </w:rPr>
              <w:t>Вопросы контрольного мероприятия</w:t>
            </w:r>
          </w:p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D5C10">
              <w:rPr>
                <w:bCs/>
                <w:sz w:val="24"/>
                <w:szCs w:val="24"/>
              </w:rPr>
              <w:t>(из программы)</w:t>
            </w:r>
          </w:p>
        </w:tc>
        <w:tc>
          <w:tcPr>
            <w:tcW w:w="3377" w:type="dxa"/>
            <w:vMerge w:val="restart"/>
            <w:vAlign w:val="center"/>
          </w:tcPr>
          <w:p w:rsidR="001A65DE" w:rsidRPr="00B70B9F" w:rsidRDefault="001A65DE" w:rsidP="002D5C10">
            <w:pPr>
              <w:pStyle w:val="Heading3"/>
              <w:rPr>
                <w:sz w:val="24"/>
                <w:szCs w:val="24"/>
              </w:rPr>
            </w:pPr>
            <w:r w:rsidRPr="00B70B9F">
              <w:rPr>
                <w:sz w:val="24"/>
                <w:szCs w:val="24"/>
              </w:rPr>
              <w:t>Содержание работы</w:t>
            </w:r>
          </w:p>
          <w:p w:rsidR="001A65DE" w:rsidRPr="00B70B9F" w:rsidRDefault="001A65DE" w:rsidP="002D5C10">
            <w:pPr>
              <w:pStyle w:val="Heading3"/>
              <w:rPr>
                <w:b w:val="0"/>
                <w:sz w:val="24"/>
                <w:szCs w:val="24"/>
              </w:rPr>
            </w:pPr>
            <w:r w:rsidRPr="00B70B9F">
              <w:rPr>
                <w:b w:val="0"/>
                <w:sz w:val="24"/>
                <w:szCs w:val="24"/>
              </w:rPr>
              <w:t>(перечень контрольных процедур)</w:t>
            </w:r>
          </w:p>
        </w:tc>
        <w:tc>
          <w:tcPr>
            <w:tcW w:w="2344" w:type="dxa"/>
            <w:vMerge w:val="restart"/>
            <w:vAlign w:val="center"/>
          </w:tcPr>
          <w:p w:rsidR="001A65DE" w:rsidRPr="00B70B9F" w:rsidRDefault="001A65DE" w:rsidP="002D5C10">
            <w:pPr>
              <w:pStyle w:val="Heading3"/>
              <w:rPr>
                <w:sz w:val="24"/>
                <w:szCs w:val="24"/>
              </w:rPr>
            </w:pPr>
            <w:r w:rsidRPr="00B70B9F">
              <w:rPr>
                <w:sz w:val="24"/>
                <w:szCs w:val="24"/>
              </w:rPr>
              <w:t>Исполнители</w:t>
            </w:r>
          </w:p>
        </w:tc>
        <w:tc>
          <w:tcPr>
            <w:tcW w:w="4478" w:type="dxa"/>
            <w:gridSpan w:val="3"/>
            <w:vAlign w:val="center"/>
          </w:tcPr>
          <w:p w:rsidR="001A65DE" w:rsidRPr="00B70B9F" w:rsidRDefault="001A65DE" w:rsidP="002D5C10">
            <w:pPr>
              <w:pStyle w:val="Heading3"/>
              <w:rPr>
                <w:sz w:val="24"/>
                <w:szCs w:val="24"/>
              </w:rPr>
            </w:pPr>
            <w:r w:rsidRPr="00B70B9F">
              <w:rPr>
                <w:sz w:val="24"/>
                <w:szCs w:val="24"/>
              </w:rPr>
              <w:t>Сроки</w:t>
            </w:r>
          </w:p>
        </w:tc>
      </w:tr>
      <w:tr w:rsidR="001A65DE" w:rsidRPr="002D5C10">
        <w:trPr>
          <w:cantSplit/>
          <w:jc w:val="center"/>
        </w:trPr>
        <w:tc>
          <w:tcPr>
            <w:tcW w:w="2139" w:type="dxa"/>
            <w:vMerge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7" w:type="dxa"/>
            <w:vMerge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начала работы</w:t>
            </w:r>
          </w:p>
        </w:tc>
        <w:tc>
          <w:tcPr>
            <w:tcW w:w="1445" w:type="dxa"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окончания</w:t>
            </w:r>
          </w:p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74" w:type="dxa"/>
          </w:tcPr>
          <w:p w:rsidR="001A65DE" w:rsidRPr="002D5C10" w:rsidRDefault="001A65DE" w:rsidP="002D5C1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C10">
              <w:rPr>
                <w:b/>
                <w:sz w:val="24"/>
                <w:szCs w:val="24"/>
              </w:rPr>
              <w:t>представления материалов для подготовки актов</w:t>
            </w:r>
          </w:p>
        </w:tc>
      </w:tr>
      <w:tr w:rsidR="001A65DE" w:rsidRPr="00367DB3">
        <w:trPr>
          <w:cantSplit/>
          <w:trHeight w:val="254"/>
          <w:jc w:val="center"/>
        </w:trPr>
        <w:tc>
          <w:tcPr>
            <w:tcW w:w="2139" w:type="dxa"/>
            <w:vMerge w:val="restart"/>
            <w:tcBorders>
              <w:top w:val="nil"/>
            </w:tcBorders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1.</w:t>
            </w:r>
          </w:p>
        </w:tc>
        <w:tc>
          <w:tcPr>
            <w:tcW w:w="2404" w:type="dxa"/>
            <w:vMerge w:val="restart"/>
            <w:tcBorders>
              <w:top w:val="nil"/>
            </w:tcBorders>
          </w:tcPr>
          <w:p w:rsidR="001A65DE" w:rsidRPr="00367DB3" w:rsidRDefault="001A65DE" w:rsidP="00C622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а)</w:t>
            </w:r>
          </w:p>
        </w:tc>
        <w:tc>
          <w:tcPr>
            <w:tcW w:w="3377" w:type="dxa"/>
            <w:tcBorders>
              <w:top w:val="nil"/>
            </w:tcBorders>
          </w:tcPr>
          <w:p w:rsidR="001A65DE" w:rsidRPr="00367DB3" w:rsidRDefault="001A65DE" w:rsidP="000E19A1">
            <w:pPr>
              <w:tabs>
                <w:tab w:val="left" w:pos="28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top w:val="nil"/>
            </w:tcBorders>
          </w:tcPr>
          <w:p w:rsidR="001A65DE" w:rsidRPr="00367DB3" w:rsidRDefault="001A65DE" w:rsidP="00BF73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367"/>
          <w:jc w:val="center"/>
        </w:trPr>
        <w:tc>
          <w:tcPr>
            <w:tcW w:w="2139" w:type="dxa"/>
            <w:vMerge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1A65DE" w:rsidRPr="00367DB3" w:rsidRDefault="001A65DE" w:rsidP="00C622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</w:tcPr>
          <w:p w:rsidR="001A65DE" w:rsidRDefault="001A65DE" w:rsidP="000E19A1">
            <w:pPr>
              <w:tabs>
                <w:tab w:val="left" w:pos="28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</w:tcPr>
          <w:p w:rsidR="001A65DE" w:rsidRPr="00367DB3" w:rsidRDefault="001A65DE" w:rsidP="00BF73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282"/>
          <w:jc w:val="center"/>
        </w:trPr>
        <w:tc>
          <w:tcPr>
            <w:tcW w:w="2139" w:type="dxa"/>
            <w:vMerge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</w:tcPr>
          <w:p w:rsidR="001A65DE" w:rsidRPr="00367DB3" w:rsidRDefault="001A65DE" w:rsidP="00BF7323">
            <w:pPr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б)</w:t>
            </w:r>
          </w:p>
        </w:tc>
        <w:tc>
          <w:tcPr>
            <w:tcW w:w="3377" w:type="dxa"/>
          </w:tcPr>
          <w:p w:rsidR="001A65DE" w:rsidRPr="00367DB3" w:rsidRDefault="001A65DE" w:rsidP="000E19A1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</w:tcPr>
          <w:p w:rsidR="001A65DE" w:rsidRPr="00367DB3" w:rsidRDefault="001A65DE" w:rsidP="00BF73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339"/>
          <w:jc w:val="center"/>
        </w:trPr>
        <w:tc>
          <w:tcPr>
            <w:tcW w:w="2139" w:type="dxa"/>
            <w:vMerge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1A65DE" w:rsidRPr="00367DB3" w:rsidRDefault="001A65DE" w:rsidP="00BF732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</w:tcPr>
          <w:p w:rsidR="001A65DE" w:rsidRDefault="001A65DE" w:rsidP="000E19A1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</w:tcPr>
          <w:p w:rsidR="001A65DE" w:rsidRPr="00367DB3" w:rsidRDefault="001A65DE" w:rsidP="00BF73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282"/>
          <w:jc w:val="center"/>
        </w:trPr>
        <w:tc>
          <w:tcPr>
            <w:tcW w:w="2139" w:type="dxa"/>
            <w:vMerge w:val="restart"/>
          </w:tcPr>
          <w:p w:rsidR="001A65DE" w:rsidRPr="00367DB3" w:rsidRDefault="001A65DE" w:rsidP="00C62291">
            <w:pPr>
              <w:ind w:firstLine="0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2.</w:t>
            </w:r>
          </w:p>
        </w:tc>
        <w:tc>
          <w:tcPr>
            <w:tcW w:w="2404" w:type="dxa"/>
            <w:vMerge w:val="restart"/>
          </w:tcPr>
          <w:p w:rsidR="001A65DE" w:rsidRPr="00367DB3" w:rsidRDefault="001A65DE" w:rsidP="00C622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а)</w:t>
            </w:r>
          </w:p>
        </w:tc>
        <w:tc>
          <w:tcPr>
            <w:tcW w:w="3377" w:type="dxa"/>
          </w:tcPr>
          <w:p w:rsidR="001A65DE" w:rsidRPr="00367DB3" w:rsidRDefault="001A65DE" w:rsidP="000E19A1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</w:tcPr>
          <w:p w:rsidR="001A65DE" w:rsidRPr="00367DB3" w:rsidRDefault="001A65DE" w:rsidP="00BF73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339"/>
          <w:jc w:val="center"/>
        </w:trPr>
        <w:tc>
          <w:tcPr>
            <w:tcW w:w="2139" w:type="dxa"/>
            <w:vMerge/>
          </w:tcPr>
          <w:p w:rsidR="001A65DE" w:rsidRPr="00367DB3" w:rsidRDefault="001A65DE" w:rsidP="00C6229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bottom w:val="nil"/>
            </w:tcBorders>
          </w:tcPr>
          <w:p w:rsidR="001A65DE" w:rsidRPr="00367DB3" w:rsidRDefault="001A65DE" w:rsidP="00C622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bottom w:val="nil"/>
            </w:tcBorders>
          </w:tcPr>
          <w:p w:rsidR="001A65DE" w:rsidRDefault="001A65DE" w:rsidP="000E19A1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  <w:tcBorders>
              <w:bottom w:val="nil"/>
            </w:tcBorders>
          </w:tcPr>
          <w:p w:rsidR="001A65DE" w:rsidRPr="00367DB3" w:rsidRDefault="001A65DE" w:rsidP="00BF73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bottom w:val="nil"/>
            </w:tcBorders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nil"/>
            </w:tcBorders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nil"/>
            </w:tcBorders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310"/>
          <w:jc w:val="center"/>
        </w:trPr>
        <w:tc>
          <w:tcPr>
            <w:tcW w:w="2139" w:type="dxa"/>
            <w:vMerge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</w:tcPr>
          <w:p w:rsidR="001A65DE" w:rsidRPr="00367DB3" w:rsidRDefault="001A65DE" w:rsidP="00C62291">
            <w:pPr>
              <w:ind w:firstLine="0"/>
              <w:jc w:val="left"/>
              <w:rPr>
                <w:sz w:val="24"/>
                <w:szCs w:val="24"/>
              </w:rPr>
            </w:pPr>
            <w:r w:rsidRPr="00367DB3">
              <w:rPr>
                <w:sz w:val="24"/>
                <w:szCs w:val="24"/>
              </w:rPr>
              <w:t>б)</w:t>
            </w:r>
          </w:p>
        </w:tc>
        <w:tc>
          <w:tcPr>
            <w:tcW w:w="3377" w:type="dxa"/>
          </w:tcPr>
          <w:p w:rsidR="001A65DE" w:rsidRPr="00367DB3" w:rsidRDefault="001A65DE" w:rsidP="000E19A1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65DE" w:rsidRPr="00367DB3">
        <w:trPr>
          <w:cantSplit/>
          <w:trHeight w:val="311"/>
          <w:jc w:val="center"/>
        </w:trPr>
        <w:tc>
          <w:tcPr>
            <w:tcW w:w="2139" w:type="dxa"/>
            <w:vMerge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1A65DE" w:rsidRPr="00367DB3" w:rsidRDefault="001A65DE" w:rsidP="00C6229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</w:tcPr>
          <w:p w:rsidR="001A65DE" w:rsidRDefault="001A65DE" w:rsidP="000E19A1">
            <w:pPr>
              <w:tabs>
                <w:tab w:val="left" w:pos="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-;</w:t>
            </w:r>
          </w:p>
        </w:tc>
        <w:tc>
          <w:tcPr>
            <w:tcW w:w="234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1A65DE" w:rsidRPr="00367DB3" w:rsidRDefault="001A65DE" w:rsidP="002D5C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1A65DE" w:rsidRPr="00367DB3" w:rsidRDefault="001A65DE" w:rsidP="005E5F2B">
      <w:pPr>
        <w:pStyle w:val="1"/>
        <w:rPr>
          <w:sz w:val="24"/>
          <w:szCs w:val="24"/>
        </w:rPr>
      </w:pP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727"/>
        <w:gridCol w:w="8902"/>
      </w:tblGrid>
      <w:tr w:rsidR="001A65DE" w:rsidRPr="00FF029C">
        <w:trPr>
          <w:cantSplit/>
        </w:trPr>
        <w:tc>
          <w:tcPr>
            <w:tcW w:w="5727" w:type="dxa"/>
            <w:vAlign w:val="bottom"/>
          </w:tcPr>
          <w:p w:rsidR="001A65DE" w:rsidRPr="00EF17DA" w:rsidRDefault="001A65DE" w:rsidP="001C7247">
            <w:pPr>
              <w:pStyle w:val="1"/>
            </w:pPr>
            <w:r>
              <w:t>Руководитель контрольного мероприятия (должность)</w:t>
            </w:r>
          </w:p>
        </w:tc>
        <w:tc>
          <w:tcPr>
            <w:tcW w:w="8902" w:type="dxa"/>
            <w:vAlign w:val="bottom"/>
          </w:tcPr>
          <w:p w:rsidR="001A65DE" w:rsidRPr="009435FB" w:rsidRDefault="001A65DE" w:rsidP="00A40958">
            <w:pPr>
              <w:pStyle w:val="a0"/>
            </w:pPr>
            <w:r w:rsidRPr="003E489F">
              <w:rPr>
                <w:sz w:val="22"/>
                <w:szCs w:val="22"/>
              </w:rPr>
              <w:t>личная подпись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инициалы, фамилия</w:t>
            </w:r>
          </w:p>
        </w:tc>
      </w:tr>
    </w:tbl>
    <w:p w:rsidR="001A65DE" w:rsidRPr="0038038F" w:rsidRDefault="001A65DE" w:rsidP="005E5F2B">
      <w:pPr>
        <w:pStyle w:val="1"/>
        <w:rPr>
          <w:sz w:val="20"/>
          <w:szCs w:val="20"/>
        </w:rPr>
      </w:pPr>
    </w:p>
    <w:p w:rsidR="001A65DE" w:rsidRDefault="001A65DE" w:rsidP="005E5F2B">
      <w:pPr>
        <w:pStyle w:val="1"/>
        <w:ind w:firstLine="709"/>
      </w:pPr>
      <w:r>
        <w:t>С рабочим планом ознакомлены:</w:t>
      </w:r>
    </w:p>
    <w:p w:rsidR="001A65DE" w:rsidRPr="0038038F" w:rsidRDefault="001A65DE" w:rsidP="005E5F2B">
      <w:pPr>
        <w:pStyle w:val="1"/>
        <w:rPr>
          <w:sz w:val="20"/>
          <w:szCs w:val="20"/>
        </w:rPr>
      </w:pP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302"/>
        <w:gridCol w:w="9327"/>
      </w:tblGrid>
      <w:tr w:rsidR="001A65DE" w:rsidRPr="00FF029C">
        <w:trPr>
          <w:cantSplit/>
        </w:trPr>
        <w:tc>
          <w:tcPr>
            <w:tcW w:w="5302" w:type="dxa"/>
            <w:vAlign w:val="bottom"/>
          </w:tcPr>
          <w:p w:rsidR="001A65DE" w:rsidRDefault="001A65DE" w:rsidP="001C7247">
            <w:pPr>
              <w:pStyle w:val="1"/>
            </w:pPr>
            <w:r>
              <w:t>Ответственные исполнители</w:t>
            </w:r>
          </w:p>
          <w:p w:rsidR="001A65DE" w:rsidRDefault="001A65DE" w:rsidP="001C7247">
            <w:pPr>
              <w:pStyle w:val="1"/>
            </w:pPr>
            <w:r>
              <w:t>(должности)</w:t>
            </w:r>
          </w:p>
        </w:tc>
        <w:tc>
          <w:tcPr>
            <w:tcW w:w="9327" w:type="dxa"/>
            <w:vAlign w:val="bottom"/>
          </w:tcPr>
          <w:p w:rsidR="001A65DE" w:rsidRPr="002D3786" w:rsidRDefault="001A65DE" w:rsidP="00A40958">
            <w:pPr>
              <w:pStyle w:val="a0"/>
              <w:rPr>
                <w:sz w:val="20"/>
                <w:szCs w:val="20"/>
              </w:rPr>
            </w:pPr>
            <w:r w:rsidRPr="003E489F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3E489F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инициалы, фамилия</w:t>
            </w:r>
          </w:p>
        </w:tc>
      </w:tr>
    </w:tbl>
    <w:p w:rsidR="001A65DE" w:rsidRDefault="001A65DE" w:rsidP="0038038F">
      <w:pPr>
        <w:spacing w:line="240" w:lineRule="auto"/>
      </w:pPr>
    </w:p>
    <w:p w:rsidR="001A65DE" w:rsidRDefault="001A65DE" w:rsidP="0038038F">
      <w:pPr>
        <w:spacing w:line="240" w:lineRule="auto"/>
      </w:pPr>
    </w:p>
    <w:p w:rsidR="001A65DE" w:rsidRDefault="001A65DE" w:rsidP="005E5F2B">
      <w:pPr>
        <w:sectPr w:rsidR="001A65DE" w:rsidSect="001C7247">
          <w:headerReference w:type="first" r:id="rId9"/>
          <w:pgSz w:w="16840" w:h="11907" w:orient="landscape" w:code="9"/>
          <w:pgMar w:top="851" w:right="1134" w:bottom="1134" w:left="1134" w:header="709" w:footer="709" w:gutter="0"/>
          <w:pgNumType w:start="1"/>
          <w:cols w:space="60"/>
          <w:noEndnote/>
          <w:titlePg/>
        </w:sectPr>
      </w:pPr>
    </w:p>
    <w:p w:rsidR="001A65DE" w:rsidRPr="009B146B" w:rsidRDefault="001A65DE" w:rsidP="0038038F">
      <w:pPr>
        <w:spacing w:line="240" w:lineRule="auto"/>
        <w:ind w:firstLine="0"/>
      </w:pPr>
      <w:r w:rsidRPr="00845D09">
        <w:rPr>
          <w:i/>
          <w:sz w:val="24"/>
          <w:szCs w:val="24"/>
        </w:rPr>
        <w:t>Образец оформления</w:t>
      </w:r>
      <w:r>
        <w:rPr>
          <w:szCs w:val="28"/>
        </w:rPr>
        <w:t xml:space="preserve"> </w:t>
      </w:r>
      <w:r w:rsidRPr="009A02B4">
        <w:rPr>
          <w:i/>
          <w:sz w:val="24"/>
          <w:szCs w:val="24"/>
        </w:rPr>
        <w:t>уведомления</w:t>
      </w:r>
      <w:r>
        <w:rPr>
          <w:szCs w:val="28"/>
        </w:rPr>
        <w:t xml:space="preserve">                                                              </w:t>
      </w:r>
      <w:r>
        <w:t>Приложение № 4</w:t>
      </w:r>
    </w:p>
    <w:tbl>
      <w:tblPr>
        <w:tblpPr w:leftFromText="180" w:rightFromText="180" w:horzAnchor="margin" w:tblpY="56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1A65DE" w:rsidRPr="00951666">
        <w:trPr>
          <w:cantSplit/>
          <w:trHeight w:hRule="exact" w:val="423"/>
        </w:trPr>
        <w:tc>
          <w:tcPr>
            <w:tcW w:w="9923" w:type="dxa"/>
          </w:tcPr>
          <w:p w:rsidR="001A65DE" w:rsidRPr="009A02B4" w:rsidRDefault="001A65DE" w:rsidP="0097060F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3F3E16">
      <w:pPr>
        <w:spacing w:line="240" w:lineRule="auto"/>
        <w:ind w:left="426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FA1663">
      <w:pPr>
        <w:spacing w:line="240" w:lineRule="auto"/>
        <w:ind w:left="426" w:right="-284" w:firstLine="0"/>
        <w:rPr>
          <w:sz w:val="16"/>
          <w:szCs w:val="16"/>
        </w:rPr>
      </w:pPr>
      <w:r>
        <w:rPr>
          <w:sz w:val="20"/>
        </w:rPr>
        <w:t>а</w:t>
      </w:r>
      <w:r w:rsidRPr="00EF09D4">
        <w:rPr>
          <w:sz w:val="20"/>
        </w:rPr>
        <w:t>дрес</w:t>
      </w:r>
      <w:r>
        <w:rPr>
          <w:sz w:val="20"/>
        </w:rPr>
        <w:t>, индекс                                                                                                                                                 тел., факс</w:t>
      </w: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100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Default="001A65DE" w:rsidP="003F3E16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Y="338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3F3E16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5245" w:type="dxa"/>
          </w:tcPr>
          <w:p w:rsidR="001A65DE" w:rsidRPr="000514C6" w:rsidRDefault="001A65DE" w:rsidP="003F3E16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97060F">
      <w:pPr>
        <w:spacing w:line="240" w:lineRule="auto"/>
      </w:pPr>
    </w:p>
    <w:tbl>
      <w:tblPr>
        <w:tblpPr w:leftFromText="180" w:rightFromText="180" w:vertAnchor="text" w:horzAnchor="margin" w:tblpY="5"/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536"/>
      </w:tblGrid>
      <w:tr w:rsidR="001A65DE" w:rsidRPr="00FF029C">
        <w:trPr>
          <w:cantSplit/>
        </w:trPr>
        <w:tc>
          <w:tcPr>
            <w:tcW w:w="4252" w:type="dxa"/>
          </w:tcPr>
          <w:p w:rsidR="001A65DE" w:rsidRPr="00EF09D4" w:rsidRDefault="001A65DE" w:rsidP="00032587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Default="001A65DE" w:rsidP="00032587">
            <w:pPr>
              <w:pStyle w:val="a2"/>
            </w:pPr>
          </w:p>
        </w:tc>
        <w:tc>
          <w:tcPr>
            <w:tcW w:w="4536" w:type="dxa"/>
          </w:tcPr>
          <w:p w:rsidR="001A65DE" w:rsidRDefault="001A65DE" w:rsidP="00032587">
            <w:pPr>
              <w:pStyle w:val="a2"/>
            </w:pPr>
            <w:r w:rsidRPr="00F46859">
              <w:t xml:space="preserve">Должность руководителя </w:t>
            </w:r>
            <w:r>
              <w:t>проверяемого объекта</w:t>
            </w:r>
          </w:p>
          <w:p w:rsidR="001A65DE" w:rsidRDefault="001A65DE" w:rsidP="00032587">
            <w:pPr>
              <w:pStyle w:val="a2"/>
            </w:pPr>
          </w:p>
          <w:p w:rsidR="001A65DE" w:rsidRPr="00662AC9" w:rsidRDefault="001A65DE" w:rsidP="00032587">
            <w:pPr>
              <w:pStyle w:val="a2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1A65DE" w:rsidRDefault="001A65DE" w:rsidP="0097060F">
      <w:pPr>
        <w:spacing w:line="240" w:lineRule="auto"/>
      </w:pPr>
    </w:p>
    <w:p w:rsidR="001A65DE" w:rsidRDefault="001A65DE" w:rsidP="0097060F">
      <w:pPr>
        <w:spacing w:line="240" w:lineRule="auto"/>
      </w:pPr>
    </w:p>
    <w:p w:rsidR="001A65DE" w:rsidRDefault="001A65DE" w:rsidP="0097060F">
      <w:pPr>
        <w:spacing w:line="240" w:lineRule="auto"/>
      </w:pPr>
    </w:p>
    <w:p w:rsidR="001A65DE" w:rsidRDefault="001A65DE" w:rsidP="00335B23">
      <w:pPr>
        <w:spacing w:line="240" w:lineRule="auto"/>
        <w:ind w:firstLine="426"/>
        <w:jc w:val="center"/>
      </w:pPr>
      <w:r w:rsidRPr="00F46859">
        <w:t xml:space="preserve">Уважаемый </w:t>
      </w:r>
      <w:r w:rsidRPr="00F46859">
        <w:rPr>
          <w:i/>
        </w:rPr>
        <w:t>имя отчество</w:t>
      </w:r>
      <w:r w:rsidRPr="00F46859">
        <w:t>!</w:t>
      </w:r>
    </w:p>
    <w:p w:rsidR="001A65DE" w:rsidRDefault="001A65DE" w:rsidP="005E5F2B">
      <w:pPr>
        <w:spacing w:line="240" w:lineRule="auto"/>
      </w:pPr>
    </w:p>
    <w:p w:rsidR="001A65DE" w:rsidRDefault="001A65DE" w:rsidP="00383610">
      <w:pPr>
        <w:ind w:right="-284"/>
      </w:pPr>
      <w:r>
        <w:rPr>
          <w:i/>
        </w:rPr>
        <w:t>(Наименование к</w:t>
      </w:r>
      <w:r w:rsidRPr="00D645ED">
        <w:rPr>
          <w:i/>
        </w:rPr>
        <w:t>онтрольно-счетн</w:t>
      </w:r>
      <w:r>
        <w:rPr>
          <w:i/>
        </w:rPr>
        <w:t>ого</w:t>
      </w:r>
      <w:r w:rsidRPr="00D645ED">
        <w:rPr>
          <w:i/>
        </w:rPr>
        <w:t xml:space="preserve"> орган</w:t>
      </w:r>
      <w:r>
        <w:rPr>
          <w:i/>
        </w:rPr>
        <w:t>а)</w:t>
      </w:r>
      <w:r>
        <w:t xml:space="preserve"> </w:t>
      </w:r>
      <w:r w:rsidRPr="00F46859">
        <w:t>уведомляет Вас, что в соответствии с ________</w:t>
      </w:r>
      <w:r>
        <w:t>___________________</w:t>
      </w:r>
    </w:p>
    <w:p w:rsidR="001A65DE" w:rsidRDefault="001A65DE" w:rsidP="00AA147B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Pr="00AA147B" w:rsidRDefault="001A65DE" w:rsidP="00AA147B">
      <w:pPr>
        <w:spacing w:line="240" w:lineRule="auto"/>
        <w:ind w:right="-284" w:firstLine="0"/>
      </w:pPr>
      <w:r w:rsidRPr="001D17FC">
        <w:rPr>
          <w:szCs w:val="28"/>
          <w:vertAlign w:val="superscript"/>
        </w:rPr>
        <w:t>(</w:t>
      </w:r>
      <w:r>
        <w:rPr>
          <w:szCs w:val="28"/>
          <w:vertAlign w:val="superscript"/>
        </w:rPr>
        <w:t>положение (иной документ) регламентирующем деятельность контрольно-счетного органа</w:t>
      </w:r>
      <w:r w:rsidRPr="001D17FC">
        <w:rPr>
          <w:szCs w:val="28"/>
          <w:vertAlign w:val="superscript"/>
        </w:rPr>
        <w:t>, 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1D17FC">
        <w:rPr>
          <w:szCs w:val="28"/>
          <w:vertAlign w:val="superscript"/>
        </w:rPr>
        <w:t xml:space="preserve">, </w:t>
      </w:r>
      <w:r w:rsidRPr="001D17FC">
        <w:rPr>
          <w:snapToGrid w:val="0"/>
          <w:szCs w:val="28"/>
          <w:vertAlign w:val="superscript"/>
        </w:rPr>
        <w:t>иные основания для проведения внеплан</w:t>
      </w:r>
      <w:r>
        <w:rPr>
          <w:snapToGrid w:val="0"/>
          <w:szCs w:val="28"/>
          <w:vertAlign w:val="superscript"/>
        </w:rPr>
        <w:t>ового контрольного мероприятия,</w:t>
      </w:r>
      <w:r>
        <w:rPr>
          <w:szCs w:val="28"/>
          <w:vertAlign w:val="superscript"/>
        </w:rPr>
        <w:t xml:space="preserve"> </w:t>
      </w:r>
      <w:r w:rsidRPr="001D17FC">
        <w:rPr>
          <w:szCs w:val="28"/>
          <w:vertAlign w:val="superscript"/>
        </w:rPr>
        <w:t xml:space="preserve">пункт </w:t>
      </w:r>
      <w:r>
        <w:rPr>
          <w:szCs w:val="28"/>
          <w:vertAlign w:val="superscript"/>
        </w:rPr>
        <w:t xml:space="preserve">решения </w:t>
      </w:r>
      <w:r w:rsidRPr="001D17FC">
        <w:rPr>
          <w:szCs w:val="28"/>
          <w:vertAlign w:val="superscript"/>
        </w:rPr>
        <w:t xml:space="preserve"> </w:t>
      </w:r>
      <w:r>
        <w:rPr>
          <w:szCs w:val="28"/>
          <w:vertAlign w:val="superscript"/>
        </w:rPr>
        <w:t xml:space="preserve">контрольно-счетного органа </w:t>
      </w:r>
      <w:r w:rsidRPr="001D17FC">
        <w:rPr>
          <w:szCs w:val="28"/>
          <w:vertAlign w:val="superscript"/>
        </w:rPr>
        <w:t>(</w:t>
      </w:r>
      <w:r>
        <w:rPr>
          <w:szCs w:val="28"/>
          <w:vertAlign w:val="superscript"/>
        </w:rPr>
        <w:t>протокол заседания от «__»_____</w:t>
      </w:r>
      <w:r w:rsidRPr="001D17FC">
        <w:rPr>
          <w:szCs w:val="28"/>
          <w:vertAlign w:val="superscript"/>
        </w:rPr>
        <w:t>_20__г. №</w:t>
      </w:r>
      <w:r>
        <w:rPr>
          <w:szCs w:val="28"/>
          <w:vertAlign w:val="superscript"/>
        </w:rPr>
        <w:t>___</w:t>
      </w:r>
      <w:r w:rsidRPr="001D17FC">
        <w:rPr>
          <w:szCs w:val="28"/>
          <w:vertAlign w:val="superscript"/>
        </w:rPr>
        <w:t>)</w:t>
      </w:r>
    </w:p>
    <w:p w:rsidR="001A65DE" w:rsidRDefault="001A65DE" w:rsidP="00383610">
      <w:pPr>
        <w:spacing w:line="240" w:lineRule="auto"/>
        <w:ind w:right="-284" w:firstLine="0"/>
      </w:pPr>
      <w:r w:rsidRPr="00F46859">
        <w:t xml:space="preserve">в </w:t>
      </w:r>
      <w:r>
        <w:t xml:space="preserve">________________________________________________________ сотрудники </w:t>
      </w:r>
    </w:p>
    <w:p w:rsidR="001A65DE" w:rsidRPr="00DF7975" w:rsidRDefault="001A65DE" w:rsidP="00383610">
      <w:pPr>
        <w:spacing w:line="240" w:lineRule="auto"/>
        <w:ind w:right="-284"/>
        <w:rPr>
          <w:szCs w:val="28"/>
          <w:vertAlign w:val="superscript"/>
        </w:rPr>
      </w:pPr>
      <w:r w:rsidRPr="00DF7975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F0739F">
      <w:pPr>
        <w:spacing w:line="240" w:lineRule="auto"/>
        <w:ind w:right="-284" w:firstLine="0"/>
        <w:jc w:val="left"/>
      </w:pPr>
      <w:r>
        <w:rPr>
          <w:i/>
        </w:rPr>
        <w:t xml:space="preserve">(наименование </w:t>
      </w:r>
      <w:r w:rsidRPr="00DF7975">
        <w:rPr>
          <w:i/>
        </w:rPr>
        <w:t>контрольно-счетного орга</w:t>
      </w:r>
      <w:r>
        <w:rPr>
          <w:i/>
        </w:rPr>
        <w:t>на)</w:t>
      </w:r>
      <w:r>
        <w:t xml:space="preserve"> ____________________________________________________________________</w:t>
      </w:r>
    </w:p>
    <w:p w:rsidR="001A65DE" w:rsidRPr="008939DE" w:rsidRDefault="001A65DE" w:rsidP="00383610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Pr="008939DE" w:rsidRDefault="001A65DE" w:rsidP="00383610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8939DE">
        <w:rPr>
          <w:szCs w:val="28"/>
          <w:vertAlign w:val="superscript"/>
        </w:rPr>
        <w:t>(должность, инициалы, фамилия)</w:t>
      </w:r>
    </w:p>
    <w:p w:rsidR="001A65DE" w:rsidRDefault="001A65DE" w:rsidP="00383610">
      <w:pPr>
        <w:spacing w:line="240" w:lineRule="auto"/>
        <w:ind w:right="-284" w:firstLine="0"/>
        <w:rPr>
          <w:szCs w:val="28"/>
        </w:rPr>
      </w:pPr>
      <w:r w:rsidRPr="00F46859">
        <w:t>буд</w:t>
      </w:r>
      <w:r>
        <w:t>у</w:t>
      </w:r>
      <w:r w:rsidRPr="00F46859">
        <w:t xml:space="preserve">т проводить контрольное мероприятие </w:t>
      </w:r>
      <w:r>
        <w:t>«____________________________</w:t>
      </w:r>
      <w:r w:rsidRPr="002D3786">
        <w:rPr>
          <w:szCs w:val="28"/>
        </w:rPr>
        <w:t>»</w:t>
      </w:r>
      <w:r>
        <w:rPr>
          <w:szCs w:val="28"/>
        </w:rPr>
        <w:t>.</w:t>
      </w:r>
    </w:p>
    <w:p w:rsidR="001A65DE" w:rsidRPr="00517891" w:rsidRDefault="001A65DE" w:rsidP="00383610">
      <w:pPr>
        <w:ind w:right="-284"/>
        <w:rPr>
          <w:szCs w:val="28"/>
          <w:vertAlign w:val="superscript"/>
        </w:rPr>
      </w:pPr>
      <w:r w:rsidRPr="00517891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383610">
      <w:pPr>
        <w:ind w:right="-284"/>
      </w:pPr>
      <w:r>
        <w:t>Срок проведения к</w:t>
      </w:r>
      <w:r w:rsidRPr="00F46859">
        <w:t>онтрольно</w:t>
      </w:r>
      <w:r>
        <w:t>го</w:t>
      </w:r>
      <w:r w:rsidRPr="00F46859">
        <w:t xml:space="preserve"> мероприяти</w:t>
      </w:r>
      <w:r>
        <w:t>я</w:t>
      </w:r>
      <w:r w:rsidRPr="00F46859">
        <w:t xml:space="preserve"> с </w:t>
      </w:r>
      <w:r>
        <w:t xml:space="preserve">«___»____________ </w:t>
      </w:r>
      <w:r w:rsidRPr="00C67370">
        <w:t>по</w:t>
      </w:r>
      <w:r>
        <w:t> «___»</w:t>
      </w:r>
      <w:r w:rsidRPr="00C67370">
        <w:t>_____</w:t>
      </w:r>
      <w:r>
        <w:t>_</w:t>
      </w:r>
      <w:r w:rsidRPr="00C67370">
        <w:t>____</w:t>
      </w:r>
      <w:r>
        <w:t>20___</w:t>
      </w:r>
      <w:r w:rsidRPr="00C67370">
        <w:t>года</w:t>
      </w:r>
      <w:r>
        <w:t>.</w:t>
      </w:r>
    </w:p>
    <w:p w:rsidR="001A65DE" w:rsidRDefault="001A65DE" w:rsidP="00383610">
      <w:pPr>
        <w:ind w:right="-284"/>
      </w:pPr>
      <w:r w:rsidRPr="00F46859">
        <w:t>В соответствии с</w:t>
      </w:r>
      <w:r>
        <w:t>_________________________________________________</w:t>
      </w:r>
    </w:p>
    <w:p w:rsidR="001A65DE" w:rsidRDefault="001A65DE" w:rsidP="00383610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Default="001A65DE" w:rsidP="00383610">
      <w:pPr>
        <w:spacing w:line="240" w:lineRule="auto"/>
        <w:ind w:right="-284"/>
        <w:jc w:val="center"/>
        <w:rPr>
          <w:snapToGrid w:val="0"/>
          <w:vertAlign w:val="superscript"/>
        </w:rPr>
      </w:pPr>
      <w:r>
        <w:rPr>
          <w:vertAlign w:val="superscript"/>
        </w:rPr>
        <w:t xml:space="preserve">(статья </w:t>
      </w:r>
      <w:r>
        <w:rPr>
          <w:snapToGrid w:val="0"/>
          <w:vertAlign w:val="superscript"/>
        </w:rPr>
        <w:t>закона о контрольно-счетном органе)</w:t>
      </w:r>
    </w:p>
    <w:p w:rsidR="001A65DE" w:rsidRDefault="001A65DE" w:rsidP="00A84DE8">
      <w:pPr>
        <w:ind w:right="-284" w:firstLine="0"/>
      </w:pPr>
      <w:r w:rsidRPr="00F46859">
        <w:t xml:space="preserve">прошу обеспечить необходимые условия для работы </w:t>
      </w:r>
      <w:r>
        <w:t>сотрудников (</w:t>
      </w:r>
      <w:r w:rsidRPr="009A02B4">
        <w:rPr>
          <w:i/>
        </w:rPr>
        <w:t>наименование</w:t>
      </w:r>
      <w:r>
        <w:t xml:space="preserve"> </w:t>
      </w:r>
      <w:r w:rsidRPr="00553D36">
        <w:rPr>
          <w:i/>
        </w:rPr>
        <w:t>контрольно-счетного орга</w:t>
      </w:r>
      <w:r>
        <w:rPr>
          <w:i/>
        </w:rPr>
        <w:t>на)</w:t>
      </w:r>
      <w:r>
        <w:t xml:space="preserve"> </w:t>
      </w:r>
      <w:r w:rsidRPr="00F46859">
        <w:t xml:space="preserve">и подготовить </w:t>
      </w:r>
      <w:r>
        <w:t xml:space="preserve">необходимые для проверки материалы по </w:t>
      </w:r>
      <w:r w:rsidRPr="00F46859">
        <w:t>прилагаемы</w:t>
      </w:r>
      <w:r>
        <w:t>м</w:t>
      </w:r>
      <w:r w:rsidRPr="00F46859">
        <w:t xml:space="preserve"> </w:t>
      </w:r>
      <w:r>
        <w:t xml:space="preserve">формам и перечню </w:t>
      </w:r>
      <w:r w:rsidRPr="00F46859">
        <w:t>вопрос</w:t>
      </w:r>
      <w:r>
        <w:t>ов</w:t>
      </w:r>
      <w:r w:rsidRPr="00F46859">
        <w:t>.</w:t>
      </w:r>
    </w:p>
    <w:tbl>
      <w:tblPr>
        <w:tblW w:w="8930" w:type="dxa"/>
        <w:tblInd w:w="1021" w:type="dxa"/>
        <w:tblLayout w:type="fixed"/>
        <w:tblCellMar>
          <w:left w:w="28" w:type="dxa"/>
          <w:right w:w="57" w:type="dxa"/>
        </w:tblCellMar>
        <w:tblLook w:val="0000"/>
      </w:tblPr>
      <w:tblGrid>
        <w:gridCol w:w="1814"/>
        <w:gridCol w:w="344"/>
        <w:gridCol w:w="6772"/>
      </w:tblGrid>
      <w:tr w:rsidR="001A65DE" w:rsidRPr="000E228F">
        <w:trPr>
          <w:cantSplit/>
        </w:trPr>
        <w:tc>
          <w:tcPr>
            <w:tcW w:w="1814" w:type="dxa"/>
          </w:tcPr>
          <w:p w:rsidR="001A65DE" w:rsidRPr="00AD6CE7" w:rsidRDefault="001A65DE" w:rsidP="00383610">
            <w:pPr>
              <w:pStyle w:val="1"/>
            </w:pPr>
            <w:r w:rsidRPr="00AD6CE7">
              <w:t>Приложения:</w:t>
            </w:r>
          </w:p>
        </w:tc>
        <w:tc>
          <w:tcPr>
            <w:tcW w:w="344" w:type="dxa"/>
          </w:tcPr>
          <w:p w:rsidR="001A65DE" w:rsidRPr="000E228F" w:rsidRDefault="001A65DE" w:rsidP="00383610">
            <w:pPr>
              <w:pStyle w:val="1"/>
              <w:ind w:firstLine="709"/>
            </w:pPr>
            <w:r>
              <w:t>1</w:t>
            </w:r>
          </w:p>
        </w:tc>
        <w:tc>
          <w:tcPr>
            <w:tcW w:w="6772" w:type="dxa"/>
          </w:tcPr>
          <w:p w:rsidR="001A65DE" w:rsidRPr="002A0067" w:rsidRDefault="001A65DE" w:rsidP="00383610">
            <w:pPr>
              <w:pStyle w:val="1"/>
              <w:jc w:val="both"/>
            </w:pPr>
            <w:r w:rsidRPr="002A0067">
              <w:t xml:space="preserve">Программа </w:t>
            </w:r>
            <w:r>
              <w:t xml:space="preserve">проведения </w:t>
            </w:r>
            <w:r w:rsidRPr="002A0067">
              <w:t xml:space="preserve">контрольного мероприятия (копия или выписка) </w:t>
            </w:r>
            <w:r>
              <w:t>на ___</w:t>
            </w:r>
            <w:r w:rsidRPr="002A0067">
              <w:t xml:space="preserve"> л. в </w:t>
            </w:r>
            <w:r>
              <w:t>1</w:t>
            </w:r>
            <w:r w:rsidRPr="002A0067">
              <w:t xml:space="preserve"> экз</w:t>
            </w:r>
            <w:r>
              <w:t>.</w:t>
            </w:r>
          </w:p>
        </w:tc>
      </w:tr>
      <w:tr w:rsidR="001A65DE" w:rsidRPr="00FF029C">
        <w:trPr>
          <w:cantSplit/>
        </w:trPr>
        <w:tc>
          <w:tcPr>
            <w:tcW w:w="1814" w:type="dxa"/>
          </w:tcPr>
          <w:p w:rsidR="001A65DE" w:rsidRDefault="001A65DE" w:rsidP="00383610">
            <w:pPr>
              <w:pStyle w:val="1"/>
              <w:ind w:firstLine="709"/>
            </w:pPr>
          </w:p>
        </w:tc>
        <w:tc>
          <w:tcPr>
            <w:tcW w:w="344" w:type="dxa"/>
          </w:tcPr>
          <w:p w:rsidR="001A65DE" w:rsidRDefault="001A65DE" w:rsidP="00383610">
            <w:pPr>
              <w:pStyle w:val="1"/>
              <w:ind w:firstLine="709"/>
            </w:pPr>
            <w:r>
              <w:t>2</w:t>
            </w:r>
          </w:p>
        </w:tc>
        <w:tc>
          <w:tcPr>
            <w:tcW w:w="6772" w:type="dxa"/>
          </w:tcPr>
          <w:p w:rsidR="001A65DE" w:rsidRPr="002A0067" w:rsidRDefault="001A65DE" w:rsidP="00383610">
            <w:pPr>
              <w:pStyle w:val="1"/>
              <w:jc w:val="both"/>
            </w:pPr>
            <w:r w:rsidRPr="002A0067">
              <w:t xml:space="preserve">Перечень </w:t>
            </w:r>
            <w:r>
              <w:t xml:space="preserve">документов и </w:t>
            </w:r>
            <w:r w:rsidRPr="002A0067">
              <w:t>вопросов на __</w:t>
            </w:r>
            <w:r>
              <w:t>_</w:t>
            </w:r>
            <w:r w:rsidRPr="002A0067">
              <w:t xml:space="preserve">_ л. в </w:t>
            </w:r>
            <w:r>
              <w:t>1</w:t>
            </w:r>
            <w:r w:rsidRPr="002A0067">
              <w:t xml:space="preserve"> экз. </w:t>
            </w:r>
            <w:r>
              <w:t xml:space="preserve">       </w:t>
            </w:r>
            <w:r w:rsidRPr="002A0067">
              <w:t>(</w:t>
            </w:r>
            <w:r>
              <w:t xml:space="preserve">в случае </w:t>
            </w:r>
            <w:r w:rsidRPr="002A0067">
              <w:t>необходимости)</w:t>
            </w:r>
            <w:r>
              <w:t>.</w:t>
            </w:r>
          </w:p>
        </w:tc>
      </w:tr>
      <w:tr w:rsidR="001A65DE" w:rsidRPr="00FF029C">
        <w:trPr>
          <w:cantSplit/>
        </w:trPr>
        <w:tc>
          <w:tcPr>
            <w:tcW w:w="1814" w:type="dxa"/>
          </w:tcPr>
          <w:p w:rsidR="001A65DE" w:rsidRDefault="001A65DE" w:rsidP="00383610">
            <w:pPr>
              <w:pStyle w:val="1"/>
              <w:ind w:firstLine="709"/>
            </w:pPr>
          </w:p>
        </w:tc>
        <w:tc>
          <w:tcPr>
            <w:tcW w:w="344" w:type="dxa"/>
          </w:tcPr>
          <w:p w:rsidR="001A65DE" w:rsidRDefault="001A65DE" w:rsidP="00383610">
            <w:pPr>
              <w:pStyle w:val="1"/>
              <w:ind w:firstLine="709"/>
            </w:pPr>
            <w:r>
              <w:t>3</w:t>
            </w:r>
          </w:p>
        </w:tc>
        <w:tc>
          <w:tcPr>
            <w:tcW w:w="6772" w:type="dxa"/>
          </w:tcPr>
          <w:p w:rsidR="001A65DE" w:rsidRPr="002A0067" w:rsidRDefault="001A65DE" w:rsidP="00383610">
            <w:pPr>
              <w:pStyle w:val="1"/>
              <w:jc w:val="both"/>
            </w:pPr>
            <w:r w:rsidRPr="002A0067">
              <w:t>Формы на ___ л. в 1 экз. (</w:t>
            </w:r>
            <w:r>
              <w:t xml:space="preserve">в случае </w:t>
            </w:r>
            <w:r w:rsidRPr="002A0067">
              <w:t>необходимости).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Pr="00D708DD" w:rsidRDefault="001A65DE" w:rsidP="005E5F2B">
      <w:pPr>
        <w:spacing w:line="240" w:lineRule="auto"/>
        <w:ind w:left="284" w:right="-284"/>
        <w:rPr>
          <w:szCs w:val="28"/>
        </w:rPr>
      </w:pPr>
    </w:p>
    <w:tbl>
      <w:tblPr>
        <w:tblW w:w="4820" w:type="dxa"/>
        <w:tblInd w:w="5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</w:tblGrid>
      <w:tr w:rsidR="001A65DE" w:rsidRPr="00FF029C">
        <w:trPr>
          <w:cantSplit/>
        </w:trPr>
        <w:tc>
          <w:tcPr>
            <w:tcW w:w="4820" w:type="dxa"/>
          </w:tcPr>
          <w:p w:rsidR="001A65DE" w:rsidRPr="007B6149" w:rsidRDefault="001A65DE" w:rsidP="001C7247">
            <w:pPr>
              <w:pStyle w:val="a0"/>
            </w:pPr>
            <w:r w:rsidRPr="00072401">
              <w:rPr>
                <w:sz w:val="22"/>
                <w:szCs w:val="22"/>
              </w:rPr>
              <w:t>личная подпись</w:t>
            </w:r>
            <w:r w:rsidRPr="00F46859">
              <w:tab/>
            </w:r>
            <w:r>
              <w:t>инициалы и 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  <w:sectPr w:rsidR="001A65DE" w:rsidSect="006A6BCF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418" w:right="850" w:bottom="1418" w:left="1134" w:header="709" w:footer="709" w:gutter="0"/>
          <w:pgNumType w:start="1"/>
          <w:cols w:space="60"/>
          <w:noEndnote/>
          <w:titlePg/>
        </w:sectPr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pPr w:leftFromText="180" w:rightFromText="180" w:horzAnchor="margin" w:tblpX="142" w:tblpY="568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</w:tblGrid>
      <w:tr w:rsidR="001A65DE" w:rsidRPr="00951666">
        <w:trPr>
          <w:cantSplit/>
          <w:trHeight w:hRule="exact" w:val="423"/>
        </w:trPr>
        <w:tc>
          <w:tcPr>
            <w:tcW w:w="9781" w:type="dxa"/>
          </w:tcPr>
          <w:p w:rsidR="001A65DE" w:rsidRDefault="001A65DE" w:rsidP="0056636F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56636F">
              <w:rPr>
                <w:i/>
                <w:sz w:val="24"/>
                <w:szCs w:val="24"/>
              </w:rPr>
              <w:t>Образец оформления</w:t>
            </w:r>
            <w:r>
              <w:rPr>
                <w:szCs w:val="28"/>
              </w:rPr>
              <w:t xml:space="preserve">                                                                           </w:t>
            </w:r>
            <w:r w:rsidRPr="0056636F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Приложение № 5</w:t>
            </w:r>
          </w:p>
          <w:p w:rsidR="001A65DE" w:rsidRPr="00951666" w:rsidRDefault="001A65DE" w:rsidP="0056636F">
            <w:pPr>
              <w:spacing w:line="240" w:lineRule="auto"/>
              <w:ind w:firstLine="0"/>
              <w:rPr>
                <w:b/>
                <w:i/>
                <w:szCs w:val="28"/>
              </w:rPr>
            </w:pPr>
          </w:p>
        </w:tc>
      </w:tr>
    </w:tbl>
    <w:p w:rsidR="001A65DE" w:rsidRDefault="001A65DE" w:rsidP="003D453F">
      <w:pPr>
        <w:spacing w:line="240" w:lineRule="auto"/>
        <w:ind w:left="426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3D453F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42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Pr="00BB51C1" w:rsidRDefault="001A65DE" w:rsidP="00BB51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Y="338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BB51C1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BB51C1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5245" w:type="dxa"/>
          </w:tcPr>
          <w:p w:rsidR="001A65DE" w:rsidRPr="000514C6" w:rsidRDefault="001A65DE" w:rsidP="00BB51C1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5E5F2B">
      <w:pPr>
        <w:pStyle w:val="Heading1"/>
        <w:ind w:left="284" w:right="-284"/>
      </w:pPr>
      <w:r>
        <w:t>АКТ</w:t>
      </w:r>
    </w:p>
    <w:p w:rsidR="001A65DE" w:rsidRDefault="001A65DE" w:rsidP="00B82761">
      <w:pPr>
        <w:pStyle w:val="Heading3"/>
        <w:ind w:left="284"/>
      </w:pPr>
      <w:r w:rsidRPr="006C13AD">
        <w:t xml:space="preserve">по результатам контрольного мероприятия </w:t>
      </w:r>
    </w:p>
    <w:p w:rsidR="001A65DE" w:rsidRDefault="001A65DE" w:rsidP="00B82761">
      <w:pPr>
        <w:pStyle w:val="Heading3"/>
        <w:ind w:left="284"/>
        <w:rPr>
          <w:b w:val="0"/>
        </w:rPr>
      </w:pPr>
      <w:r w:rsidRPr="006C13AD">
        <w:rPr>
          <w:b w:val="0"/>
        </w:rPr>
        <w:t>«__________________________»</w:t>
      </w:r>
    </w:p>
    <w:p w:rsidR="001A65DE" w:rsidRPr="00BD7109" w:rsidRDefault="001A65DE" w:rsidP="001A2022">
      <w:pPr>
        <w:spacing w:line="240" w:lineRule="auto"/>
        <w:ind w:firstLine="0"/>
        <w:rPr>
          <w:sz w:val="20"/>
          <w:lang w:eastAsia="en-US"/>
        </w:rPr>
      </w:pPr>
      <w:r>
        <w:rPr>
          <w:sz w:val="20"/>
        </w:rPr>
        <w:t xml:space="preserve">                                                                 </w:t>
      </w:r>
      <w:r w:rsidRPr="0096245A">
        <w:rPr>
          <w:sz w:val="20"/>
        </w:rPr>
        <w:t>(</w:t>
      </w:r>
      <w:r>
        <w:rPr>
          <w:sz w:val="20"/>
        </w:rPr>
        <w:t>наименование контрольного мероприятия)</w:t>
      </w:r>
    </w:p>
    <w:p w:rsidR="001A65DE" w:rsidRPr="00BD7109" w:rsidRDefault="001A65DE" w:rsidP="00B82761">
      <w:pPr>
        <w:pStyle w:val="Heading3"/>
        <w:ind w:left="284"/>
        <w:rPr>
          <w:b w:val="0"/>
        </w:rPr>
      </w:pPr>
      <w:r w:rsidRPr="00BD7109">
        <w:rPr>
          <w:b w:val="0"/>
        </w:rPr>
        <w:t>на объекте __________________________________________________________</w:t>
      </w:r>
    </w:p>
    <w:p w:rsidR="001A65DE" w:rsidRPr="00BD7109" w:rsidRDefault="001A65DE" w:rsidP="00B82761">
      <w:pPr>
        <w:spacing w:line="240" w:lineRule="auto"/>
        <w:ind w:left="284" w:firstLine="0"/>
        <w:jc w:val="center"/>
        <w:rPr>
          <w:sz w:val="20"/>
        </w:rPr>
      </w:pPr>
      <w:r w:rsidRPr="00BD7109">
        <w:rPr>
          <w:sz w:val="20"/>
        </w:rPr>
        <w:t>(наименование объекта контрольного мероприятия)</w:t>
      </w:r>
    </w:p>
    <w:tbl>
      <w:tblPr>
        <w:tblW w:w="9644" w:type="dxa"/>
        <w:tblInd w:w="284" w:type="dxa"/>
        <w:tblLook w:val="01E0"/>
      </w:tblPr>
      <w:tblGrid>
        <w:gridCol w:w="3996"/>
        <w:gridCol w:w="1692"/>
        <w:gridCol w:w="3956"/>
      </w:tblGrid>
      <w:tr w:rsidR="001A65DE" w:rsidRPr="00D52048">
        <w:tc>
          <w:tcPr>
            <w:tcW w:w="3996" w:type="dxa"/>
          </w:tcPr>
          <w:p w:rsidR="001A65DE" w:rsidRDefault="001A65DE" w:rsidP="00B82761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</w:t>
            </w:r>
          </w:p>
          <w:p w:rsidR="001A65DE" w:rsidRPr="003C3284" w:rsidRDefault="001A65DE" w:rsidP="00B82761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(населенный пункт)</w:t>
            </w:r>
          </w:p>
        </w:tc>
        <w:tc>
          <w:tcPr>
            <w:tcW w:w="1692" w:type="dxa"/>
          </w:tcPr>
          <w:p w:rsidR="001A65DE" w:rsidRDefault="001A65DE" w:rsidP="00B82761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</w:p>
          <w:p w:rsidR="001A65DE" w:rsidRPr="00D52048" w:rsidRDefault="001A65DE" w:rsidP="00B82761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3956" w:type="dxa"/>
          </w:tcPr>
          <w:p w:rsidR="001A65DE" w:rsidRPr="00D52048" w:rsidRDefault="001A65DE" w:rsidP="00B82761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«__»___________20___года</w:t>
            </w:r>
          </w:p>
        </w:tc>
      </w:tr>
    </w:tbl>
    <w:p w:rsidR="001A65DE" w:rsidRPr="007C05FC" w:rsidRDefault="001A65DE" w:rsidP="00B82761">
      <w:pPr>
        <w:pStyle w:val="Heading3"/>
        <w:ind w:left="284"/>
        <w:rPr>
          <w:b w:val="0"/>
          <w:lang w:eastAsia="en-US"/>
        </w:rPr>
      </w:pPr>
    </w:p>
    <w:p w:rsidR="001A65DE" w:rsidRDefault="001A65DE" w:rsidP="00F50D81">
      <w:pPr>
        <w:rPr>
          <w:szCs w:val="28"/>
        </w:rPr>
      </w:pPr>
      <w:r w:rsidRPr="006C13AD">
        <w:rPr>
          <w:szCs w:val="28"/>
        </w:rPr>
        <w:t>1.</w:t>
      </w:r>
      <w:r>
        <w:rPr>
          <w:szCs w:val="28"/>
        </w:rPr>
        <w:t> </w:t>
      </w:r>
      <w:r w:rsidRPr="006C13AD">
        <w:rPr>
          <w:szCs w:val="28"/>
        </w:rPr>
        <w:t>Основание для проведения контрольного мероприятия: _____________</w:t>
      </w:r>
    </w:p>
    <w:p w:rsidR="001A65DE" w:rsidRDefault="001A65DE" w:rsidP="00F50D81">
      <w:pPr>
        <w:spacing w:line="240" w:lineRule="auto"/>
        <w:ind w:firstLine="0"/>
        <w:rPr>
          <w:szCs w:val="28"/>
        </w:rPr>
      </w:pPr>
      <w:r w:rsidRPr="006C13AD">
        <w:rPr>
          <w:szCs w:val="28"/>
        </w:rPr>
        <w:t>____________________________________________________________________</w:t>
      </w:r>
    </w:p>
    <w:p w:rsidR="001A65DE" w:rsidRPr="00AA147B" w:rsidRDefault="001A65DE" w:rsidP="00AA147B">
      <w:pPr>
        <w:spacing w:line="240" w:lineRule="auto"/>
        <w:ind w:right="-284"/>
        <w:jc w:val="center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</w:t>
      </w:r>
      <w:r>
        <w:rPr>
          <w:snapToGrid w:val="0"/>
          <w:szCs w:val="28"/>
          <w:vertAlign w:val="superscript"/>
        </w:rPr>
        <w:t xml:space="preserve">я, предусмотренные 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8409C6">
        <w:rPr>
          <w:szCs w:val="28"/>
          <w:vertAlign w:val="superscript"/>
        </w:rPr>
        <w:t>)</w:t>
      </w:r>
    </w:p>
    <w:p w:rsidR="001A65DE" w:rsidRPr="002A05CA" w:rsidRDefault="001A65DE" w:rsidP="00F50D81">
      <w:pPr>
        <w:spacing w:line="240" w:lineRule="auto"/>
      </w:pPr>
      <w:r>
        <w:t>2. </w:t>
      </w:r>
      <w:r w:rsidRPr="00B22AAD">
        <w:t xml:space="preserve">Предмет </w:t>
      </w:r>
      <w:r w:rsidRPr="006C13AD">
        <w:rPr>
          <w:szCs w:val="28"/>
        </w:rPr>
        <w:t>контрольного мероприятия</w:t>
      </w:r>
      <w:r w:rsidRPr="00B22AAD">
        <w:t>:</w:t>
      </w:r>
      <w:r w:rsidRPr="002A05CA">
        <w:t xml:space="preserve"> </w:t>
      </w:r>
      <w:r>
        <w:t>_____________________________</w:t>
      </w:r>
    </w:p>
    <w:p w:rsidR="001A65DE" w:rsidRPr="002A05CA" w:rsidRDefault="001A65DE" w:rsidP="00F50D81">
      <w:pPr>
        <w:spacing w:after="12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</w:t>
      </w:r>
      <w:r w:rsidRPr="002A05CA">
        <w:rPr>
          <w:sz w:val="20"/>
        </w:rPr>
        <w:t>(</w:t>
      </w:r>
      <w:r>
        <w:rPr>
          <w:sz w:val="20"/>
        </w:rPr>
        <w:t xml:space="preserve">указывается </w:t>
      </w:r>
      <w:r w:rsidRPr="002A05CA">
        <w:rPr>
          <w:sz w:val="20"/>
        </w:rPr>
        <w:t>из программы контрольного мероприятия)</w:t>
      </w:r>
    </w:p>
    <w:p w:rsidR="001A65DE" w:rsidRDefault="001A65DE" w:rsidP="00F50D81">
      <w:pPr>
        <w:spacing w:line="240" w:lineRule="auto"/>
        <w:rPr>
          <w:szCs w:val="28"/>
        </w:rPr>
      </w:pPr>
      <w:r w:rsidRPr="006C13AD">
        <w:rPr>
          <w:szCs w:val="28"/>
        </w:rPr>
        <w:t>3.</w:t>
      </w:r>
      <w:r>
        <w:rPr>
          <w:szCs w:val="28"/>
        </w:rPr>
        <w:t> </w:t>
      </w:r>
      <w:r w:rsidRPr="006C13AD">
        <w:rPr>
          <w:szCs w:val="28"/>
        </w:rPr>
        <w:t>Проверяемый период деятельности _______________________________</w:t>
      </w:r>
    </w:p>
    <w:p w:rsidR="001A65DE" w:rsidRPr="00E547B5" w:rsidRDefault="001A65DE" w:rsidP="00F50D81">
      <w:pPr>
        <w:spacing w:after="120"/>
        <w:rPr>
          <w:sz w:val="20"/>
        </w:rPr>
      </w:pPr>
      <w:r w:rsidRPr="00E547B5">
        <w:rPr>
          <w:sz w:val="20"/>
        </w:rPr>
        <w:t>(указывается из программы контрольного мероприятия)</w:t>
      </w:r>
    </w:p>
    <w:p w:rsidR="001A65DE" w:rsidRPr="00B22AAD" w:rsidRDefault="001A65DE" w:rsidP="00F50D81">
      <w:r>
        <w:t>4. </w:t>
      </w:r>
      <w:r w:rsidRPr="00B22AAD">
        <w:t xml:space="preserve">Вопросы </w:t>
      </w:r>
      <w:r w:rsidRPr="006C13AD">
        <w:rPr>
          <w:szCs w:val="28"/>
        </w:rPr>
        <w:t>контрольного мероприятия</w:t>
      </w:r>
      <w:r w:rsidRPr="00B22AAD">
        <w:t>:</w:t>
      </w:r>
    </w:p>
    <w:p w:rsidR="001A65DE" w:rsidRPr="002A05CA" w:rsidRDefault="001A65DE" w:rsidP="00F50D81">
      <w:r>
        <w:t>4.1. __________________________________________________________</w:t>
      </w:r>
    </w:p>
    <w:p w:rsidR="001A65DE" w:rsidRPr="002A05CA" w:rsidRDefault="001A65DE" w:rsidP="00F50D81">
      <w:pPr>
        <w:spacing w:line="240" w:lineRule="auto"/>
      </w:pPr>
      <w:r>
        <w:t>4.2. __________________________________________________________</w:t>
      </w:r>
    </w:p>
    <w:p w:rsidR="001A65DE" w:rsidRPr="002A05CA" w:rsidRDefault="001A65DE" w:rsidP="00F50D81">
      <w:pPr>
        <w:spacing w:after="120"/>
        <w:jc w:val="center"/>
        <w:rPr>
          <w:sz w:val="20"/>
        </w:rPr>
      </w:pPr>
      <w:r w:rsidRPr="002A05CA">
        <w:rPr>
          <w:sz w:val="20"/>
        </w:rPr>
        <w:t xml:space="preserve">(из </w:t>
      </w:r>
      <w:r>
        <w:rPr>
          <w:sz w:val="20"/>
        </w:rPr>
        <w:t>рабочего плана проведения контрольного мероприятия</w:t>
      </w:r>
      <w:r w:rsidRPr="002A05CA">
        <w:rPr>
          <w:sz w:val="20"/>
        </w:rPr>
        <w:t>)</w:t>
      </w:r>
    </w:p>
    <w:p w:rsidR="001A65DE" w:rsidRDefault="001A65DE" w:rsidP="00F50D81">
      <w:r>
        <w:t>5. </w:t>
      </w:r>
      <w:r w:rsidRPr="006C13AD">
        <w:rPr>
          <w:szCs w:val="28"/>
        </w:rPr>
        <w:t>Срок проверки</w:t>
      </w:r>
      <w:r>
        <w:t>: с «___»_________ по «___»__________20___г.</w:t>
      </w:r>
    </w:p>
    <w:p w:rsidR="001A65DE" w:rsidRPr="00B22AAD" w:rsidRDefault="001A65DE" w:rsidP="00F50D81">
      <w:r>
        <w:t>6. </w:t>
      </w:r>
      <w:r w:rsidRPr="00B22AAD">
        <w:t xml:space="preserve">Краткая информация </w:t>
      </w:r>
      <w:r w:rsidRPr="006C13AD">
        <w:rPr>
          <w:szCs w:val="28"/>
        </w:rPr>
        <w:t>об объекте контрольного мероприятия</w:t>
      </w:r>
      <w:r w:rsidRPr="00B22AAD">
        <w:t xml:space="preserve"> (</w:t>
      </w:r>
      <w:r>
        <w:t>в случае необходимости</w:t>
      </w:r>
      <w:r w:rsidRPr="00B22AAD">
        <w:t>):</w:t>
      </w:r>
      <w:r>
        <w:t xml:space="preserve"> _____________________________________________________</w:t>
      </w:r>
    </w:p>
    <w:p w:rsidR="001A65DE" w:rsidRDefault="001A65DE" w:rsidP="00F50D81">
      <w:r>
        <w:t>7. </w:t>
      </w:r>
      <w:r w:rsidRPr="00B22AAD">
        <w:t xml:space="preserve">В </w:t>
      </w:r>
      <w:r w:rsidRPr="006C13AD">
        <w:rPr>
          <w:szCs w:val="28"/>
        </w:rPr>
        <w:t>ходе контрольного мероприятия установлено следующее.</w:t>
      </w:r>
    </w:p>
    <w:p w:rsidR="001A65DE" w:rsidRDefault="001A65DE" w:rsidP="00F50D81">
      <w:r>
        <w:t>По вопросу 1. ___________________________________________________</w:t>
      </w:r>
    </w:p>
    <w:p w:rsidR="001A65DE" w:rsidRDefault="001A65DE" w:rsidP="00F50D81">
      <w:r>
        <w:t>_________________________________________________________________</w:t>
      </w:r>
    </w:p>
    <w:p w:rsidR="001A65DE" w:rsidRDefault="001A65DE" w:rsidP="00F50D81">
      <w:r>
        <w:t>По вопросу 2. ___________________________________________________</w:t>
      </w:r>
    </w:p>
    <w:p w:rsidR="001A65DE" w:rsidRDefault="001A65DE" w:rsidP="00F50D81">
      <w:pPr>
        <w:spacing w:line="240" w:lineRule="auto"/>
      </w:pPr>
      <w:r>
        <w:t>_________________________________________________________________</w:t>
      </w:r>
    </w:p>
    <w:p w:rsidR="001A65DE" w:rsidRDefault="001A65DE" w:rsidP="00E43A1C">
      <w:pPr>
        <w:spacing w:after="120"/>
        <w:ind w:left="284"/>
        <w:jc w:val="center"/>
        <w:rPr>
          <w:sz w:val="20"/>
        </w:rPr>
      </w:pPr>
      <w:r>
        <w:rPr>
          <w:sz w:val="20"/>
        </w:rPr>
        <w:t>(излагаются результаты контрольного мероприятия по каждому вопросу)</w:t>
      </w:r>
    </w:p>
    <w:tbl>
      <w:tblPr>
        <w:tblW w:w="8879" w:type="dxa"/>
        <w:tblInd w:w="102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5"/>
        <w:gridCol w:w="291"/>
        <w:gridCol w:w="6793"/>
      </w:tblGrid>
      <w:tr w:rsidR="001A65DE" w:rsidRPr="000E228F">
        <w:trPr>
          <w:cantSplit/>
        </w:trPr>
        <w:tc>
          <w:tcPr>
            <w:tcW w:w="1795" w:type="dxa"/>
          </w:tcPr>
          <w:p w:rsidR="001A65DE" w:rsidRPr="005D3E7D" w:rsidRDefault="001A65DE" w:rsidP="00B82761">
            <w:pPr>
              <w:pStyle w:val="1"/>
            </w:pPr>
            <w:r w:rsidRPr="005D3E7D">
              <w:t>Приложени</w:t>
            </w:r>
            <w:r>
              <w:t>е</w:t>
            </w:r>
            <w:r w:rsidRPr="005D3E7D">
              <w:t>:</w:t>
            </w:r>
          </w:p>
        </w:tc>
        <w:tc>
          <w:tcPr>
            <w:tcW w:w="291" w:type="dxa"/>
          </w:tcPr>
          <w:p w:rsidR="001A65DE" w:rsidRPr="000E228F" w:rsidRDefault="001A65DE" w:rsidP="00B82761">
            <w:pPr>
              <w:pStyle w:val="1"/>
            </w:pPr>
            <w:r>
              <w:t>1.</w:t>
            </w:r>
          </w:p>
        </w:tc>
        <w:tc>
          <w:tcPr>
            <w:tcW w:w="6793" w:type="dxa"/>
          </w:tcPr>
          <w:p w:rsidR="001A65DE" w:rsidRPr="000E228F" w:rsidRDefault="001A65DE" w:rsidP="00B82761">
            <w:pPr>
              <w:pStyle w:val="1"/>
              <w:jc w:val="both"/>
            </w:pPr>
            <w:r>
              <w:t>Перечень законов и иных нормативных правовых  актов Российской Федерации, субъекта Российской Федерации, муниципального образования, выполнение которых проверено в ходе контрольного мероприятия, на ___ л. в 1 экз.</w:t>
            </w:r>
          </w:p>
        </w:tc>
      </w:tr>
      <w:tr w:rsidR="001A65DE" w:rsidRPr="00FF029C">
        <w:trPr>
          <w:cantSplit/>
        </w:trPr>
        <w:tc>
          <w:tcPr>
            <w:tcW w:w="1795" w:type="dxa"/>
          </w:tcPr>
          <w:p w:rsidR="001A65DE" w:rsidRDefault="001A65DE" w:rsidP="00B82761">
            <w:pPr>
              <w:pStyle w:val="1"/>
            </w:pPr>
          </w:p>
        </w:tc>
        <w:tc>
          <w:tcPr>
            <w:tcW w:w="291" w:type="dxa"/>
          </w:tcPr>
          <w:p w:rsidR="001A65DE" w:rsidRDefault="001A65DE" w:rsidP="00B82761">
            <w:pPr>
              <w:pStyle w:val="1"/>
            </w:pPr>
            <w:r>
              <w:t>2.</w:t>
            </w:r>
          </w:p>
        </w:tc>
        <w:tc>
          <w:tcPr>
            <w:tcW w:w="6793" w:type="dxa"/>
          </w:tcPr>
          <w:p w:rsidR="001A65DE" w:rsidRPr="001D0467" w:rsidRDefault="001A65DE" w:rsidP="001D0467">
            <w:pPr>
              <w:pStyle w:val="1"/>
              <w:jc w:val="both"/>
            </w:pPr>
            <w:r>
              <w:t>Т</w:t>
            </w:r>
            <w:r w:rsidRPr="001D0467">
              <w:t>аблицы, расчеты и иной справочно-цифровой материал, пронумерованный и подписанный составителями</w:t>
            </w:r>
            <w:r>
              <w:t xml:space="preserve"> (в случае необходимости</w:t>
            </w:r>
            <w:r w:rsidRPr="001D0467">
              <w:t>)</w:t>
            </w:r>
            <w:r>
              <w:t>.</w:t>
            </w:r>
          </w:p>
        </w:tc>
      </w:tr>
    </w:tbl>
    <w:p w:rsidR="001A65DE" w:rsidRDefault="001A65DE" w:rsidP="00B82761">
      <w:pPr>
        <w:spacing w:line="240" w:lineRule="auto"/>
        <w:ind w:left="284"/>
      </w:pPr>
    </w:p>
    <w:p w:rsidR="001A65DE" w:rsidRDefault="001A65DE" w:rsidP="00B82761">
      <w:pPr>
        <w:ind w:firstLine="284"/>
      </w:pPr>
      <w:r>
        <w:t>Руководитель контрольного мероприятия: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B82761">
            <w:pPr>
              <w:pStyle w:val="1"/>
            </w:pPr>
            <w:r>
              <w:t>(должность)</w:t>
            </w:r>
          </w:p>
        </w:tc>
        <w:tc>
          <w:tcPr>
            <w:tcW w:w="5245" w:type="dxa"/>
          </w:tcPr>
          <w:p w:rsidR="001A65DE" w:rsidRPr="00286D25" w:rsidRDefault="001A65DE" w:rsidP="002376E2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Pr="00AA6658" w:rsidRDefault="001A65DE" w:rsidP="00B82761">
      <w:pPr>
        <w:ind w:left="284"/>
        <w:rPr>
          <w:i/>
        </w:rPr>
      </w:pPr>
    </w:p>
    <w:p w:rsidR="001A65DE" w:rsidRPr="005155CD" w:rsidRDefault="001A65DE" w:rsidP="002376E2">
      <w:pPr>
        <w:ind w:left="284" w:firstLine="0"/>
      </w:pPr>
      <w:r w:rsidRPr="005155CD">
        <w:t>Участники контрольного мероприятия: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2376E2">
            <w:pPr>
              <w:pStyle w:val="1"/>
              <w:spacing w:line="360" w:lineRule="auto"/>
            </w:pPr>
            <w:r>
              <w:t xml:space="preserve"> (должность)</w:t>
            </w:r>
          </w:p>
        </w:tc>
        <w:tc>
          <w:tcPr>
            <w:tcW w:w="5245" w:type="dxa"/>
          </w:tcPr>
          <w:p w:rsidR="001A65DE" w:rsidRPr="00286D25" w:rsidRDefault="001A65DE" w:rsidP="002376E2">
            <w:pPr>
              <w:pStyle w:val="a0"/>
              <w:spacing w:line="360" w:lineRule="auto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2376E2">
            <w:pPr>
              <w:pStyle w:val="1"/>
              <w:spacing w:line="360" w:lineRule="auto"/>
            </w:pPr>
            <w:r>
              <w:t>(должность)</w:t>
            </w:r>
          </w:p>
        </w:tc>
        <w:tc>
          <w:tcPr>
            <w:tcW w:w="5245" w:type="dxa"/>
          </w:tcPr>
          <w:p w:rsidR="001A65DE" w:rsidRPr="00286D25" w:rsidRDefault="001A65DE" w:rsidP="002376E2">
            <w:pPr>
              <w:pStyle w:val="a0"/>
              <w:spacing w:line="360" w:lineRule="auto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B82761">
      <w:pPr>
        <w:ind w:left="284"/>
      </w:pPr>
    </w:p>
    <w:p w:rsidR="001A65DE" w:rsidRPr="00F46859" w:rsidRDefault="001A65DE" w:rsidP="00B82761">
      <w:pPr>
        <w:ind w:left="284" w:firstLine="720"/>
      </w:pPr>
      <w:r w:rsidRPr="00F46859">
        <w:t>С актом ознакомлены</w:t>
      </w:r>
      <w:r>
        <w:t>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B82761">
            <w:pPr>
              <w:pStyle w:val="1"/>
            </w:pPr>
            <w:r>
              <w:t>(должность)</w:t>
            </w:r>
          </w:p>
        </w:tc>
        <w:tc>
          <w:tcPr>
            <w:tcW w:w="5245" w:type="dxa"/>
          </w:tcPr>
          <w:p w:rsidR="001A65DE" w:rsidRPr="00286D25" w:rsidRDefault="001A65DE" w:rsidP="002376E2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B82761">
      <w:pPr>
        <w:ind w:left="284"/>
      </w:pPr>
    </w:p>
    <w:p w:rsidR="001A65DE" w:rsidRPr="00F46859" w:rsidRDefault="001A65DE" w:rsidP="00B82761">
      <w:pPr>
        <w:ind w:left="284"/>
      </w:pPr>
      <w:r>
        <w:t xml:space="preserve">Экземпляр </w:t>
      </w:r>
      <w:r w:rsidRPr="00F46859">
        <w:t>акта получил</w:t>
      </w:r>
      <w:r>
        <w:t>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B82761">
            <w:pPr>
              <w:pStyle w:val="1"/>
            </w:pPr>
            <w:r>
              <w:t>(должность)</w:t>
            </w:r>
          </w:p>
        </w:tc>
        <w:tc>
          <w:tcPr>
            <w:tcW w:w="5245" w:type="dxa"/>
          </w:tcPr>
          <w:p w:rsidR="001A65DE" w:rsidRPr="00286D25" w:rsidRDefault="001A65DE" w:rsidP="002376E2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B82761">
      <w:pPr>
        <w:spacing w:line="240" w:lineRule="auto"/>
        <w:ind w:left="284"/>
      </w:pPr>
    </w:p>
    <w:p w:rsidR="001A65DE" w:rsidRPr="002F7A03" w:rsidRDefault="001A65DE" w:rsidP="00F95308">
      <w:pPr>
        <w:ind w:left="284" w:firstLine="0"/>
        <w:jc w:val="center"/>
        <w:rPr>
          <w:i/>
          <w:sz w:val="24"/>
          <w:szCs w:val="24"/>
        </w:rPr>
      </w:pPr>
      <w:r w:rsidRPr="002F7A03">
        <w:rPr>
          <w:i/>
          <w:sz w:val="24"/>
          <w:szCs w:val="24"/>
        </w:rPr>
        <w:t>Заполняется в случае отказа от подписи</w:t>
      </w:r>
    </w:p>
    <w:p w:rsidR="001A65DE" w:rsidRPr="00F46859" w:rsidRDefault="001A65DE" w:rsidP="00F95308">
      <w:pPr>
        <w:ind w:left="284" w:firstLine="0"/>
        <w:jc w:val="center"/>
      </w:pPr>
      <w:r w:rsidRPr="00F46859">
        <w:t xml:space="preserve">От подписи под настоящим актом </w:t>
      </w:r>
    </w:p>
    <w:p w:rsidR="001A65DE" w:rsidRPr="00F46859" w:rsidRDefault="001A65DE" w:rsidP="00322335">
      <w:pPr>
        <w:spacing w:line="240" w:lineRule="auto"/>
        <w:ind w:left="284" w:firstLine="0"/>
      </w:pPr>
      <w:r w:rsidRPr="00F46859">
        <w:t>____________________________________________________________________</w:t>
      </w:r>
    </w:p>
    <w:p w:rsidR="001A65DE" w:rsidRPr="0081012D" w:rsidRDefault="001A65DE" w:rsidP="00322335">
      <w:pPr>
        <w:spacing w:line="240" w:lineRule="auto"/>
        <w:ind w:left="284" w:firstLine="0"/>
        <w:jc w:val="center"/>
        <w:rPr>
          <w:szCs w:val="28"/>
          <w:vertAlign w:val="superscript"/>
        </w:rPr>
      </w:pPr>
      <w:r w:rsidRPr="0081012D">
        <w:rPr>
          <w:szCs w:val="28"/>
          <w:vertAlign w:val="superscript"/>
        </w:rPr>
        <w:t>(должность, инициалы, фамилия)</w:t>
      </w:r>
    </w:p>
    <w:p w:rsidR="001A65DE" w:rsidRPr="00F46859" w:rsidRDefault="001A65DE" w:rsidP="00322335">
      <w:pPr>
        <w:spacing w:line="240" w:lineRule="auto"/>
        <w:ind w:left="284" w:firstLine="0"/>
      </w:pPr>
      <w:r w:rsidRPr="00F46859">
        <w:t>отказался.</w:t>
      </w:r>
    </w:p>
    <w:p w:rsidR="001A65DE" w:rsidRDefault="001A65DE" w:rsidP="00B82761">
      <w:pPr>
        <w:shd w:val="clear" w:color="auto" w:fill="FFFFFF"/>
        <w:tabs>
          <w:tab w:val="left" w:pos="7371"/>
        </w:tabs>
        <w:ind w:firstLine="284"/>
      </w:pPr>
    </w:p>
    <w:p w:rsidR="001A65DE" w:rsidRDefault="001A65DE" w:rsidP="00322335">
      <w:pPr>
        <w:shd w:val="clear" w:color="auto" w:fill="FFFFFF"/>
        <w:tabs>
          <w:tab w:val="left" w:pos="7371"/>
        </w:tabs>
        <w:spacing w:line="240" w:lineRule="auto"/>
        <w:ind w:firstLine="284"/>
      </w:pPr>
      <w:r>
        <w:t>Руководитель контрольного мероприятия: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322335">
            <w:pPr>
              <w:pStyle w:val="1"/>
            </w:pPr>
            <w:r>
              <w:t>(должность)</w:t>
            </w:r>
          </w:p>
        </w:tc>
        <w:tc>
          <w:tcPr>
            <w:tcW w:w="5245" w:type="dxa"/>
          </w:tcPr>
          <w:p w:rsidR="001A65DE" w:rsidRPr="00286D25" w:rsidRDefault="001A65DE" w:rsidP="00322335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  <w:sectPr w:rsidR="001A65DE" w:rsidSect="006A6BCF">
          <w:pgSz w:w="11907" w:h="16840" w:code="9"/>
          <w:pgMar w:top="1418" w:right="850" w:bottom="1418" w:left="1134" w:header="709" w:footer="709" w:gutter="0"/>
          <w:pgNumType w:start="1"/>
          <w:cols w:space="60"/>
          <w:noEndnote/>
          <w:titlePg/>
        </w:sectPr>
      </w:pPr>
    </w:p>
    <w:p w:rsidR="001A65DE" w:rsidRPr="00663717" w:rsidRDefault="001A65DE" w:rsidP="005E5F2B">
      <w:pPr>
        <w:rPr>
          <w:sz w:val="6"/>
          <w:szCs w:val="6"/>
          <w:lang w:eastAsia="en-US"/>
        </w:rPr>
      </w:pPr>
    </w:p>
    <w:p w:rsidR="001A65DE" w:rsidRDefault="001A65DE" w:rsidP="005C558F">
      <w:pPr>
        <w:spacing w:line="240" w:lineRule="auto"/>
        <w:jc w:val="right"/>
        <w:rPr>
          <w:szCs w:val="28"/>
        </w:rPr>
      </w:pPr>
      <w:r w:rsidRPr="0056636F">
        <w:rPr>
          <w:i/>
          <w:sz w:val="24"/>
          <w:szCs w:val="24"/>
        </w:rPr>
        <w:t>Образец оформления</w:t>
      </w:r>
      <w:r>
        <w:rPr>
          <w:szCs w:val="28"/>
        </w:rPr>
        <w:t xml:space="preserve">                                                                   </w:t>
      </w:r>
      <w:r w:rsidRPr="0056636F">
        <w:rPr>
          <w:szCs w:val="28"/>
        </w:rPr>
        <w:t xml:space="preserve">   </w:t>
      </w:r>
      <w:r>
        <w:rPr>
          <w:szCs w:val="28"/>
        </w:rPr>
        <w:t xml:space="preserve">                                                                   Приложение № 6</w:t>
      </w:r>
    </w:p>
    <w:p w:rsidR="001A65DE" w:rsidRDefault="001A65DE" w:rsidP="005C558F">
      <w:pPr>
        <w:spacing w:line="240" w:lineRule="auto"/>
        <w:jc w:val="right"/>
        <w:rPr>
          <w:szCs w:val="28"/>
        </w:rPr>
      </w:pPr>
    </w:p>
    <w:tbl>
      <w:tblPr>
        <w:tblpPr w:leftFromText="180" w:rightFromText="180" w:vertAnchor="page" w:horzAnchor="margin" w:tblpXSpec="right" w:tblpY="2034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1A65DE" w:rsidRPr="00951666">
        <w:trPr>
          <w:cantSplit/>
          <w:trHeight w:hRule="exact" w:val="423"/>
        </w:trPr>
        <w:tc>
          <w:tcPr>
            <w:tcW w:w="9923" w:type="dxa"/>
          </w:tcPr>
          <w:p w:rsidR="001A65DE" w:rsidRPr="00951666" w:rsidRDefault="001A65DE" w:rsidP="008C52E4">
            <w:pPr>
              <w:spacing w:line="240" w:lineRule="auto"/>
              <w:ind w:firstLine="0"/>
              <w:jc w:val="right"/>
              <w:rPr>
                <w:b/>
                <w:i/>
                <w:szCs w:val="28"/>
              </w:rPr>
            </w:pPr>
          </w:p>
        </w:tc>
      </w:tr>
    </w:tbl>
    <w:p w:rsidR="001A65DE" w:rsidRDefault="001A65DE" w:rsidP="005C558F">
      <w:pPr>
        <w:spacing w:line="240" w:lineRule="auto"/>
        <w:jc w:val="right"/>
        <w:rPr>
          <w:szCs w:val="28"/>
        </w:rPr>
      </w:pPr>
    </w:p>
    <w:p w:rsidR="001A65DE" w:rsidRDefault="001A65DE" w:rsidP="005C558F">
      <w:pPr>
        <w:spacing w:line="240" w:lineRule="auto"/>
        <w:jc w:val="right"/>
        <w:rPr>
          <w:szCs w:val="28"/>
        </w:rPr>
      </w:pPr>
    </w:p>
    <w:p w:rsidR="001A65DE" w:rsidRDefault="001A65DE" w:rsidP="006664C4">
      <w:pPr>
        <w:spacing w:line="240" w:lineRule="auto"/>
        <w:ind w:left="426" w:right="-284" w:firstLine="0"/>
        <w:jc w:val="center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8C52E4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W w:w="14204" w:type="dxa"/>
        <w:tblInd w:w="505" w:type="dxa"/>
        <w:tblBorders>
          <w:top w:val="single" w:sz="24" w:space="0" w:color="auto"/>
        </w:tblBorders>
        <w:tblLook w:val="0000"/>
      </w:tblPr>
      <w:tblGrid>
        <w:gridCol w:w="14204"/>
      </w:tblGrid>
      <w:tr w:rsidR="001A65DE">
        <w:trPr>
          <w:trHeight w:val="57"/>
        </w:trPr>
        <w:tc>
          <w:tcPr>
            <w:tcW w:w="14204" w:type="dxa"/>
            <w:tcBorders>
              <w:top w:val="single" w:sz="12" w:space="0" w:color="auto"/>
            </w:tcBorders>
          </w:tcPr>
          <w:p w:rsidR="001A65DE" w:rsidRPr="00BB51C1" w:rsidRDefault="001A65DE" w:rsidP="003C435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XSpec="center" w:tblpY="3459"/>
        <w:tblW w:w="144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96"/>
        <w:gridCol w:w="7620"/>
      </w:tblGrid>
      <w:tr w:rsidR="001A65DE" w:rsidRPr="00BB51C1">
        <w:trPr>
          <w:cantSplit/>
          <w:trHeight w:hRule="exact" w:val="679"/>
        </w:trPr>
        <w:tc>
          <w:tcPr>
            <w:tcW w:w="6796" w:type="dxa"/>
          </w:tcPr>
          <w:p w:rsidR="001A65DE" w:rsidRPr="000514C6" w:rsidRDefault="001A65DE" w:rsidP="006664C4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7620" w:type="dxa"/>
          </w:tcPr>
          <w:p w:rsidR="001A65DE" w:rsidRPr="000514C6" w:rsidRDefault="001A65DE" w:rsidP="006664C4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Pr="00663717" w:rsidRDefault="001A65DE" w:rsidP="005E5F2B">
      <w:pPr>
        <w:spacing w:line="240" w:lineRule="auto"/>
        <w:rPr>
          <w:szCs w:val="28"/>
        </w:rPr>
      </w:pPr>
    </w:p>
    <w:p w:rsidR="001A65DE" w:rsidRDefault="001A65DE" w:rsidP="005E5F2B">
      <w:pPr>
        <w:pStyle w:val="Heading1"/>
      </w:pPr>
    </w:p>
    <w:p w:rsidR="001A65DE" w:rsidRDefault="001A65DE" w:rsidP="005E5F2B">
      <w:pPr>
        <w:pStyle w:val="Heading1"/>
      </w:pPr>
      <w:r>
        <w:t>заключение</w:t>
      </w:r>
    </w:p>
    <w:p w:rsidR="001A65DE" w:rsidRPr="0060255A" w:rsidRDefault="001A65DE" w:rsidP="00A67DAE">
      <w:pPr>
        <w:pStyle w:val="Heading3"/>
        <w:ind w:left="426"/>
        <w:jc w:val="both"/>
      </w:pPr>
      <w:r>
        <w:t>на замечания_____________</w:t>
      </w:r>
      <w:r w:rsidRPr="0060255A">
        <w:t>__________________________________________________________________</w:t>
      </w:r>
      <w:r>
        <w:t>_</w:t>
      </w:r>
      <w:r w:rsidRPr="0060255A">
        <w:t>____</w:t>
      </w:r>
      <w:r>
        <w:t>___</w:t>
      </w:r>
    </w:p>
    <w:p w:rsidR="001A65DE" w:rsidRPr="004B6DFF" w:rsidRDefault="001A65DE" w:rsidP="0044702C">
      <w:pPr>
        <w:spacing w:line="240" w:lineRule="auto"/>
        <w:ind w:left="1985" w:firstLine="0"/>
        <w:jc w:val="center"/>
        <w:rPr>
          <w:szCs w:val="28"/>
          <w:vertAlign w:val="superscript"/>
          <w:lang w:eastAsia="en-US"/>
        </w:rPr>
      </w:pPr>
      <w:r w:rsidRPr="004B6DFF">
        <w:rPr>
          <w:szCs w:val="28"/>
          <w:vertAlign w:val="superscript"/>
        </w:rPr>
        <w:t xml:space="preserve">(руководитель или иное уполномоченное </w:t>
      </w:r>
      <w:r w:rsidRPr="004B6DFF">
        <w:rPr>
          <w:szCs w:val="28"/>
          <w:vertAlign w:val="superscript"/>
          <w:lang w:eastAsia="en-US"/>
        </w:rPr>
        <w:t xml:space="preserve">должностное лицо </w:t>
      </w:r>
      <w:r w:rsidRPr="004B6DFF">
        <w:rPr>
          <w:szCs w:val="28"/>
          <w:vertAlign w:val="superscript"/>
        </w:rPr>
        <w:t>объекта контрольного мероприятия)</w:t>
      </w:r>
    </w:p>
    <w:p w:rsidR="001A65DE" w:rsidRDefault="001A65DE" w:rsidP="00A67DAE">
      <w:pPr>
        <w:pStyle w:val="Heading3"/>
        <w:ind w:left="426"/>
        <w:jc w:val="both"/>
        <w:rPr>
          <w:lang w:eastAsia="en-US"/>
        </w:rPr>
      </w:pPr>
      <w:r>
        <w:t xml:space="preserve">к акту </w:t>
      </w:r>
      <w:r w:rsidRPr="0060255A">
        <w:rPr>
          <w:lang w:eastAsia="en-US"/>
        </w:rPr>
        <w:t>по результатам контрольного мероприятия «______________________________________________</w:t>
      </w:r>
      <w:r>
        <w:rPr>
          <w:lang w:eastAsia="en-US"/>
        </w:rPr>
        <w:t>_____</w:t>
      </w:r>
      <w:r w:rsidRPr="0060255A">
        <w:rPr>
          <w:lang w:eastAsia="en-US"/>
        </w:rPr>
        <w:t>_»</w:t>
      </w:r>
    </w:p>
    <w:p w:rsidR="001A65DE" w:rsidRPr="004B6DFF" w:rsidRDefault="001A65DE" w:rsidP="005E5F2B">
      <w:pPr>
        <w:spacing w:line="240" w:lineRule="auto"/>
        <w:ind w:left="8505" w:firstLine="0"/>
        <w:jc w:val="left"/>
        <w:rPr>
          <w:szCs w:val="28"/>
          <w:vertAlign w:val="superscript"/>
          <w:lang w:eastAsia="en-US"/>
        </w:rPr>
      </w:pPr>
      <w:r w:rsidRPr="004B6DFF">
        <w:rPr>
          <w:szCs w:val="28"/>
          <w:vertAlign w:val="superscript"/>
        </w:rPr>
        <w:t>(наименование контрольного мероприятия)</w:t>
      </w:r>
    </w:p>
    <w:p w:rsidR="001A65DE" w:rsidRPr="001C589D" w:rsidRDefault="001A65DE" w:rsidP="005E5F2B">
      <w:pPr>
        <w:pStyle w:val="Heading3"/>
        <w:rPr>
          <w:sz w:val="18"/>
          <w:szCs w:val="18"/>
        </w:rPr>
      </w:pP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11"/>
        <w:gridCol w:w="4601"/>
        <w:gridCol w:w="4863"/>
      </w:tblGrid>
      <w:tr w:rsidR="001A65DE" w:rsidRPr="009E6F3F">
        <w:trPr>
          <w:tblHeader/>
        </w:trPr>
        <w:tc>
          <w:tcPr>
            <w:tcW w:w="4711" w:type="dxa"/>
            <w:vAlign w:val="center"/>
          </w:tcPr>
          <w:p w:rsidR="001A65DE" w:rsidRPr="00B70B9F" w:rsidRDefault="001A65DE" w:rsidP="009E6F3F">
            <w:pPr>
              <w:pStyle w:val="Heading3"/>
            </w:pPr>
            <w:r w:rsidRPr="00B70B9F">
              <w:t xml:space="preserve">Текст в акте </w:t>
            </w:r>
            <w:r w:rsidRPr="00B70B9F">
              <w:rPr>
                <w:lang w:eastAsia="en-US"/>
              </w:rPr>
              <w:t>по результатам контрольного мероприятия</w:t>
            </w:r>
          </w:p>
        </w:tc>
        <w:tc>
          <w:tcPr>
            <w:tcW w:w="4601" w:type="dxa"/>
            <w:vAlign w:val="center"/>
          </w:tcPr>
          <w:p w:rsidR="001A65DE" w:rsidRPr="00B70B9F" w:rsidRDefault="001A65DE" w:rsidP="009E6F3F">
            <w:pPr>
              <w:pStyle w:val="Heading3"/>
            </w:pPr>
            <w:r w:rsidRPr="00B70B9F">
              <w:t>Текст замечаний (пояснений)</w:t>
            </w:r>
          </w:p>
        </w:tc>
        <w:tc>
          <w:tcPr>
            <w:tcW w:w="4863" w:type="dxa"/>
            <w:vAlign w:val="center"/>
          </w:tcPr>
          <w:p w:rsidR="001A65DE" w:rsidRPr="00B70B9F" w:rsidRDefault="001A65DE" w:rsidP="009E6F3F">
            <w:pPr>
              <w:pStyle w:val="Heading3"/>
            </w:pPr>
            <w:r w:rsidRPr="00B70B9F">
              <w:t>Решение, принятое по итогам рассмотрения замечаний (пояснений)</w:t>
            </w:r>
          </w:p>
        </w:tc>
      </w:tr>
      <w:tr w:rsidR="001A65DE" w:rsidRPr="009E6F3F">
        <w:tc>
          <w:tcPr>
            <w:tcW w:w="4711" w:type="dxa"/>
          </w:tcPr>
          <w:p w:rsidR="001A65DE" w:rsidRPr="009E6F3F" w:rsidRDefault="001A65DE" w:rsidP="001C724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601" w:type="dxa"/>
          </w:tcPr>
          <w:p w:rsidR="001A65DE" w:rsidRPr="009E6F3F" w:rsidRDefault="001A65DE" w:rsidP="001C724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863" w:type="dxa"/>
          </w:tcPr>
          <w:p w:rsidR="001A65DE" w:rsidRPr="009E6F3F" w:rsidRDefault="001A65DE" w:rsidP="001C7247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  <w:tr w:rsidR="001A65DE" w:rsidRPr="009E6F3F">
        <w:tc>
          <w:tcPr>
            <w:tcW w:w="4711" w:type="dxa"/>
          </w:tcPr>
          <w:p w:rsidR="001A65DE" w:rsidRPr="009E6F3F" w:rsidRDefault="001A65DE" w:rsidP="001C7247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601" w:type="dxa"/>
          </w:tcPr>
          <w:p w:rsidR="001A65DE" w:rsidRPr="009E6F3F" w:rsidRDefault="001A65DE" w:rsidP="001C7247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863" w:type="dxa"/>
          </w:tcPr>
          <w:p w:rsidR="001A65DE" w:rsidRPr="009E6F3F" w:rsidRDefault="001A65DE" w:rsidP="001C7247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1A65DE" w:rsidRDefault="001A65DE" w:rsidP="005E5F2B">
      <w:pPr>
        <w:spacing w:line="240" w:lineRule="auto"/>
      </w:pPr>
    </w:p>
    <w:p w:rsidR="001A65DE" w:rsidRDefault="001A65DE" w:rsidP="005E5F2B">
      <w:pPr>
        <w:spacing w:line="240" w:lineRule="auto"/>
      </w:pPr>
    </w:p>
    <w:tbl>
      <w:tblPr>
        <w:tblW w:w="13727" w:type="dxa"/>
        <w:jc w:val="center"/>
        <w:tblLayout w:type="fixed"/>
        <w:tblCellMar>
          <w:left w:w="284" w:type="dxa"/>
          <w:right w:w="284" w:type="dxa"/>
        </w:tblCellMar>
        <w:tblLook w:val="0000"/>
      </w:tblPr>
      <w:tblGrid>
        <w:gridCol w:w="4943"/>
        <w:gridCol w:w="8784"/>
      </w:tblGrid>
      <w:tr w:rsidR="001A65DE" w:rsidRPr="00FF029C">
        <w:trPr>
          <w:cantSplit/>
          <w:jc w:val="center"/>
        </w:trPr>
        <w:tc>
          <w:tcPr>
            <w:tcW w:w="4943" w:type="dxa"/>
          </w:tcPr>
          <w:p w:rsidR="001A65DE" w:rsidRPr="00411048" w:rsidRDefault="001A65DE" w:rsidP="0028315C">
            <w:pPr>
              <w:pStyle w:val="1"/>
            </w:pPr>
            <w:r>
              <w:t>(должность)</w:t>
            </w:r>
          </w:p>
        </w:tc>
        <w:tc>
          <w:tcPr>
            <w:tcW w:w="8784" w:type="dxa"/>
          </w:tcPr>
          <w:p w:rsidR="001A65DE" w:rsidRPr="00FF029C" w:rsidRDefault="001A65DE" w:rsidP="00A67DAE">
            <w:pPr>
              <w:pStyle w:val="a0"/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/>
    <w:p w:rsidR="001A65DE" w:rsidRPr="00663717" w:rsidRDefault="001A65DE" w:rsidP="005E5F2B">
      <w:pPr>
        <w:spacing w:line="240" w:lineRule="auto"/>
        <w:rPr>
          <w:sz w:val="20"/>
        </w:rPr>
      </w:pPr>
    </w:p>
    <w:p w:rsidR="001A65DE" w:rsidRPr="00663717" w:rsidRDefault="001A65DE" w:rsidP="005E5F2B">
      <w:pPr>
        <w:spacing w:line="240" w:lineRule="auto"/>
        <w:rPr>
          <w:sz w:val="20"/>
        </w:rPr>
        <w:sectPr w:rsidR="001A65DE" w:rsidRPr="00663717" w:rsidSect="001C7247">
          <w:pgSz w:w="16840" w:h="11907" w:orient="landscape" w:code="9"/>
          <w:pgMar w:top="851" w:right="1134" w:bottom="851" w:left="1134" w:header="709" w:footer="709" w:gutter="0"/>
          <w:pgNumType w:start="1"/>
          <w:cols w:space="60"/>
          <w:noEndnote/>
          <w:titlePg/>
        </w:sectPr>
      </w:pPr>
    </w:p>
    <w:p w:rsidR="001A65DE" w:rsidRPr="008D3C84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     Приложение № 7</w:t>
      </w:r>
    </w:p>
    <w:tbl>
      <w:tblPr>
        <w:tblpPr w:leftFromText="180" w:rightFromText="180" w:horzAnchor="margin" w:tblpX="142" w:tblpY="568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</w:tblGrid>
      <w:tr w:rsidR="001A65DE" w:rsidRPr="00951666">
        <w:trPr>
          <w:cantSplit/>
          <w:trHeight w:hRule="exact" w:val="423"/>
        </w:trPr>
        <w:tc>
          <w:tcPr>
            <w:tcW w:w="9781" w:type="dxa"/>
          </w:tcPr>
          <w:p w:rsidR="001A65DE" w:rsidRPr="004606FB" w:rsidRDefault="001A65DE" w:rsidP="008E7958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8B5232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B11AFF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1A65D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1A65DE" w:rsidRPr="00BB51C1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1A65DE" w:rsidRPr="000514C6" w:rsidRDefault="001A65DE" w:rsidP="008B5232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1A65DE" w:rsidRPr="000514C6" w:rsidRDefault="001A65DE" w:rsidP="008B5232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1A65DE" w:rsidRPr="00BB51C1" w:rsidRDefault="001A65DE" w:rsidP="008B523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Pr="00F46859" w:rsidRDefault="001A65DE" w:rsidP="005E5F2B">
      <w:pPr>
        <w:pStyle w:val="Heading1"/>
        <w:ind w:left="284" w:right="-284"/>
      </w:pPr>
      <w:r w:rsidRPr="00F46859">
        <w:t>Акт</w:t>
      </w:r>
    </w:p>
    <w:p w:rsidR="001A65DE" w:rsidRPr="00F46859" w:rsidRDefault="001A65DE" w:rsidP="00F0739F">
      <w:pPr>
        <w:pStyle w:val="Heading3"/>
        <w:ind w:left="284" w:right="-284"/>
      </w:pPr>
      <w:r w:rsidRPr="00F46859">
        <w:t>по факт</w:t>
      </w:r>
      <w:r>
        <w:t>ам</w:t>
      </w:r>
      <w:r w:rsidRPr="00F46859">
        <w:t xml:space="preserve"> </w:t>
      </w:r>
      <w:r>
        <w:t xml:space="preserve">создания препятствий сотрудникам </w:t>
      </w:r>
      <w:r w:rsidRPr="004606FB">
        <w:rPr>
          <w:b w:val="0"/>
          <w:i/>
        </w:rPr>
        <w:t>(наименование</w:t>
      </w:r>
      <w:r>
        <w:t xml:space="preserve"> </w:t>
      </w:r>
      <w:r w:rsidRPr="004606FB">
        <w:rPr>
          <w:b w:val="0"/>
          <w:i/>
        </w:rPr>
        <w:t>конт</w:t>
      </w:r>
      <w:r>
        <w:rPr>
          <w:b w:val="0"/>
          <w:i/>
        </w:rPr>
        <w:t>рольно-счетного органа)</w:t>
      </w:r>
      <w:r>
        <w:t xml:space="preserve"> в проведении контрольного мероприятия</w:t>
      </w:r>
    </w:p>
    <w:p w:rsidR="001A65DE" w:rsidRPr="00FA642D" w:rsidRDefault="001A65DE" w:rsidP="005E5F2B">
      <w:pPr>
        <w:pStyle w:val="Heading3"/>
        <w:ind w:left="284" w:right="-284"/>
        <w:rPr>
          <w:lang w:eastAsia="en-US"/>
        </w:rPr>
      </w:pPr>
    </w:p>
    <w:tbl>
      <w:tblPr>
        <w:tblW w:w="9644" w:type="dxa"/>
        <w:tblInd w:w="284" w:type="dxa"/>
        <w:tblLook w:val="01E0"/>
      </w:tblPr>
      <w:tblGrid>
        <w:gridCol w:w="3996"/>
        <w:gridCol w:w="1692"/>
        <w:gridCol w:w="3956"/>
      </w:tblGrid>
      <w:tr w:rsidR="001A65DE" w:rsidRPr="00D52048">
        <w:tc>
          <w:tcPr>
            <w:tcW w:w="3996" w:type="dxa"/>
          </w:tcPr>
          <w:p w:rsidR="001A65DE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</w:t>
            </w:r>
          </w:p>
          <w:p w:rsidR="001A65DE" w:rsidRPr="006778AB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  <w:vertAlign w:val="superscript"/>
              </w:rPr>
            </w:pPr>
            <w:r w:rsidRPr="006778AB">
              <w:rPr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692" w:type="dxa"/>
          </w:tcPr>
          <w:p w:rsidR="001A65DE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</w:p>
          <w:p w:rsidR="001A65DE" w:rsidRPr="00D52048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3956" w:type="dxa"/>
          </w:tcPr>
          <w:p w:rsidR="001A65DE" w:rsidRPr="00D52048" w:rsidRDefault="001A65DE" w:rsidP="00745E4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«__»___________20___года</w:t>
            </w:r>
          </w:p>
        </w:tc>
      </w:tr>
    </w:tbl>
    <w:p w:rsidR="001A65DE" w:rsidRPr="00FA642D" w:rsidRDefault="001A65DE" w:rsidP="005E5F2B">
      <w:pPr>
        <w:pStyle w:val="Heading3"/>
        <w:ind w:left="284" w:right="-284"/>
        <w:rPr>
          <w:lang w:eastAsia="en-US"/>
        </w:rPr>
      </w:pPr>
    </w:p>
    <w:p w:rsidR="001A65DE" w:rsidRDefault="001A65DE" w:rsidP="00E0003D">
      <w:pPr>
        <w:ind w:right="-284"/>
      </w:pPr>
      <w:r>
        <w:t>В соответствии с_________________________________________________</w:t>
      </w:r>
    </w:p>
    <w:p w:rsidR="001A65DE" w:rsidRDefault="001A65DE" w:rsidP="00E0003D">
      <w:pPr>
        <w:ind w:right="-284" w:firstLine="0"/>
      </w:pPr>
      <w:r>
        <w:t>____________________________________________________________________</w:t>
      </w:r>
    </w:p>
    <w:p w:rsidR="001A65DE" w:rsidRPr="00E84B7F" w:rsidRDefault="001A65DE" w:rsidP="00EF0F95">
      <w:pPr>
        <w:spacing w:line="240" w:lineRule="auto"/>
        <w:ind w:right="-284"/>
        <w:jc w:val="center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E0003D">
      <w:pPr>
        <w:spacing w:line="240" w:lineRule="auto"/>
        <w:ind w:right="-142"/>
        <w:jc w:val="center"/>
      </w:pPr>
    </w:p>
    <w:p w:rsidR="001A65DE" w:rsidRDefault="001A65DE" w:rsidP="00E0003D">
      <w:pPr>
        <w:ind w:right="-284" w:firstLine="0"/>
      </w:pPr>
      <w:r>
        <w:rPr>
          <w:szCs w:val="28"/>
        </w:rPr>
        <w:t xml:space="preserve">в </w:t>
      </w:r>
      <w:r w:rsidRPr="006B5737">
        <w:rPr>
          <w:szCs w:val="28"/>
        </w:rPr>
        <w:t>________________________</w:t>
      </w:r>
      <w:r>
        <w:t>___________________________________________</w:t>
      </w:r>
    </w:p>
    <w:p w:rsidR="001A65DE" w:rsidRPr="0074642C" w:rsidRDefault="001A65DE" w:rsidP="00E0003D">
      <w:pPr>
        <w:ind w:right="-284"/>
        <w:jc w:val="center"/>
        <w:rPr>
          <w:szCs w:val="28"/>
          <w:vertAlign w:val="superscript"/>
        </w:rPr>
      </w:pPr>
      <w:r w:rsidRPr="0074642C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E0003D">
      <w:pPr>
        <w:ind w:right="-284" w:firstLine="0"/>
      </w:pPr>
      <w:r w:rsidRPr="006C13AD">
        <w:t>проводится контрольное мероприятие «_________________________________».</w:t>
      </w:r>
    </w:p>
    <w:p w:rsidR="001A65DE" w:rsidRPr="001875D7" w:rsidRDefault="001A65DE" w:rsidP="005155CD">
      <w:pPr>
        <w:ind w:right="-284"/>
        <w:jc w:val="center"/>
        <w:rPr>
          <w:szCs w:val="28"/>
          <w:vertAlign w:val="superscript"/>
        </w:rPr>
      </w:pPr>
      <w:r w:rsidRPr="001875D7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E0003D">
      <w:pPr>
        <w:ind w:right="-284"/>
      </w:pPr>
      <w:r w:rsidRPr="00F46859">
        <w:t>Должностным</w:t>
      </w:r>
      <w:r>
        <w:t>и</w:t>
      </w:r>
      <w:r w:rsidRPr="00F46859">
        <w:t xml:space="preserve"> лиц</w:t>
      </w:r>
      <w:r>
        <w:t>а</w:t>
      </w:r>
      <w:r w:rsidRPr="00F46859">
        <w:t>м</w:t>
      </w:r>
      <w:r>
        <w:t>и</w:t>
      </w:r>
      <w:r w:rsidRPr="00F46859">
        <w:t>_________________________</w:t>
      </w:r>
      <w:r>
        <w:t>__________________</w:t>
      </w:r>
    </w:p>
    <w:p w:rsidR="001A65DE" w:rsidRPr="00F46859" w:rsidRDefault="001A65DE" w:rsidP="00E0003D">
      <w:pPr>
        <w:ind w:right="-284" w:firstLine="0"/>
      </w:pPr>
      <w:r w:rsidRPr="00F46859">
        <w:t>____________________________________________________________________</w:t>
      </w:r>
    </w:p>
    <w:p w:rsidR="001A65DE" w:rsidRPr="001875D7" w:rsidRDefault="001A65DE" w:rsidP="00E0003D">
      <w:pPr>
        <w:ind w:right="-284"/>
        <w:jc w:val="center"/>
        <w:rPr>
          <w:szCs w:val="28"/>
          <w:vertAlign w:val="superscript"/>
        </w:rPr>
      </w:pPr>
      <w:r w:rsidRPr="001875D7">
        <w:rPr>
          <w:szCs w:val="28"/>
          <w:vertAlign w:val="superscript"/>
        </w:rPr>
        <w:t>(должность, инициалы</w:t>
      </w:r>
      <w:r>
        <w:rPr>
          <w:szCs w:val="28"/>
          <w:vertAlign w:val="superscript"/>
        </w:rPr>
        <w:t>,</w:t>
      </w:r>
      <w:r w:rsidRPr="001875D7">
        <w:rPr>
          <w:szCs w:val="28"/>
          <w:vertAlign w:val="superscript"/>
        </w:rPr>
        <w:t xml:space="preserve"> фамили</w:t>
      </w:r>
      <w:r>
        <w:rPr>
          <w:szCs w:val="28"/>
          <w:vertAlign w:val="superscript"/>
        </w:rPr>
        <w:t>я</w:t>
      </w:r>
      <w:r w:rsidRPr="001875D7">
        <w:rPr>
          <w:szCs w:val="28"/>
          <w:vertAlign w:val="superscript"/>
        </w:rPr>
        <w:t>)</w:t>
      </w:r>
    </w:p>
    <w:p w:rsidR="001A65DE" w:rsidRPr="00F46859" w:rsidRDefault="001A65DE" w:rsidP="00E0003D">
      <w:pPr>
        <w:ind w:right="-284" w:firstLine="0"/>
      </w:pPr>
      <w:r>
        <w:t xml:space="preserve">созданы препятствия сотрудникам </w:t>
      </w:r>
      <w:r w:rsidRPr="004606FB">
        <w:rPr>
          <w:i/>
        </w:rPr>
        <w:t>(наименование</w:t>
      </w:r>
      <w:r>
        <w:t xml:space="preserve"> </w:t>
      </w:r>
      <w:r w:rsidRPr="003D5AAD">
        <w:rPr>
          <w:i/>
        </w:rPr>
        <w:t>контрольно-счетного орга</w:t>
      </w:r>
      <w:r>
        <w:rPr>
          <w:i/>
        </w:rPr>
        <w:t>на)</w:t>
      </w:r>
      <w:r>
        <w:t>_______________________________________</w:t>
      </w:r>
    </w:p>
    <w:p w:rsidR="001A65DE" w:rsidRPr="00196AC0" w:rsidRDefault="001A65DE" w:rsidP="00E0003D">
      <w:pPr>
        <w:ind w:right="-284"/>
        <w:jc w:val="center"/>
        <w:rPr>
          <w:szCs w:val="28"/>
          <w:vertAlign w:val="superscript"/>
        </w:rPr>
      </w:pPr>
      <w:r w:rsidRPr="00196AC0">
        <w:rPr>
          <w:szCs w:val="28"/>
          <w:vertAlign w:val="superscript"/>
        </w:rPr>
        <w:t>(должность, инициалы и фамилии инспекторов)</w:t>
      </w:r>
    </w:p>
    <w:p w:rsidR="001A65DE" w:rsidRDefault="001A65DE" w:rsidP="00E0003D">
      <w:pPr>
        <w:ind w:right="-284" w:firstLine="0"/>
      </w:pPr>
      <w:r>
        <w:t>в</w:t>
      </w:r>
      <w:r w:rsidRPr="00F46859">
        <w:t xml:space="preserve"> проведени</w:t>
      </w:r>
      <w:r>
        <w:t>и указанного</w:t>
      </w:r>
      <w:r w:rsidRPr="00F46859">
        <w:t xml:space="preserve"> контрольного мероприятия</w:t>
      </w:r>
      <w:r>
        <w:t>, выразившиеся в _______</w:t>
      </w:r>
    </w:p>
    <w:p w:rsidR="001A65DE" w:rsidRDefault="001A65DE" w:rsidP="00E0003D">
      <w:pPr>
        <w:ind w:right="-284" w:firstLine="0"/>
      </w:pPr>
      <w:r>
        <w:t>____________________________________________________________________</w:t>
      </w:r>
    </w:p>
    <w:p w:rsidR="001A65DE" w:rsidRPr="007612EB" w:rsidRDefault="001A65DE" w:rsidP="00E0003D">
      <w:pPr>
        <w:spacing w:after="120"/>
        <w:ind w:right="-284"/>
        <w:jc w:val="center"/>
        <w:rPr>
          <w:szCs w:val="28"/>
          <w:vertAlign w:val="superscript"/>
        </w:rPr>
      </w:pPr>
      <w:r w:rsidRPr="007612EB">
        <w:rPr>
          <w:szCs w:val="28"/>
          <w:vertAlign w:val="superscript"/>
        </w:rPr>
        <w:t>(указываются конкретные факты создания препятствий для проведения мероприятия)</w:t>
      </w:r>
    </w:p>
    <w:p w:rsidR="001A65DE" w:rsidRDefault="001A65DE" w:rsidP="00E0003D">
      <w:pPr>
        <w:ind w:right="-284"/>
      </w:pPr>
      <w:r w:rsidRPr="00F46859">
        <w:t>Это является нарушением</w:t>
      </w:r>
      <w:r>
        <w:t>_________________________________________</w:t>
      </w:r>
    </w:p>
    <w:p w:rsidR="001A65DE" w:rsidRDefault="001A65DE" w:rsidP="00E0003D">
      <w:pPr>
        <w:ind w:right="-284" w:firstLine="0"/>
      </w:pPr>
      <w:r>
        <w:t>____________________________________________________________________</w:t>
      </w:r>
    </w:p>
    <w:p w:rsidR="001A65DE" w:rsidRPr="00146E54" w:rsidRDefault="001A65DE" w:rsidP="00E0003D">
      <w:pPr>
        <w:ind w:right="-284"/>
        <w:jc w:val="center"/>
        <w:rPr>
          <w:vertAlign w:val="superscript"/>
        </w:rPr>
      </w:pPr>
      <w:r>
        <w:rPr>
          <w:vertAlign w:val="superscript"/>
        </w:rPr>
        <w:t>(статья закона о контрольно-счетном органе)</w:t>
      </w:r>
    </w:p>
    <w:p w:rsidR="001A65DE" w:rsidRPr="00F46859" w:rsidRDefault="001A65DE" w:rsidP="00E0003D">
      <w:pPr>
        <w:ind w:right="-284" w:firstLine="0"/>
      </w:pPr>
      <w:r w:rsidRPr="00F46859">
        <w:t>и влечет за собой ответственность должностных лиц в соответствии с законодательством Российской Федерации</w:t>
      </w:r>
      <w:r>
        <w:t xml:space="preserve">, </w:t>
      </w:r>
      <w:r w:rsidRPr="004C2052">
        <w:rPr>
          <w:i/>
        </w:rPr>
        <w:t>субъекта Российской Федерации</w:t>
      </w:r>
      <w:r w:rsidRPr="00F46859">
        <w:t>.</w:t>
      </w:r>
    </w:p>
    <w:p w:rsidR="001A65DE" w:rsidRPr="00F46859" w:rsidRDefault="001A65DE" w:rsidP="00E0003D">
      <w:pPr>
        <w:ind w:right="-284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(направлен)</w:t>
      </w:r>
      <w:r w:rsidRPr="00F46859">
        <w:t xml:space="preserve"> </w:t>
      </w:r>
      <w:r>
        <w:t>для</w:t>
      </w:r>
      <w:r w:rsidRPr="00F46859">
        <w:t xml:space="preserve"> ознакомлени</w:t>
      </w:r>
      <w:r>
        <w:t>я</w:t>
      </w:r>
      <w:r>
        <w:rPr>
          <w:szCs w:val="28"/>
        </w:rPr>
        <w:t>_</w:t>
      </w:r>
      <w:r w:rsidRPr="00F46859">
        <w:rPr>
          <w:szCs w:val="28"/>
        </w:rPr>
        <w:t>_______________________________</w:t>
      </w:r>
      <w:r>
        <w:rPr>
          <w:szCs w:val="28"/>
        </w:rPr>
        <w:t>__________</w:t>
      </w:r>
    </w:p>
    <w:p w:rsidR="001A65DE" w:rsidRPr="00863059" w:rsidRDefault="001A65DE" w:rsidP="00E0003D">
      <w:pPr>
        <w:spacing w:line="240" w:lineRule="auto"/>
        <w:ind w:right="-284"/>
        <w:jc w:val="left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</w:t>
      </w:r>
      <w:r w:rsidRPr="00863059">
        <w:rPr>
          <w:szCs w:val="28"/>
          <w:vertAlign w:val="superscript"/>
        </w:rPr>
        <w:t>(должностное лицо проверяемого объекта, фамилия и инициалы)</w:t>
      </w:r>
    </w:p>
    <w:p w:rsidR="001A65DE" w:rsidRPr="00863059" w:rsidRDefault="001A65DE" w:rsidP="00E0003D">
      <w:pPr>
        <w:spacing w:line="240" w:lineRule="auto"/>
        <w:ind w:right="-284"/>
        <w:rPr>
          <w:szCs w:val="28"/>
          <w:vertAlign w:val="superscript"/>
        </w:rPr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536"/>
      </w:tblGrid>
      <w:tr w:rsidR="001A65DE" w:rsidRPr="00FF029C">
        <w:trPr>
          <w:cantSplit/>
        </w:trPr>
        <w:tc>
          <w:tcPr>
            <w:tcW w:w="5103" w:type="dxa"/>
          </w:tcPr>
          <w:p w:rsidR="001A65DE" w:rsidRDefault="001A65DE" w:rsidP="001C7247">
            <w:pPr>
              <w:pStyle w:val="1"/>
            </w:pPr>
            <w:r>
              <w:t>Руководитель контрольного мероприятия</w:t>
            </w:r>
          </w:p>
          <w:p w:rsidR="001A65DE" w:rsidRPr="00EF17DA" w:rsidRDefault="001A65DE" w:rsidP="001C7247">
            <w:pPr>
              <w:pStyle w:val="1"/>
            </w:pPr>
            <w:r>
              <w:t>(должность)</w:t>
            </w:r>
          </w:p>
        </w:tc>
        <w:tc>
          <w:tcPr>
            <w:tcW w:w="4536" w:type="dxa"/>
          </w:tcPr>
          <w:p w:rsidR="001A65DE" w:rsidRDefault="001A65DE" w:rsidP="001C7247">
            <w:pPr>
              <w:pStyle w:val="a0"/>
              <w:rPr>
                <w:sz w:val="22"/>
                <w:szCs w:val="22"/>
              </w:rPr>
            </w:pPr>
          </w:p>
          <w:p w:rsidR="001A65DE" w:rsidRPr="00286D25" w:rsidRDefault="001A65DE" w:rsidP="00292C6E">
            <w:pPr>
              <w:pStyle w:val="a0"/>
              <w:jc w:val="left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>
      <w:pPr>
        <w:ind w:left="284" w:right="-284"/>
      </w:pPr>
    </w:p>
    <w:p w:rsidR="001A65DE" w:rsidRPr="00F46859" w:rsidRDefault="001A65DE" w:rsidP="005E5F2B">
      <w:pPr>
        <w:ind w:left="284" w:right="-284" w:firstLine="0"/>
      </w:pPr>
      <w:r w:rsidRPr="00F46859">
        <w:t>Один экземпляр акта получил</w:t>
      </w:r>
      <w:r>
        <w:t>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1C7247">
            <w:pPr>
              <w:pStyle w:val="1"/>
            </w:pPr>
            <w:r>
              <w:t>должность</w:t>
            </w:r>
          </w:p>
        </w:tc>
        <w:tc>
          <w:tcPr>
            <w:tcW w:w="5245" w:type="dxa"/>
          </w:tcPr>
          <w:p w:rsidR="001A65DE" w:rsidRPr="00286D25" w:rsidRDefault="001A65DE" w:rsidP="00803022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</w:pPr>
    </w:p>
    <w:p w:rsidR="001A65DE" w:rsidRDefault="001A65DE" w:rsidP="005E5F2B">
      <w:pPr>
        <w:spacing w:line="240" w:lineRule="auto"/>
        <w:ind w:left="284" w:right="-284"/>
        <w:rPr>
          <w:snapToGrid w:val="0"/>
        </w:rPr>
        <w:sectPr w:rsidR="001A65DE" w:rsidSect="001C7247">
          <w:pgSz w:w="11907" w:h="16840" w:code="9"/>
          <w:pgMar w:top="1418" w:right="1134" w:bottom="1418" w:left="1134" w:header="709" w:footer="709" w:gutter="0"/>
          <w:pgNumType w:start="1"/>
          <w:cols w:space="60"/>
          <w:noEndnote/>
          <w:titlePg/>
        </w:sectPr>
      </w:pPr>
    </w:p>
    <w:p w:rsidR="001A65DE" w:rsidRPr="00B042A0" w:rsidRDefault="001A65DE" w:rsidP="005E5F2B">
      <w:pPr>
        <w:spacing w:line="240" w:lineRule="auto"/>
        <w:ind w:left="284" w:right="-284"/>
        <w:rPr>
          <w:snapToGrid w:val="0"/>
          <w:sz w:val="2"/>
          <w:szCs w:val="2"/>
        </w:rPr>
      </w:pPr>
    </w:p>
    <w:p w:rsidR="001A65DE" w:rsidRDefault="001A65DE" w:rsidP="00990617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Pr="008D3C84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8</w:t>
      </w:r>
    </w:p>
    <w:tbl>
      <w:tblPr>
        <w:tblpPr w:leftFromText="180" w:rightFromText="180" w:horzAnchor="margin" w:tblpX="142" w:tblpY="568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</w:tblGrid>
      <w:tr w:rsidR="001A65DE" w:rsidRPr="00951666">
        <w:trPr>
          <w:cantSplit/>
          <w:trHeight w:hRule="exact" w:val="423"/>
        </w:trPr>
        <w:tc>
          <w:tcPr>
            <w:tcW w:w="9781" w:type="dxa"/>
          </w:tcPr>
          <w:p w:rsidR="001A65DE" w:rsidRPr="00990617" w:rsidRDefault="001A65DE" w:rsidP="008E7958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216D46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216D46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1A65D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1A65DE" w:rsidRPr="00BB51C1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1A65DE" w:rsidRPr="000514C6" w:rsidRDefault="001A65DE" w:rsidP="008E7958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1A65DE" w:rsidRPr="000514C6" w:rsidRDefault="001A65DE" w:rsidP="008E7958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1A65DE" w:rsidRPr="00BB51C1" w:rsidRDefault="001A65DE" w:rsidP="008E795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Pr="008D3C84" w:rsidRDefault="001A65DE" w:rsidP="005E5F2B">
      <w:pPr>
        <w:spacing w:line="240" w:lineRule="auto"/>
        <w:ind w:left="284" w:right="-284"/>
      </w:pPr>
    </w:p>
    <w:p w:rsidR="001A65DE" w:rsidRPr="00F46859" w:rsidRDefault="001A65DE" w:rsidP="005E5F2B">
      <w:pPr>
        <w:pStyle w:val="Heading1"/>
        <w:ind w:left="284" w:right="-284"/>
      </w:pPr>
      <w:r w:rsidRPr="00F46859">
        <w:t>Акт</w:t>
      </w:r>
    </w:p>
    <w:p w:rsidR="001A65DE" w:rsidRPr="00F432AD" w:rsidRDefault="001A65DE" w:rsidP="005E5F2B">
      <w:pPr>
        <w:pStyle w:val="Heading3"/>
        <w:ind w:left="284" w:right="-284"/>
        <w:rPr>
          <w:lang w:eastAsia="en-US"/>
        </w:rPr>
      </w:pPr>
      <w:r w:rsidRPr="00F46859">
        <w:t>по факт</w:t>
      </w:r>
      <w:r>
        <w:t>ам</w:t>
      </w:r>
      <w:r w:rsidRPr="00F46859">
        <w:t xml:space="preserve"> </w:t>
      </w:r>
      <w:r w:rsidRPr="00F432AD">
        <w:rPr>
          <w:lang w:eastAsia="en-US"/>
        </w:rPr>
        <w:t>выявленных нарушений, требующих принятия незамедлительных мер по их устранению и безотлагательного пресечения противоправных действий</w:t>
      </w:r>
    </w:p>
    <w:p w:rsidR="001A65DE" w:rsidRDefault="001A65DE" w:rsidP="005E5F2B">
      <w:pPr>
        <w:pStyle w:val="Heading3"/>
        <w:ind w:left="284" w:right="-284"/>
      </w:pPr>
    </w:p>
    <w:tbl>
      <w:tblPr>
        <w:tblW w:w="9639" w:type="dxa"/>
        <w:tblInd w:w="284" w:type="dxa"/>
        <w:tblLook w:val="01E0"/>
      </w:tblPr>
      <w:tblGrid>
        <w:gridCol w:w="4136"/>
        <w:gridCol w:w="1572"/>
        <w:gridCol w:w="3931"/>
      </w:tblGrid>
      <w:tr w:rsidR="001A65DE" w:rsidRPr="00D52048">
        <w:tc>
          <w:tcPr>
            <w:tcW w:w="3969" w:type="dxa"/>
          </w:tcPr>
          <w:p w:rsidR="001A65DE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____________________________</w:t>
            </w:r>
          </w:p>
          <w:p w:rsidR="001A65DE" w:rsidRPr="006778AB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  <w:vertAlign w:val="superscript"/>
              </w:rPr>
            </w:pPr>
            <w:r w:rsidRPr="006778AB">
              <w:rPr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701" w:type="dxa"/>
          </w:tcPr>
          <w:p w:rsidR="001A65DE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</w:p>
          <w:p w:rsidR="001A65DE" w:rsidRPr="00D52048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3969" w:type="dxa"/>
          </w:tcPr>
          <w:p w:rsidR="001A65DE" w:rsidRPr="00D52048" w:rsidRDefault="001A65DE" w:rsidP="00745E4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«__»___________20___года</w:t>
            </w:r>
          </w:p>
        </w:tc>
      </w:tr>
    </w:tbl>
    <w:p w:rsidR="001A65DE" w:rsidRPr="007C140A" w:rsidRDefault="001A65DE" w:rsidP="005E5F2B">
      <w:pPr>
        <w:pStyle w:val="Heading3"/>
        <w:ind w:left="284" w:right="-284"/>
        <w:rPr>
          <w:lang w:eastAsia="en-US"/>
        </w:rPr>
      </w:pPr>
    </w:p>
    <w:p w:rsidR="001A65DE" w:rsidRDefault="001A65DE" w:rsidP="00E50BDD">
      <w:pPr>
        <w:spacing w:line="240" w:lineRule="auto"/>
        <w:ind w:right="-284"/>
      </w:pPr>
      <w:r w:rsidRPr="00F46859">
        <w:t xml:space="preserve">В ходе </w:t>
      </w:r>
      <w:r w:rsidRPr="006C13AD">
        <w:rPr>
          <w:szCs w:val="28"/>
        </w:rPr>
        <w:t xml:space="preserve">контрольного мероприятия </w:t>
      </w:r>
      <w:r>
        <w:t>«_______________________________</w:t>
      </w:r>
      <w:r w:rsidRPr="007F0F49">
        <w:t>»</w:t>
      </w:r>
      <w:r>
        <w:t>,</w:t>
      </w:r>
    </w:p>
    <w:p w:rsidR="001A65DE" w:rsidRPr="00F76B4D" w:rsidRDefault="001A65DE" w:rsidP="00E50BDD">
      <w:pPr>
        <w:ind w:right="-284"/>
        <w:rPr>
          <w:sz w:val="20"/>
        </w:rPr>
      </w:pPr>
      <w:r w:rsidRPr="00F76B4D">
        <w:rPr>
          <w:sz w:val="20"/>
        </w:rPr>
        <w:t>(наименование контрольного мероприятия)</w:t>
      </w:r>
    </w:p>
    <w:p w:rsidR="001A65DE" w:rsidRDefault="001A65DE" w:rsidP="00E50BDD">
      <w:pPr>
        <w:ind w:right="-284" w:firstLine="0"/>
      </w:pPr>
      <w:r w:rsidRPr="006C13AD">
        <w:rPr>
          <w:szCs w:val="28"/>
        </w:rPr>
        <w:t xml:space="preserve">осуществляемого в соответствии </w:t>
      </w:r>
      <w:r>
        <w:rPr>
          <w:szCs w:val="28"/>
        </w:rPr>
        <w:t>с</w:t>
      </w:r>
      <w:r>
        <w:t>_______________________________________</w:t>
      </w:r>
    </w:p>
    <w:p w:rsidR="001A65DE" w:rsidRDefault="001A65DE" w:rsidP="00E50BDD">
      <w:pPr>
        <w:ind w:right="-284" w:firstLine="0"/>
      </w:pPr>
      <w:r>
        <w:t>____________________________________________________________________,</w:t>
      </w:r>
    </w:p>
    <w:p w:rsidR="001A65DE" w:rsidRPr="00E84B7F" w:rsidRDefault="001A65DE" w:rsidP="00130C0A">
      <w:pPr>
        <w:spacing w:line="240" w:lineRule="auto"/>
        <w:ind w:right="-284"/>
        <w:jc w:val="center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 xml:space="preserve">иные основания для проведения контрольного мероприятия, предусмотренные 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E50BDD">
      <w:pPr>
        <w:spacing w:line="240" w:lineRule="auto"/>
        <w:ind w:right="-142"/>
        <w:jc w:val="center"/>
      </w:pPr>
    </w:p>
    <w:p w:rsidR="001A65DE" w:rsidRDefault="001A65DE" w:rsidP="00E50BDD">
      <w:pPr>
        <w:ind w:right="-284" w:firstLine="0"/>
        <w:rPr>
          <w:szCs w:val="28"/>
        </w:rPr>
      </w:pPr>
      <w:r w:rsidRPr="006C13AD">
        <w:rPr>
          <w:szCs w:val="28"/>
        </w:rPr>
        <w:t>на объекте ________</w:t>
      </w:r>
      <w:r>
        <w:rPr>
          <w:szCs w:val="28"/>
        </w:rPr>
        <w:t>__________________</w:t>
      </w:r>
      <w:r w:rsidRPr="006C13AD">
        <w:rPr>
          <w:szCs w:val="28"/>
        </w:rPr>
        <w:t>_____</w:t>
      </w:r>
      <w:r>
        <w:rPr>
          <w:szCs w:val="28"/>
        </w:rPr>
        <w:t>____________________________</w:t>
      </w:r>
    </w:p>
    <w:p w:rsidR="001A65DE" w:rsidRPr="00F76B4D" w:rsidRDefault="001A65DE" w:rsidP="00E50BDD">
      <w:pPr>
        <w:ind w:right="-284"/>
        <w:jc w:val="center"/>
        <w:rPr>
          <w:sz w:val="20"/>
        </w:rPr>
      </w:pPr>
      <w:r w:rsidRPr="00F76B4D">
        <w:rPr>
          <w:sz w:val="20"/>
        </w:rPr>
        <w:t>(наименование объекта контрольного мероприятия)</w:t>
      </w:r>
    </w:p>
    <w:p w:rsidR="001A65DE" w:rsidRPr="00F46859" w:rsidRDefault="001A65DE" w:rsidP="00E50BDD">
      <w:pPr>
        <w:ind w:right="-284"/>
        <w:rPr>
          <w:szCs w:val="28"/>
        </w:rPr>
      </w:pPr>
      <w:r>
        <w:t>выявлены следующие нарушения:</w:t>
      </w:r>
    </w:p>
    <w:p w:rsidR="001A65DE" w:rsidRPr="00F46859" w:rsidRDefault="001A65DE" w:rsidP="00E50BDD">
      <w:pPr>
        <w:ind w:right="-284"/>
      </w:pPr>
      <w:r w:rsidRPr="00F46859">
        <w:t>1. _________________________________________________________</w:t>
      </w:r>
      <w:r>
        <w:t>____</w:t>
      </w:r>
    </w:p>
    <w:p w:rsidR="001A65DE" w:rsidRPr="00F46859" w:rsidRDefault="001A65DE" w:rsidP="00E50BDD">
      <w:pPr>
        <w:ind w:right="-284"/>
      </w:pPr>
      <w:r w:rsidRPr="00F46859">
        <w:t>2. ____________________________________________________</w:t>
      </w:r>
      <w:r>
        <w:t>_________</w:t>
      </w:r>
    </w:p>
    <w:p w:rsidR="001A65DE" w:rsidRDefault="001A65DE" w:rsidP="00E50BDD">
      <w:pPr>
        <w:ind w:right="-284"/>
      </w:pPr>
      <w:r w:rsidRPr="00F46859">
        <w:t>Руководител</w:t>
      </w:r>
      <w:r>
        <w:t>ь</w:t>
      </w:r>
      <w:r w:rsidRPr="00F46859">
        <w:t xml:space="preserve"> </w:t>
      </w:r>
      <w:r>
        <w:t>(или иное уполномоченное должностное лицо)</w:t>
      </w:r>
      <w:r w:rsidRPr="00F46859">
        <w:t>__</w:t>
      </w:r>
      <w:r>
        <w:t>_________</w:t>
      </w:r>
    </w:p>
    <w:p w:rsidR="001A65DE" w:rsidRPr="00F46859" w:rsidRDefault="001A65DE" w:rsidP="00E50BDD">
      <w:pPr>
        <w:ind w:right="-284" w:firstLine="0"/>
      </w:pPr>
      <w:r w:rsidRPr="00F46859">
        <w:t>____________________________________________________________________</w:t>
      </w:r>
    </w:p>
    <w:p w:rsidR="001A65DE" w:rsidRPr="00343257" w:rsidRDefault="001A65DE" w:rsidP="00E50BDD">
      <w:pPr>
        <w:ind w:right="-284"/>
        <w:jc w:val="center"/>
        <w:rPr>
          <w:szCs w:val="28"/>
          <w:vertAlign w:val="superscript"/>
        </w:rPr>
      </w:pPr>
      <w:r w:rsidRPr="00343257">
        <w:rPr>
          <w:szCs w:val="28"/>
          <w:vertAlign w:val="superscript"/>
        </w:rPr>
        <w:t>(должность, инициалы</w:t>
      </w:r>
      <w:r>
        <w:rPr>
          <w:szCs w:val="28"/>
          <w:vertAlign w:val="superscript"/>
        </w:rPr>
        <w:t>,</w:t>
      </w:r>
      <w:r w:rsidRPr="00343257">
        <w:rPr>
          <w:szCs w:val="28"/>
          <w:vertAlign w:val="superscript"/>
        </w:rPr>
        <w:t xml:space="preserve"> </w:t>
      </w:r>
      <w:r>
        <w:rPr>
          <w:szCs w:val="28"/>
          <w:vertAlign w:val="superscript"/>
        </w:rPr>
        <w:t>фамилия</w:t>
      </w:r>
      <w:r w:rsidRPr="00343257">
        <w:rPr>
          <w:szCs w:val="28"/>
          <w:vertAlign w:val="superscript"/>
        </w:rPr>
        <w:t>)</w:t>
      </w:r>
    </w:p>
    <w:p w:rsidR="001A65DE" w:rsidRPr="00F46859" w:rsidRDefault="001A65DE" w:rsidP="00E50BDD">
      <w:pPr>
        <w:ind w:right="-284"/>
        <w:rPr>
          <w:szCs w:val="28"/>
        </w:rPr>
      </w:pPr>
      <w:r w:rsidRPr="00F46859">
        <w:rPr>
          <w:szCs w:val="28"/>
        </w:rPr>
        <w:t>да</w:t>
      </w:r>
      <w:r>
        <w:rPr>
          <w:szCs w:val="28"/>
        </w:rPr>
        <w:t>л</w:t>
      </w:r>
      <w:r w:rsidRPr="00F46859">
        <w:rPr>
          <w:szCs w:val="28"/>
        </w:rPr>
        <w:t xml:space="preserve"> </w:t>
      </w:r>
      <w:r w:rsidRPr="00F46859">
        <w:t xml:space="preserve">письменное объяснение по </w:t>
      </w:r>
      <w:r>
        <w:t>указанным</w:t>
      </w:r>
      <w:r w:rsidRPr="00F46859">
        <w:t xml:space="preserve"> нарушениям</w:t>
      </w:r>
      <w:r>
        <w:t xml:space="preserve"> (прилагается)</w:t>
      </w:r>
      <w:r w:rsidRPr="00F46859">
        <w:t xml:space="preserve"> и </w:t>
      </w:r>
      <w:r>
        <w:t xml:space="preserve">обязался </w:t>
      </w:r>
      <w:r w:rsidRPr="00F46859">
        <w:rPr>
          <w:szCs w:val="28"/>
        </w:rPr>
        <w:t>принять незамедлительные меры по их устранению и безотлагательному пресечению противоправных действий</w:t>
      </w:r>
      <w:r>
        <w:rPr>
          <w:szCs w:val="28"/>
        </w:rPr>
        <w:t xml:space="preserve"> </w:t>
      </w:r>
      <w:r w:rsidRPr="00BF6001">
        <w:rPr>
          <w:i/>
          <w:szCs w:val="28"/>
        </w:rPr>
        <w:t xml:space="preserve">(или отказался от письменного объяснения и принятия мер по устранению </w:t>
      </w:r>
      <w:r w:rsidRPr="00BF6001">
        <w:rPr>
          <w:i/>
        </w:rPr>
        <w:t xml:space="preserve">указанных нарушений и </w:t>
      </w:r>
      <w:r w:rsidRPr="00BF6001">
        <w:rPr>
          <w:i/>
          <w:szCs w:val="28"/>
        </w:rPr>
        <w:t>пресечению противоправных действий)</w:t>
      </w:r>
      <w:r w:rsidRPr="00F46859">
        <w:rPr>
          <w:szCs w:val="28"/>
        </w:rPr>
        <w:t>.</w:t>
      </w:r>
    </w:p>
    <w:p w:rsidR="001A65DE" w:rsidRPr="00F46859" w:rsidRDefault="001A65DE" w:rsidP="00E50BDD">
      <w:pPr>
        <w:ind w:right="-284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(направлен)</w:t>
      </w:r>
      <w:r w:rsidRPr="00F46859">
        <w:t xml:space="preserve"> </w:t>
      </w:r>
      <w:r>
        <w:t>для</w:t>
      </w:r>
      <w:r w:rsidRPr="00F46859">
        <w:t xml:space="preserve"> ознакомлени</w:t>
      </w:r>
      <w:r>
        <w:t>я</w:t>
      </w:r>
      <w:r w:rsidRPr="00F46859">
        <w:rPr>
          <w:szCs w:val="28"/>
        </w:rPr>
        <w:t>_______________________________</w:t>
      </w:r>
      <w:r>
        <w:rPr>
          <w:szCs w:val="28"/>
        </w:rPr>
        <w:t>___________</w:t>
      </w:r>
    </w:p>
    <w:p w:rsidR="001A65DE" w:rsidRPr="00F46859" w:rsidRDefault="001A65DE" w:rsidP="00E50BDD">
      <w:pPr>
        <w:spacing w:line="240" w:lineRule="auto"/>
        <w:ind w:right="-284" w:firstLine="0"/>
        <w:rPr>
          <w:szCs w:val="28"/>
        </w:rPr>
      </w:pPr>
      <w:r w:rsidRPr="00F46859">
        <w:rPr>
          <w:szCs w:val="28"/>
        </w:rPr>
        <w:t>____________________________________________________________________</w:t>
      </w:r>
    </w:p>
    <w:p w:rsidR="001A65DE" w:rsidRDefault="001A65DE" w:rsidP="00E50BDD">
      <w:pPr>
        <w:spacing w:line="240" w:lineRule="auto"/>
        <w:ind w:right="-284"/>
        <w:jc w:val="center"/>
        <w:rPr>
          <w:sz w:val="20"/>
        </w:rPr>
      </w:pPr>
      <w:r w:rsidRPr="006C13AD">
        <w:rPr>
          <w:sz w:val="20"/>
        </w:rPr>
        <w:t>(должност</w:t>
      </w:r>
      <w:r>
        <w:rPr>
          <w:sz w:val="20"/>
        </w:rPr>
        <w:t xml:space="preserve">ь, инициалы, фамилия) </w:t>
      </w: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536"/>
      </w:tblGrid>
      <w:tr w:rsidR="001A65DE" w:rsidRPr="00FF029C">
        <w:trPr>
          <w:cantSplit/>
        </w:trPr>
        <w:tc>
          <w:tcPr>
            <w:tcW w:w="5103" w:type="dxa"/>
          </w:tcPr>
          <w:p w:rsidR="001A65DE" w:rsidRDefault="001A65DE" w:rsidP="00571E10">
            <w:pPr>
              <w:pStyle w:val="1"/>
            </w:pPr>
            <w:r>
              <w:t xml:space="preserve">Руководитель контрольного мероприятия </w:t>
            </w:r>
          </w:p>
          <w:p w:rsidR="001A65DE" w:rsidRPr="00EF17DA" w:rsidRDefault="001A65DE" w:rsidP="00571E10">
            <w:pPr>
              <w:pStyle w:val="1"/>
            </w:pPr>
            <w:r>
              <w:t>(должность)</w:t>
            </w:r>
          </w:p>
        </w:tc>
        <w:tc>
          <w:tcPr>
            <w:tcW w:w="4536" w:type="dxa"/>
          </w:tcPr>
          <w:p w:rsidR="001A65DE" w:rsidRDefault="001A65DE" w:rsidP="001C7247">
            <w:pPr>
              <w:pStyle w:val="a0"/>
              <w:rPr>
                <w:sz w:val="22"/>
                <w:szCs w:val="22"/>
              </w:rPr>
            </w:pPr>
          </w:p>
          <w:p w:rsidR="001A65DE" w:rsidRPr="00286D25" w:rsidRDefault="001A65DE" w:rsidP="00571E10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>
      <w:pPr>
        <w:ind w:left="284" w:right="-284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536"/>
      </w:tblGrid>
      <w:tr w:rsidR="001A65DE" w:rsidRPr="00FF029C">
        <w:trPr>
          <w:cantSplit/>
        </w:trPr>
        <w:tc>
          <w:tcPr>
            <w:tcW w:w="5103" w:type="dxa"/>
          </w:tcPr>
          <w:p w:rsidR="001A65DE" w:rsidRPr="00990617" w:rsidRDefault="001A65DE" w:rsidP="001C7247">
            <w:pPr>
              <w:pStyle w:val="1"/>
            </w:pPr>
            <w:r w:rsidRPr="00990617">
              <w:t xml:space="preserve">Участники контрольного мероприятия </w:t>
            </w:r>
          </w:p>
          <w:p w:rsidR="001A65DE" w:rsidRPr="00EF17DA" w:rsidRDefault="001A65DE" w:rsidP="00571E10">
            <w:pPr>
              <w:pStyle w:val="1"/>
            </w:pPr>
            <w:r>
              <w:t xml:space="preserve"> (должность)</w:t>
            </w:r>
          </w:p>
        </w:tc>
        <w:tc>
          <w:tcPr>
            <w:tcW w:w="4536" w:type="dxa"/>
          </w:tcPr>
          <w:p w:rsidR="001A65DE" w:rsidRDefault="001A65DE" w:rsidP="001C7247">
            <w:pPr>
              <w:pStyle w:val="a0"/>
              <w:rPr>
                <w:sz w:val="22"/>
                <w:szCs w:val="22"/>
              </w:rPr>
            </w:pPr>
          </w:p>
          <w:p w:rsidR="001A65DE" w:rsidRPr="00286D25" w:rsidRDefault="001A65DE" w:rsidP="00571E10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>
      <w:pPr>
        <w:ind w:left="284" w:right="-284"/>
      </w:pPr>
    </w:p>
    <w:p w:rsidR="001A65DE" w:rsidRPr="00F46859" w:rsidRDefault="001A65DE" w:rsidP="005E5F2B">
      <w:pPr>
        <w:ind w:left="284" w:right="-284" w:firstLine="0"/>
      </w:pPr>
      <w:r w:rsidRPr="00F46859">
        <w:t>Один экземпляр акта получил</w:t>
      </w:r>
      <w:r>
        <w:t>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860F16">
            <w:pPr>
              <w:pStyle w:val="1"/>
            </w:pPr>
            <w:r>
              <w:t>должность</w:t>
            </w:r>
          </w:p>
        </w:tc>
        <w:tc>
          <w:tcPr>
            <w:tcW w:w="5245" w:type="dxa"/>
          </w:tcPr>
          <w:p w:rsidR="001A65DE" w:rsidRPr="00286D25" w:rsidRDefault="001A65DE" w:rsidP="00571E10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>
      <w:pPr>
        <w:ind w:left="284" w:right="-284" w:firstLine="0"/>
      </w:pPr>
    </w:p>
    <w:p w:rsidR="001A65DE" w:rsidRDefault="001A65DE" w:rsidP="005E5F2B">
      <w:pPr>
        <w:ind w:left="284" w:right="-284" w:firstLine="0"/>
      </w:pPr>
    </w:p>
    <w:p w:rsidR="001A65DE" w:rsidRPr="008943AA" w:rsidRDefault="001A65DE" w:rsidP="00E50BDD">
      <w:pPr>
        <w:ind w:right="-284"/>
        <w:rPr>
          <w:szCs w:val="28"/>
        </w:rPr>
      </w:pPr>
      <w:r w:rsidRPr="008943AA">
        <w:rPr>
          <w:szCs w:val="28"/>
        </w:rPr>
        <w:t>По выявленным нарушениям на проверяемо</w:t>
      </w:r>
      <w:r>
        <w:rPr>
          <w:szCs w:val="28"/>
        </w:rPr>
        <w:t>м объекте по состоянию на «___»__________20___</w:t>
      </w:r>
      <w:r w:rsidRPr="008943AA">
        <w:rPr>
          <w:szCs w:val="28"/>
        </w:rPr>
        <w:t>года приняты следующие меры (или меры не приняты):</w:t>
      </w:r>
    </w:p>
    <w:p w:rsidR="001A65DE" w:rsidRPr="008943AA" w:rsidRDefault="001A65DE" w:rsidP="00E50BDD">
      <w:pPr>
        <w:ind w:right="-284"/>
        <w:rPr>
          <w:szCs w:val="28"/>
        </w:rPr>
      </w:pPr>
      <w:r w:rsidRPr="008943AA">
        <w:rPr>
          <w:szCs w:val="28"/>
        </w:rPr>
        <w:t>1. _____________________________________________________________</w:t>
      </w:r>
    </w:p>
    <w:p w:rsidR="001A65DE" w:rsidRPr="008943AA" w:rsidRDefault="001A65DE" w:rsidP="00E50BDD">
      <w:pPr>
        <w:ind w:right="-284"/>
        <w:rPr>
          <w:szCs w:val="28"/>
        </w:rPr>
      </w:pPr>
      <w:r w:rsidRPr="008943AA">
        <w:rPr>
          <w:szCs w:val="28"/>
        </w:rPr>
        <w:t>2. _____________________________________________________________</w:t>
      </w:r>
    </w:p>
    <w:p w:rsidR="001A65DE" w:rsidRPr="008943AA" w:rsidRDefault="001A65DE" w:rsidP="005E5F2B">
      <w:pPr>
        <w:ind w:left="284" w:right="-284"/>
        <w:rPr>
          <w:szCs w:val="28"/>
        </w:rPr>
      </w:pPr>
    </w:p>
    <w:tbl>
      <w:tblPr>
        <w:tblW w:w="9781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678"/>
      </w:tblGrid>
      <w:tr w:rsidR="001A65DE" w:rsidRPr="00FF029C">
        <w:trPr>
          <w:cantSplit/>
        </w:trPr>
        <w:tc>
          <w:tcPr>
            <w:tcW w:w="5103" w:type="dxa"/>
          </w:tcPr>
          <w:p w:rsidR="001A65DE" w:rsidRDefault="001A65DE" w:rsidP="00355039">
            <w:pPr>
              <w:pStyle w:val="1"/>
            </w:pPr>
            <w:r>
              <w:t>Руководитель контрольного мероприятия</w:t>
            </w:r>
          </w:p>
          <w:p w:rsidR="001A65DE" w:rsidRPr="00EF17DA" w:rsidRDefault="001A65DE" w:rsidP="00355039">
            <w:pPr>
              <w:pStyle w:val="1"/>
            </w:pPr>
            <w:r>
              <w:t>(должность)</w:t>
            </w:r>
          </w:p>
        </w:tc>
        <w:tc>
          <w:tcPr>
            <w:tcW w:w="4678" w:type="dxa"/>
          </w:tcPr>
          <w:p w:rsidR="001A65DE" w:rsidRDefault="001A65DE" w:rsidP="001C7247">
            <w:pPr>
              <w:pStyle w:val="a0"/>
              <w:rPr>
                <w:sz w:val="22"/>
                <w:szCs w:val="22"/>
              </w:rPr>
            </w:pPr>
          </w:p>
          <w:p w:rsidR="001A65DE" w:rsidRPr="00286D25" w:rsidRDefault="001A65DE" w:rsidP="001C7247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 и 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  <w:sectPr w:rsidR="001A65DE" w:rsidSect="001C7247">
          <w:pgSz w:w="11907" w:h="16840" w:code="9"/>
          <w:pgMar w:top="1418" w:right="1134" w:bottom="1418" w:left="1134" w:header="709" w:footer="709" w:gutter="0"/>
          <w:pgNumType w:start="1"/>
          <w:cols w:space="60"/>
          <w:noEndnote/>
          <w:titlePg/>
        </w:sectPr>
      </w:pPr>
    </w:p>
    <w:p w:rsidR="001A65DE" w:rsidRPr="00733263" w:rsidRDefault="001A65DE" w:rsidP="005E5F2B">
      <w:pPr>
        <w:spacing w:line="240" w:lineRule="auto"/>
        <w:ind w:left="284" w:right="-284"/>
        <w:rPr>
          <w:sz w:val="2"/>
          <w:szCs w:val="2"/>
        </w:rPr>
      </w:pPr>
    </w:p>
    <w:p w:rsidR="001A65DE" w:rsidRDefault="001A65DE" w:rsidP="00990617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9</w:t>
      </w:r>
    </w:p>
    <w:tbl>
      <w:tblPr>
        <w:tblpPr w:leftFromText="180" w:rightFromText="180" w:horzAnchor="margin" w:tblpX="142" w:tblpY="568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</w:tblGrid>
      <w:tr w:rsidR="001A65DE" w:rsidRPr="00951666">
        <w:trPr>
          <w:cantSplit/>
          <w:trHeight w:hRule="exact" w:val="423"/>
        </w:trPr>
        <w:tc>
          <w:tcPr>
            <w:tcW w:w="9781" w:type="dxa"/>
          </w:tcPr>
          <w:p w:rsidR="001A65DE" w:rsidRPr="00990617" w:rsidRDefault="001A65DE" w:rsidP="008E7958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6447CF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</w:t>
      </w:r>
      <w:r>
        <w:rPr>
          <w:i/>
          <w:szCs w:val="28"/>
        </w:rPr>
        <w:t>ана</w:t>
      </w:r>
    </w:p>
    <w:p w:rsidR="001A65DE" w:rsidRPr="00571AD3" w:rsidRDefault="001A65DE" w:rsidP="006447CF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1A65D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1A65DE" w:rsidRPr="00BB51C1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1A65DE" w:rsidRPr="000514C6" w:rsidRDefault="001A65DE" w:rsidP="008E7958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1A65DE" w:rsidRPr="000514C6" w:rsidRDefault="001A65DE" w:rsidP="008E7958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1A65DE" w:rsidRPr="00BB51C1" w:rsidRDefault="001A65DE" w:rsidP="008E795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Pr="00F46859" w:rsidRDefault="001A65DE" w:rsidP="005E5F2B">
      <w:pPr>
        <w:pStyle w:val="Heading1"/>
        <w:ind w:left="284" w:right="-284"/>
      </w:pPr>
      <w:r w:rsidRPr="00F46859">
        <w:t>Акт</w:t>
      </w:r>
    </w:p>
    <w:p w:rsidR="001A65DE" w:rsidRDefault="001A65DE" w:rsidP="005E5F2B">
      <w:pPr>
        <w:pStyle w:val="Heading3"/>
        <w:ind w:left="284" w:right="-284"/>
        <w:rPr>
          <w:lang w:eastAsia="en-US"/>
        </w:rPr>
      </w:pPr>
      <w:r w:rsidRPr="00F46859">
        <w:t xml:space="preserve">по факту </w:t>
      </w:r>
      <w:r>
        <w:rPr>
          <w:lang w:eastAsia="en-US"/>
        </w:rPr>
        <w:t>опечатывания касс, кассовых или</w:t>
      </w:r>
    </w:p>
    <w:p w:rsidR="001A65DE" w:rsidRPr="00F432AD" w:rsidRDefault="001A65DE" w:rsidP="005E5F2B">
      <w:pPr>
        <w:pStyle w:val="Heading3"/>
        <w:ind w:left="284" w:right="-284"/>
        <w:rPr>
          <w:lang w:eastAsia="en-US"/>
        </w:rPr>
      </w:pPr>
      <w:r>
        <w:rPr>
          <w:lang w:eastAsia="en-US"/>
        </w:rPr>
        <w:t>служебных помещений, складов и архивов</w:t>
      </w:r>
    </w:p>
    <w:p w:rsidR="001A65DE" w:rsidRDefault="001A65DE" w:rsidP="005E5F2B">
      <w:pPr>
        <w:pStyle w:val="Heading3"/>
        <w:ind w:left="284" w:right="-284"/>
      </w:pPr>
    </w:p>
    <w:tbl>
      <w:tblPr>
        <w:tblW w:w="9639" w:type="dxa"/>
        <w:tblInd w:w="284" w:type="dxa"/>
        <w:tblLook w:val="01E0"/>
      </w:tblPr>
      <w:tblGrid>
        <w:gridCol w:w="4136"/>
        <w:gridCol w:w="1572"/>
        <w:gridCol w:w="3931"/>
      </w:tblGrid>
      <w:tr w:rsidR="001A65DE" w:rsidRPr="00D52048">
        <w:tc>
          <w:tcPr>
            <w:tcW w:w="3969" w:type="dxa"/>
          </w:tcPr>
          <w:p w:rsidR="001A65DE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____________________________</w:t>
            </w:r>
          </w:p>
          <w:p w:rsidR="001A65DE" w:rsidRPr="006778AB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  <w:vertAlign w:val="superscript"/>
              </w:rPr>
            </w:pPr>
            <w:r w:rsidRPr="006778AB">
              <w:rPr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701" w:type="dxa"/>
          </w:tcPr>
          <w:p w:rsidR="001A65DE" w:rsidRPr="00605B99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969" w:type="dxa"/>
          </w:tcPr>
          <w:p w:rsidR="001A65DE" w:rsidRPr="00D52048" w:rsidRDefault="001A65DE" w:rsidP="006447CF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«__»___________20___года</w:t>
            </w:r>
          </w:p>
        </w:tc>
      </w:tr>
    </w:tbl>
    <w:p w:rsidR="001A65DE" w:rsidRPr="007C140A" w:rsidRDefault="001A65DE" w:rsidP="005E5F2B">
      <w:pPr>
        <w:pStyle w:val="Heading3"/>
        <w:ind w:left="284" w:right="-284"/>
        <w:rPr>
          <w:lang w:eastAsia="en-US"/>
        </w:rPr>
      </w:pPr>
    </w:p>
    <w:p w:rsidR="001A65DE" w:rsidRDefault="001A65DE" w:rsidP="009E2C3E">
      <w:pPr>
        <w:ind w:right="-284"/>
      </w:pPr>
      <w:r>
        <w:t>В соответствии с_________________________________________________</w:t>
      </w:r>
    </w:p>
    <w:p w:rsidR="001A65DE" w:rsidRDefault="001A65DE" w:rsidP="009E2C3E">
      <w:pPr>
        <w:spacing w:line="240" w:lineRule="auto"/>
        <w:ind w:right="-284"/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внепланового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9E2C3E">
      <w:pPr>
        <w:ind w:right="-284" w:firstLine="0"/>
      </w:pPr>
      <w:r w:rsidRPr="006C13AD">
        <w:t>проводится контрольное мероприя</w:t>
      </w:r>
      <w:r>
        <w:t>тие «_________________________________</w:t>
      </w:r>
      <w:r w:rsidRPr="006C13AD">
        <w:t>»</w:t>
      </w:r>
      <w:r>
        <w:t xml:space="preserve"> </w:t>
      </w:r>
    </w:p>
    <w:p w:rsidR="001A65DE" w:rsidRPr="006778AB" w:rsidRDefault="001A65DE" w:rsidP="009E2C3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778AB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9E2C3E">
      <w:pPr>
        <w:spacing w:line="240" w:lineRule="auto"/>
        <w:ind w:right="-284" w:firstLine="0"/>
      </w:pPr>
      <w:r w:rsidRPr="006C13AD">
        <w:t>на объекте ___________________________</w:t>
      </w:r>
      <w:r>
        <w:t>_______________________________</w:t>
      </w:r>
    </w:p>
    <w:p w:rsidR="001A65DE" w:rsidRPr="00061DC7" w:rsidRDefault="001A65DE" w:rsidP="009E2C3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9E2C3E">
      <w:pPr>
        <w:ind w:right="-284"/>
      </w:pPr>
      <w:r>
        <w:t>В соответствии с_________________________________________________</w:t>
      </w:r>
    </w:p>
    <w:p w:rsidR="001A65DE" w:rsidRPr="00146E54" w:rsidRDefault="001A65DE" w:rsidP="009E2C3E">
      <w:pPr>
        <w:spacing w:line="240" w:lineRule="auto"/>
        <w:ind w:right="-284"/>
        <w:jc w:val="center"/>
        <w:rPr>
          <w:vertAlign w:val="superscript"/>
        </w:rPr>
      </w:pPr>
      <w:r>
        <w:rPr>
          <w:vertAlign w:val="superscript"/>
        </w:rPr>
        <w:t>(статья закона о контрольно-счетном органе)</w:t>
      </w:r>
    </w:p>
    <w:p w:rsidR="001A65DE" w:rsidRDefault="001A65DE" w:rsidP="00756EE1">
      <w:pPr>
        <w:ind w:right="-284" w:firstLine="0"/>
        <w:jc w:val="left"/>
      </w:pPr>
      <w:r>
        <w:t xml:space="preserve">сотрудниками </w:t>
      </w:r>
      <w:r w:rsidRPr="00990617">
        <w:rPr>
          <w:i/>
        </w:rPr>
        <w:t>(наименование</w:t>
      </w:r>
      <w:r>
        <w:t xml:space="preserve"> </w:t>
      </w:r>
      <w:r w:rsidRPr="00EB4D67">
        <w:rPr>
          <w:i/>
        </w:rPr>
        <w:t>контрольно-счетного орга</w:t>
      </w:r>
      <w:r>
        <w:rPr>
          <w:i/>
        </w:rPr>
        <w:t>на)</w:t>
      </w:r>
      <w:r>
        <w:t xml:space="preserve"> опечатаны:_____________________________________</w:t>
      </w:r>
    </w:p>
    <w:p w:rsidR="001A65DE" w:rsidRPr="00F347AC" w:rsidRDefault="001A65DE" w:rsidP="009E2C3E">
      <w:pPr>
        <w:ind w:right="-28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</w:t>
      </w:r>
      <w:r w:rsidRPr="00F347AC">
        <w:rPr>
          <w:szCs w:val="28"/>
          <w:vertAlign w:val="superscript"/>
        </w:rPr>
        <w:t>(перечень опечатанных объектов)</w:t>
      </w:r>
    </w:p>
    <w:p w:rsidR="001A65DE" w:rsidRPr="00F46859" w:rsidRDefault="001A65DE" w:rsidP="009E2C3E">
      <w:pPr>
        <w:ind w:right="-284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</w:p>
    <w:p w:rsidR="001A65DE" w:rsidRPr="00F46859" w:rsidRDefault="001A65DE" w:rsidP="009E2C3E">
      <w:pPr>
        <w:ind w:right="-284" w:firstLine="0"/>
        <w:rPr>
          <w:szCs w:val="28"/>
        </w:rPr>
      </w:pPr>
      <w:r w:rsidRPr="00F46859">
        <w:rPr>
          <w:szCs w:val="28"/>
        </w:rPr>
        <w:t>____________________________________________________________________</w:t>
      </w:r>
    </w:p>
    <w:p w:rsidR="001A65DE" w:rsidRPr="00511BEC" w:rsidRDefault="001A65DE" w:rsidP="009E2C3E">
      <w:pPr>
        <w:ind w:right="-284"/>
        <w:jc w:val="center"/>
        <w:rPr>
          <w:szCs w:val="28"/>
          <w:vertAlign w:val="superscript"/>
        </w:rPr>
      </w:pPr>
      <w:r w:rsidRPr="00511BEC">
        <w:rPr>
          <w:szCs w:val="28"/>
          <w:vertAlign w:val="superscript"/>
        </w:rPr>
        <w:t>(должность, инициалы</w:t>
      </w:r>
      <w:r>
        <w:rPr>
          <w:szCs w:val="28"/>
          <w:vertAlign w:val="superscript"/>
        </w:rPr>
        <w:t>,</w:t>
      </w:r>
      <w:r w:rsidRPr="00511BEC">
        <w:rPr>
          <w:szCs w:val="28"/>
          <w:vertAlign w:val="superscript"/>
        </w:rPr>
        <w:t xml:space="preserve"> фамилия)</w:t>
      </w:r>
    </w:p>
    <w:tbl>
      <w:tblPr>
        <w:tblW w:w="9781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678"/>
      </w:tblGrid>
      <w:tr w:rsidR="001A65DE" w:rsidRPr="00FF029C">
        <w:trPr>
          <w:cantSplit/>
        </w:trPr>
        <w:tc>
          <w:tcPr>
            <w:tcW w:w="5103" w:type="dxa"/>
          </w:tcPr>
          <w:p w:rsidR="001A65DE" w:rsidRDefault="001A65DE" w:rsidP="00147C6D">
            <w:pPr>
              <w:pStyle w:val="1"/>
            </w:pPr>
          </w:p>
          <w:p w:rsidR="001A65DE" w:rsidRDefault="001A65DE" w:rsidP="00147C6D">
            <w:pPr>
              <w:pStyle w:val="1"/>
            </w:pPr>
            <w:r>
              <w:t xml:space="preserve">Руководитель контрольного мероприятия </w:t>
            </w:r>
          </w:p>
          <w:p w:rsidR="001A65DE" w:rsidRPr="00EF17DA" w:rsidRDefault="001A65DE" w:rsidP="00147C6D">
            <w:pPr>
              <w:pStyle w:val="1"/>
            </w:pPr>
            <w:r>
              <w:t>(должность)</w:t>
            </w:r>
          </w:p>
        </w:tc>
        <w:tc>
          <w:tcPr>
            <w:tcW w:w="4678" w:type="dxa"/>
          </w:tcPr>
          <w:p w:rsidR="001A65DE" w:rsidRDefault="001A65DE" w:rsidP="001C7247">
            <w:pPr>
              <w:pStyle w:val="a0"/>
              <w:rPr>
                <w:sz w:val="22"/>
                <w:szCs w:val="22"/>
              </w:rPr>
            </w:pPr>
          </w:p>
          <w:p w:rsidR="001A65DE" w:rsidRPr="00286D25" w:rsidRDefault="001A65DE" w:rsidP="00147C6D">
            <w:pPr>
              <w:pStyle w:val="a0"/>
              <w:jc w:val="center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147C6D">
      <w:pPr>
        <w:spacing w:line="240" w:lineRule="auto"/>
        <w:ind w:left="284" w:right="-284"/>
      </w:pPr>
    </w:p>
    <w:p w:rsidR="001A65DE" w:rsidRPr="00F46859" w:rsidRDefault="001A65DE" w:rsidP="00415FDE">
      <w:pPr>
        <w:spacing w:line="240" w:lineRule="auto"/>
        <w:ind w:left="284" w:right="-284" w:firstLine="0"/>
      </w:pPr>
      <w:r w:rsidRPr="00F46859">
        <w:t>Один экземпляр акта получил</w:t>
      </w:r>
      <w:r>
        <w:t>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415FDE">
            <w:pPr>
              <w:pStyle w:val="1"/>
            </w:pPr>
            <w:r>
              <w:t>должность</w:t>
            </w:r>
          </w:p>
        </w:tc>
        <w:tc>
          <w:tcPr>
            <w:tcW w:w="5245" w:type="dxa"/>
          </w:tcPr>
          <w:p w:rsidR="001A65DE" w:rsidRPr="00286D25" w:rsidRDefault="001A65DE" w:rsidP="00147C6D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38038F">
      <w:pPr>
        <w:spacing w:line="240" w:lineRule="auto"/>
        <w:rPr>
          <w:szCs w:val="28"/>
        </w:rPr>
      </w:pPr>
    </w:p>
    <w:p w:rsidR="001A65DE" w:rsidRDefault="001A65DE" w:rsidP="0038038F">
      <w:pPr>
        <w:spacing w:line="240" w:lineRule="auto"/>
        <w:rPr>
          <w:szCs w:val="28"/>
        </w:rPr>
      </w:pPr>
    </w:p>
    <w:p w:rsidR="001A65DE" w:rsidRDefault="001A65DE" w:rsidP="0038038F">
      <w:pPr>
        <w:spacing w:line="240" w:lineRule="auto"/>
        <w:rPr>
          <w:szCs w:val="28"/>
        </w:rPr>
        <w:sectPr w:rsidR="001A65DE" w:rsidSect="0038038F">
          <w:pgSz w:w="11907" w:h="16840" w:code="9"/>
          <w:pgMar w:top="1418" w:right="1134" w:bottom="567" w:left="1134" w:header="397" w:footer="340" w:gutter="0"/>
          <w:pgNumType w:start="1"/>
          <w:cols w:space="60"/>
          <w:noEndnote/>
          <w:titlePg/>
        </w:sectPr>
      </w:pPr>
    </w:p>
    <w:p w:rsidR="001A65DE" w:rsidRDefault="001A65DE" w:rsidP="00E81AC6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10</w:t>
      </w:r>
    </w:p>
    <w:tbl>
      <w:tblPr>
        <w:tblpPr w:leftFromText="180" w:rightFromText="180" w:horzAnchor="margin" w:tblpX="142" w:tblpY="568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</w:tblGrid>
      <w:tr w:rsidR="001A65DE" w:rsidRPr="00951666">
        <w:trPr>
          <w:cantSplit/>
          <w:trHeight w:hRule="exact" w:val="423"/>
        </w:trPr>
        <w:tc>
          <w:tcPr>
            <w:tcW w:w="9781" w:type="dxa"/>
          </w:tcPr>
          <w:p w:rsidR="001A65DE" w:rsidRPr="00E81AC6" w:rsidRDefault="001A65DE" w:rsidP="008E7958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CA2240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CA2240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1A65D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1A65DE" w:rsidRPr="00BB51C1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1A65DE" w:rsidRPr="000514C6" w:rsidRDefault="001A65DE" w:rsidP="008E7958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1A65DE" w:rsidRPr="000514C6" w:rsidRDefault="001A65DE" w:rsidP="008E7958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1A65DE" w:rsidRPr="00BB51C1" w:rsidRDefault="001A65DE" w:rsidP="008E795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Pr="00F46859" w:rsidRDefault="001A65DE" w:rsidP="005E5F2B">
      <w:pPr>
        <w:pStyle w:val="Heading1"/>
        <w:ind w:left="284" w:right="-284"/>
      </w:pPr>
      <w:r w:rsidRPr="00F46859">
        <w:t>Акт</w:t>
      </w:r>
    </w:p>
    <w:p w:rsidR="001A65DE" w:rsidRPr="00F432AD" w:rsidRDefault="001A65DE" w:rsidP="005E5F2B">
      <w:pPr>
        <w:pStyle w:val="Heading3"/>
        <w:ind w:left="284" w:right="-284"/>
        <w:rPr>
          <w:lang w:eastAsia="en-US"/>
        </w:rPr>
      </w:pPr>
      <w:r>
        <w:t>изъятия документов</w:t>
      </w:r>
    </w:p>
    <w:p w:rsidR="001A65DE" w:rsidRDefault="001A65DE" w:rsidP="005E5F2B">
      <w:pPr>
        <w:pStyle w:val="Heading3"/>
        <w:ind w:left="284" w:right="-284"/>
      </w:pPr>
    </w:p>
    <w:tbl>
      <w:tblPr>
        <w:tblW w:w="9639" w:type="dxa"/>
        <w:tblInd w:w="284" w:type="dxa"/>
        <w:tblLook w:val="01E0"/>
      </w:tblPr>
      <w:tblGrid>
        <w:gridCol w:w="4136"/>
        <w:gridCol w:w="1572"/>
        <w:gridCol w:w="3931"/>
      </w:tblGrid>
      <w:tr w:rsidR="001A65DE" w:rsidRPr="00D52048">
        <w:tc>
          <w:tcPr>
            <w:tcW w:w="4136" w:type="dxa"/>
          </w:tcPr>
          <w:p w:rsidR="001A65DE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____________________________</w:t>
            </w:r>
          </w:p>
          <w:p w:rsidR="001A65DE" w:rsidRPr="00CA2240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  <w:vertAlign w:val="superscript"/>
              </w:rPr>
            </w:pPr>
            <w:r w:rsidRPr="00CA2240">
              <w:rPr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572" w:type="dxa"/>
          </w:tcPr>
          <w:p w:rsidR="001A65DE" w:rsidRPr="0051350F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  <w:p w:rsidR="001A65DE" w:rsidRPr="0051350F" w:rsidRDefault="001A65DE" w:rsidP="001C724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931" w:type="dxa"/>
          </w:tcPr>
          <w:p w:rsidR="001A65DE" w:rsidRPr="00D52048" w:rsidRDefault="001A65DE" w:rsidP="008E6BF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«__»___________20___года</w:t>
            </w:r>
          </w:p>
        </w:tc>
      </w:tr>
    </w:tbl>
    <w:p w:rsidR="001A65DE" w:rsidRPr="00605B99" w:rsidRDefault="001A65DE" w:rsidP="005E5F2B">
      <w:pPr>
        <w:pStyle w:val="Heading3"/>
        <w:ind w:left="284" w:right="-284"/>
        <w:rPr>
          <w:lang w:eastAsia="en-US"/>
        </w:rPr>
      </w:pPr>
    </w:p>
    <w:p w:rsidR="001A65DE" w:rsidRDefault="001A65DE" w:rsidP="00465343">
      <w:pPr>
        <w:ind w:right="-284"/>
      </w:pPr>
      <w:r>
        <w:t>В соответствии с_________________________________________________</w:t>
      </w:r>
    </w:p>
    <w:p w:rsidR="001A65DE" w:rsidRDefault="001A65DE" w:rsidP="00EE6D80">
      <w:pPr>
        <w:spacing w:line="240" w:lineRule="auto"/>
        <w:ind w:right="-284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внепланового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EE6D80">
      <w:pPr>
        <w:spacing w:line="240" w:lineRule="auto"/>
        <w:ind w:right="-284"/>
      </w:pPr>
      <w:r>
        <w:t xml:space="preserve">Проводится </w:t>
      </w:r>
      <w:r w:rsidRPr="006C13AD">
        <w:t>контрольное мероприя</w:t>
      </w:r>
      <w:r>
        <w:t>тие                    «_________________________________</w:t>
      </w:r>
      <w:r w:rsidRPr="006C13AD">
        <w:t>»</w:t>
      </w:r>
      <w:r>
        <w:t xml:space="preserve"> </w:t>
      </w:r>
    </w:p>
    <w:p w:rsidR="001A65DE" w:rsidRPr="006778AB" w:rsidRDefault="001A65DE" w:rsidP="006A333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778AB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465343">
      <w:pPr>
        <w:spacing w:line="240" w:lineRule="auto"/>
        <w:ind w:right="-284" w:firstLine="0"/>
      </w:pPr>
      <w:r w:rsidRPr="006C13AD">
        <w:t>на объекте ___________________________</w:t>
      </w:r>
      <w:r>
        <w:t>_______________________________</w:t>
      </w:r>
    </w:p>
    <w:p w:rsidR="001A65DE" w:rsidRPr="00061DC7" w:rsidRDefault="001A65DE" w:rsidP="006A333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465343">
      <w:pPr>
        <w:ind w:right="-284"/>
      </w:pPr>
      <w:r>
        <w:t>В соответствии с_________________________________________________</w:t>
      </w:r>
    </w:p>
    <w:p w:rsidR="001A65DE" w:rsidRPr="00146E54" w:rsidRDefault="001A65DE" w:rsidP="00465343">
      <w:pPr>
        <w:spacing w:line="240" w:lineRule="auto"/>
        <w:ind w:right="-284"/>
        <w:jc w:val="center"/>
        <w:rPr>
          <w:vertAlign w:val="superscript"/>
        </w:rPr>
      </w:pPr>
      <w:r>
        <w:rPr>
          <w:vertAlign w:val="superscript"/>
        </w:rPr>
        <w:t>(статья закона о контрольно-счетном органе)</w:t>
      </w:r>
    </w:p>
    <w:p w:rsidR="001A65DE" w:rsidRDefault="001A65DE" w:rsidP="00465343">
      <w:pPr>
        <w:spacing w:line="276" w:lineRule="auto"/>
        <w:ind w:right="-284"/>
      </w:pPr>
      <w:r>
        <w:t xml:space="preserve">сотрудниками </w:t>
      </w:r>
      <w:r w:rsidRPr="00E81AC6">
        <w:rPr>
          <w:i/>
        </w:rPr>
        <w:t>(наименование</w:t>
      </w:r>
      <w:r>
        <w:t xml:space="preserve"> </w:t>
      </w:r>
      <w:r w:rsidRPr="00EB4D67">
        <w:rPr>
          <w:i/>
        </w:rPr>
        <w:t>контрольно-счетного орга</w:t>
      </w:r>
      <w:r>
        <w:rPr>
          <w:i/>
        </w:rPr>
        <w:t>на)</w:t>
      </w:r>
      <w:r>
        <w:t xml:space="preserve"> изъяты для проверки следующие документы:</w:t>
      </w:r>
    </w:p>
    <w:p w:rsidR="001A65DE" w:rsidRDefault="001A65DE" w:rsidP="00465343">
      <w:pPr>
        <w:spacing w:line="240" w:lineRule="auto"/>
        <w:ind w:right="-284"/>
      </w:pPr>
      <w:r>
        <w:t>1. _________________________________________________ на ___ листах.</w:t>
      </w:r>
    </w:p>
    <w:p w:rsidR="001A65DE" w:rsidRDefault="001A65DE" w:rsidP="00465343">
      <w:pPr>
        <w:spacing w:after="120" w:line="240" w:lineRule="auto"/>
        <w:ind w:right="-284"/>
      </w:pPr>
      <w:r>
        <w:t>2. _________________________________________________ на ___ листах.</w:t>
      </w:r>
    </w:p>
    <w:p w:rsidR="001A65DE" w:rsidRDefault="001A65DE" w:rsidP="00465343">
      <w:pPr>
        <w:spacing w:line="240" w:lineRule="auto"/>
        <w:ind w:right="-284"/>
      </w:pPr>
      <w:r>
        <w:t>Изъятие документов произведено в присутствии должностных лиц ____________________________________________________________________</w:t>
      </w:r>
    </w:p>
    <w:p w:rsidR="001A65DE" w:rsidRPr="009D010B" w:rsidRDefault="001A65DE" w:rsidP="00465343">
      <w:pPr>
        <w:spacing w:after="120" w:line="240" w:lineRule="auto"/>
        <w:ind w:right="-284"/>
        <w:jc w:val="center"/>
        <w:rPr>
          <w:szCs w:val="28"/>
          <w:vertAlign w:val="superscript"/>
        </w:rPr>
      </w:pPr>
      <w:r w:rsidRPr="009D010B">
        <w:rPr>
          <w:szCs w:val="28"/>
          <w:vertAlign w:val="superscript"/>
        </w:rPr>
        <w:t>(должность, инициалы, фамилия)</w:t>
      </w:r>
    </w:p>
    <w:p w:rsidR="001A65DE" w:rsidRDefault="001A65DE" w:rsidP="00465343">
      <w:pPr>
        <w:spacing w:line="276" w:lineRule="auto"/>
        <w:ind w:right="-284"/>
      </w:pPr>
      <w:r w:rsidRPr="00F46859">
        <w:t xml:space="preserve">Настоящий Акт составлен в двух экземплярах, один из которых </w:t>
      </w:r>
      <w:r>
        <w:t xml:space="preserve">вместе с копиями изъятых документов </w:t>
      </w:r>
      <w:r w:rsidRPr="00F46859">
        <w:t xml:space="preserve">вручен </w:t>
      </w:r>
      <w:r>
        <w:t>(направлен)_________________________</w:t>
      </w:r>
    </w:p>
    <w:p w:rsidR="001A65DE" w:rsidRPr="00576F13" w:rsidRDefault="001A65DE" w:rsidP="00465343">
      <w:pPr>
        <w:spacing w:line="240" w:lineRule="auto"/>
        <w:ind w:right="-28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                             </w:t>
      </w:r>
      <w:r w:rsidRPr="00576F13">
        <w:rPr>
          <w:szCs w:val="28"/>
          <w:vertAlign w:val="superscript"/>
        </w:rPr>
        <w:t>(должность, инициалы, фамилия)</w:t>
      </w:r>
    </w:p>
    <w:tbl>
      <w:tblPr>
        <w:tblW w:w="9923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45"/>
        <w:gridCol w:w="4678"/>
      </w:tblGrid>
      <w:tr w:rsidR="001A65DE" w:rsidRPr="00FF029C">
        <w:trPr>
          <w:cantSplit/>
        </w:trPr>
        <w:tc>
          <w:tcPr>
            <w:tcW w:w="5245" w:type="dxa"/>
          </w:tcPr>
          <w:p w:rsidR="001A65DE" w:rsidRPr="00EF17DA" w:rsidRDefault="001A65DE" w:rsidP="00C00AC8">
            <w:pPr>
              <w:pStyle w:val="1"/>
            </w:pPr>
            <w:r>
              <w:t>Руководитель контрольного мероприятия (должность)</w:t>
            </w:r>
          </w:p>
        </w:tc>
        <w:tc>
          <w:tcPr>
            <w:tcW w:w="4678" w:type="dxa"/>
          </w:tcPr>
          <w:p w:rsidR="001A65DE" w:rsidRDefault="001A65DE" w:rsidP="001C7247">
            <w:pPr>
              <w:pStyle w:val="a0"/>
              <w:rPr>
                <w:sz w:val="22"/>
                <w:szCs w:val="22"/>
              </w:rPr>
            </w:pPr>
          </w:p>
          <w:p w:rsidR="001A65DE" w:rsidRPr="00286D25" w:rsidRDefault="001A65DE" w:rsidP="00C00AC8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ая</w:t>
            </w:r>
            <w:r w:rsidRPr="000D131E">
              <w:rPr>
                <w:sz w:val="22"/>
                <w:szCs w:val="22"/>
              </w:rPr>
              <w:t xml:space="preserve"> подпис</w:t>
            </w:r>
            <w:r>
              <w:rPr>
                <w:sz w:val="22"/>
                <w:szCs w:val="22"/>
              </w:rPr>
              <w:t>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EF329D">
      <w:pPr>
        <w:spacing w:line="240" w:lineRule="auto"/>
        <w:ind w:left="284" w:right="-284"/>
      </w:pPr>
    </w:p>
    <w:p w:rsidR="001A65DE" w:rsidRPr="00F46859" w:rsidRDefault="001A65DE" w:rsidP="00EF329D">
      <w:pPr>
        <w:spacing w:line="240" w:lineRule="auto"/>
        <w:ind w:left="284" w:right="-284" w:firstLine="0"/>
      </w:pPr>
      <w:r w:rsidRPr="00F46859">
        <w:t>Один экземпляр акта получил</w:t>
      </w:r>
      <w:r>
        <w:t>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4"/>
        <w:gridCol w:w="5245"/>
      </w:tblGrid>
      <w:tr w:rsidR="001A65DE" w:rsidRPr="00FF029C">
        <w:trPr>
          <w:cantSplit/>
        </w:trPr>
        <w:tc>
          <w:tcPr>
            <w:tcW w:w="4394" w:type="dxa"/>
          </w:tcPr>
          <w:p w:rsidR="001A65DE" w:rsidRPr="00EF17DA" w:rsidRDefault="001A65DE" w:rsidP="00EF329D">
            <w:pPr>
              <w:pStyle w:val="1"/>
            </w:pPr>
            <w:r>
              <w:t>должность</w:t>
            </w:r>
          </w:p>
        </w:tc>
        <w:tc>
          <w:tcPr>
            <w:tcW w:w="5245" w:type="dxa"/>
          </w:tcPr>
          <w:p w:rsidR="001A65DE" w:rsidRPr="00286D25" w:rsidRDefault="001A65DE" w:rsidP="00EF329D">
            <w:pPr>
              <w:pStyle w:val="a0"/>
              <w:rPr>
                <w:sz w:val="20"/>
                <w:szCs w:val="20"/>
              </w:rPr>
            </w:pPr>
            <w:r w:rsidRPr="000D131E">
              <w:rPr>
                <w:sz w:val="22"/>
                <w:szCs w:val="22"/>
              </w:rPr>
              <w:t>личная подпись</w:t>
            </w:r>
            <w:r w:rsidRPr="00286D25">
              <w:rPr>
                <w:sz w:val="20"/>
                <w:szCs w:val="20"/>
              </w:rPr>
              <w:tab/>
            </w:r>
            <w:r>
              <w:t>инициалы, фамилия</w:t>
            </w:r>
          </w:p>
        </w:tc>
      </w:tr>
    </w:tbl>
    <w:p w:rsidR="001A65DE" w:rsidRDefault="001A65DE" w:rsidP="005E5F2B"/>
    <w:p w:rsidR="001A65DE" w:rsidRDefault="001A65DE" w:rsidP="005E5F2B"/>
    <w:p w:rsidR="001A65DE" w:rsidRDefault="001A65DE" w:rsidP="005E5F2B">
      <w:pPr>
        <w:sectPr w:rsidR="001A65DE" w:rsidSect="0038038F">
          <w:pgSz w:w="11907" w:h="16840" w:code="9"/>
          <w:pgMar w:top="851" w:right="1134" w:bottom="567" w:left="1134" w:header="340" w:footer="340" w:gutter="0"/>
          <w:pgNumType w:start="1"/>
          <w:cols w:space="60"/>
          <w:noEndnote/>
          <w:titlePg/>
        </w:sectPr>
      </w:pPr>
    </w:p>
    <w:p w:rsidR="001A65DE" w:rsidRPr="00666710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11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8C7828" w:rsidRDefault="001A65DE" w:rsidP="009470AB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F23276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F23276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1A65D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1A65DE" w:rsidRPr="00BB51C1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1A65DE" w:rsidRPr="000514C6" w:rsidRDefault="001A65DE" w:rsidP="009470AB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1A65DE" w:rsidRPr="000514C6" w:rsidRDefault="001A65DE" w:rsidP="009470AB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1A65DE" w:rsidRPr="00BB51C1" w:rsidRDefault="001A65DE" w:rsidP="009470A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Default="001A65DE" w:rsidP="001F4B83">
      <w:pPr>
        <w:spacing w:line="240" w:lineRule="auto"/>
        <w:ind w:firstLine="0"/>
      </w:pPr>
    </w:p>
    <w:p w:rsidR="001A65DE" w:rsidRDefault="001A65DE" w:rsidP="005E5F2B">
      <w:pPr>
        <w:pStyle w:val="Heading2"/>
        <w:ind w:left="284" w:right="-284"/>
      </w:pPr>
      <w:r>
        <w:t>отчет</w:t>
      </w:r>
    </w:p>
    <w:p w:rsidR="001A65DE" w:rsidRDefault="001A65DE" w:rsidP="005E5F2B">
      <w:pPr>
        <w:pStyle w:val="Heading2"/>
        <w:ind w:left="284" w:right="-284"/>
      </w:pPr>
      <w:r>
        <w:t>о результатах контрольного мероприятия</w:t>
      </w:r>
    </w:p>
    <w:p w:rsidR="001A65DE" w:rsidRDefault="001A65DE" w:rsidP="005E5F2B">
      <w:pPr>
        <w:pStyle w:val="Heading3"/>
        <w:ind w:left="284" w:right="-284"/>
      </w:pPr>
      <w:r>
        <w:t>«_______________________________________________________»</w:t>
      </w:r>
    </w:p>
    <w:p w:rsidR="001A65DE" w:rsidRPr="00AB6CC6" w:rsidRDefault="001A65DE" w:rsidP="005E5F2B">
      <w:pPr>
        <w:ind w:left="284" w:right="-284" w:firstLine="0"/>
        <w:jc w:val="center"/>
        <w:rPr>
          <w:szCs w:val="28"/>
          <w:vertAlign w:val="superscript"/>
          <w:lang w:eastAsia="en-US"/>
        </w:rPr>
      </w:pPr>
      <w:r w:rsidRPr="00AB6CC6">
        <w:rPr>
          <w:szCs w:val="28"/>
          <w:vertAlign w:val="superscript"/>
        </w:rPr>
        <w:t>(наименование контрольного мероприятия)</w:t>
      </w:r>
    </w:p>
    <w:p w:rsidR="001A65DE" w:rsidRPr="00756EE1" w:rsidRDefault="001A65DE" w:rsidP="00756EE1">
      <w:pPr>
        <w:tabs>
          <w:tab w:val="left" w:pos="1276"/>
        </w:tabs>
        <w:spacing w:before="60" w:line="240" w:lineRule="auto"/>
        <w:ind w:left="284" w:right="-284" w:firstLine="0"/>
        <w:jc w:val="center"/>
        <w:rPr>
          <w:sz w:val="24"/>
          <w:szCs w:val="24"/>
        </w:rPr>
      </w:pPr>
      <w:r w:rsidRPr="00AB6CC6">
        <w:rPr>
          <w:sz w:val="24"/>
          <w:szCs w:val="24"/>
        </w:rPr>
        <w:t>(утвержден Коллегией кон</w:t>
      </w:r>
      <w:r>
        <w:rPr>
          <w:sz w:val="24"/>
          <w:szCs w:val="24"/>
        </w:rPr>
        <w:t xml:space="preserve">трольно-счетного органа, </w:t>
      </w:r>
      <w:r w:rsidRPr="00AB6CC6">
        <w:rPr>
          <w:sz w:val="24"/>
          <w:szCs w:val="24"/>
        </w:rPr>
        <w:t>протокол от ___________20___г. №___)</w:t>
      </w:r>
    </w:p>
    <w:p w:rsidR="001A65DE" w:rsidRPr="00CC7A4E" w:rsidRDefault="001A65DE" w:rsidP="001F4B83">
      <w:pPr>
        <w:ind w:firstLine="0"/>
        <w:rPr>
          <w:szCs w:val="28"/>
          <w:lang w:eastAsia="en-US"/>
        </w:rPr>
      </w:pPr>
    </w:p>
    <w:p w:rsidR="001A65DE" w:rsidRDefault="001A65DE" w:rsidP="00E678A8">
      <w:pPr>
        <w:spacing w:line="240" w:lineRule="auto"/>
        <w:ind w:right="-284"/>
      </w:pPr>
      <w:r>
        <w:t>1. </w:t>
      </w:r>
      <w:r w:rsidRPr="00185E55">
        <w:t>Основание для проведения контрольного мероприятия:</w:t>
      </w:r>
      <w:r>
        <w:t xml:space="preserve"> _____________</w:t>
      </w:r>
    </w:p>
    <w:p w:rsidR="001A65DE" w:rsidRPr="00185E55" w:rsidRDefault="001A65DE" w:rsidP="00E678A8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Pr="00744C11" w:rsidRDefault="001A65DE" w:rsidP="00E678A8">
      <w:pPr>
        <w:spacing w:line="240" w:lineRule="auto"/>
        <w:ind w:right="-284"/>
        <w:jc w:val="center"/>
        <w:rPr>
          <w:sz w:val="20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мероприятия, пр</w:t>
      </w:r>
      <w:r>
        <w:rPr>
          <w:snapToGrid w:val="0"/>
          <w:szCs w:val="28"/>
          <w:vertAlign w:val="superscript"/>
        </w:rPr>
        <w:t xml:space="preserve">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E678A8">
      <w:pPr>
        <w:spacing w:line="240" w:lineRule="auto"/>
        <w:ind w:right="-284"/>
      </w:pPr>
      <w:r>
        <w:t>2. </w:t>
      </w:r>
      <w:r w:rsidRPr="0008494A">
        <w:t xml:space="preserve">Предмет </w:t>
      </w:r>
      <w:r w:rsidRPr="006C13AD">
        <w:t>контрольного мероприятия</w:t>
      </w:r>
      <w:r w:rsidRPr="0008494A">
        <w:t>:</w:t>
      </w:r>
      <w:r w:rsidRPr="00415F3C">
        <w:t xml:space="preserve"> </w:t>
      </w:r>
      <w:r>
        <w:t>_____________________________</w:t>
      </w:r>
    </w:p>
    <w:p w:rsidR="001A65DE" w:rsidRDefault="001A65DE" w:rsidP="00E678A8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Pr="00A76F12" w:rsidRDefault="001A65DE" w:rsidP="00E678A8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A76F12">
        <w:rPr>
          <w:szCs w:val="28"/>
          <w:vertAlign w:val="superscript"/>
        </w:rPr>
        <w:t>(из программы проведения контрольного мероприятия)</w:t>
      </w:r>
    </w:p>
    <w:p w:rsidR="001A65DE" w:rsidRDefault="001A65DE" w:rsidP="00E678A8">
      <w:pPr>
        <w:spacing w:line="240" w:lineRule="auto"/>
        <w:ind w:right="-284"/>
      </w:pPr>
      <w:r>
        <w:t>3. </w:t>
      </w:r>
      <w:r w:rsidRPr="0008494A">
        <w:t xml:space="preserve">Объект (объекты) </w:t>
      </w:r>
      <w:r w:rsidRPr="006C13AD">
        <w:t>контрольного мероприятия</w:t>
      </w:r>
      <w:r w:rsidRPr="0008494A">
        <w:t>:</w:t>
      </w:r>
      <w:r w:rsidRPr="00BF1BC8">
        <w:t xml:space="preserve"> </w:t>
      </w:r>
      <w:r>
        <w:t>_____________________</w:t>
      </w:r>
    </w:p>
    <w:p w:rsidR="001A65DE" w:rsidRDefault="001A65DE" w:rsidP="00E678A8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Pr="00AC0F48" w:rsidRDefault="001A65DE" w:rsidP="00E678A8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AC0F48">
        <w:rPr>
          <w:szCs w:val="28"/>
          <w:vertAlign w:val="superscript"/>
        </w:rPr>
        <w:t>(полное наименование объекта (объектов) из программы контрольного мероприятия)</w:t>
      </w:r>
    </w:p>
    <w:p w:rsidR="001A65DE" w:rsidRDefault="001A65DE" w:rsidP="00E678A8">
      <w:pPr>
        <w:spacing w:line="240" w:lineRule="auto"/>
        <w:ind w:right="-284"/>
      </w:pPr>
      <w:r>
        <w:t>4. </w:t>
      </w:r>
      <w:r w:rsidRPr="00EF7A1E">
        <w:t>Срок проведения контрольного мероприятия</w:t>
      </w:r>
      <w:r w:rsidRPr="00127F08">
        <w:t xml:space="preserve"> </w:t>
      </w:r>
      <w:r>
        <w:t>с _____ по ______20___г.</w:t>
      </w:r>
    </w:p>
    <w:p w:rsidR="001A65DE" w:rsidRDefault="001A65DE" w:rsidP="00E678A8">
      <w:pPr>
        <w:spacing w:line="240" w:lineRule="auto"/>
        <w:ind w:right="-284"/>
      </w:pPr>
      <w:r>
        <w:t>5. Цели контрольного мероприятия:</w:t>
      </w:r>
    </w:p>
    <w:p w:rsidR="001A65DE" w:rsidRDefault="001A65DE" w:rsidP="00E678A8">
      <w:pPr>
        <w:spacing w:line="240" w:lineRule="auto"/>
        <w:ind w:right="-284"/>
      </w:pPr>
      <w:r>
        <w:t>5.1</w:t>
      </w:r>
      <w:r w:rsidRPr="001E3BF1">
        <w:t>. </w:t>
      </w:r>
      <w:r>
        <w:t>_________________________________________________________</w:t>
      </w:r>
    </w:p>
    <w:p w:rsidR="001A65DE" w:rsidRDefault="001A65DE" w:rsidP="00E678A8">
      <w:pPr>
        <w:spacing w:line="240" w:lineRule="auto"/>
        <w:ind w:right="-284"/>
      </w:pPr>
      <w:r>
        <w:t>5.2</w:t>
      </w:r>
      <w:r w:rsidRPr="001E3BF1">
        <w:t>. </w:t>
      </w:r>
      <w:r>
        <w:t>_________________________________________________________</w:t>
      </w:r>
    </w:p>
    <w:p w:rsidR="001A65DE" w:rsidRPr="0061279A" w:rsidRDefault="001A65DE" w:rsidP="00E678A8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1279A">
        <w:rPr>
          <w:szCs w:val="28"/>
          <w:vertAlign w:val="superscript"/>
        </w:rPr>
        <w:t>(из программы контрольного мероприятия)</w:t>
      </w:r>
    </w:p>
    <w:p w:rsidR="001A65DE" w:rsidRPr="00127F08" w:rsidRDefault="001A65DE" w:rsidP="00E678A8">
      <w:pPr>
        <w:spacing w:line="240" w:lineRule="auto"/>
        <w:ind w:right="-284"/>
      </w:pPr>
      <w:r>
        <w:t>6. </w:t>
      </w:r>
      <w:r w:rsidRPr="0008494A">
        <w:t>Проверяемый период деятельности:</w:t>
      </w:r>
      <w:r w:rsidRPr="00BF1BC8">
        <w:t xml:space="preserve"> </w:t>
      </w:r>
      <w:r w:rsidRPr="00127F08">
        <w:t>__________________________</w:t>
      </w:r>
      <w:r>
        <w:t>____</w:t>
      </w:r>
    </w:p>
    <w:p w:rsidR="001A65DE" w:rsidRPr="00F74630" w:rsidRDefault="001A65DE" w:rsidP="00E678A8">
      <w:pPr>
        <w:spacing w:line="240" w:lineRule="auto"/>
        <w:jc w:val="center"/>
        <w:rPr>
          <w:szCs w:val="28"/>
          <w:vertAlign w:val="superscript"/>
        </w:rPr>
      </w:pPr>
      <w:r w:rsidRPr="00F74630">
        <w:rPr>
          <w:szCs w:val="28"/>
          <w:vertAlign w:val="superscript"/>
        </w:rPr>
        <w:t>(указывается из программы проведения контрольного мероприятия в случае его отсутствия в наименовании контрольного мероприятия)</w:t>
      </w:r>
    </w:p>
    <w:p w:rsidR="001A65DE" w:rsidRPr="00EF7A1E" w:rsidRDefault="001A65DE" w:rsidP="00E678A8">
      <w:pPr>
        <w:spacing w:line="240" w:lineRule="auto"/>
        <w:ind w:right="-284"/>
      </w:pPr>
      <w:r>
        <w:t>7. Краткая характеристика проверяемой сферы формирования и использования средств бюджета и деятельности объектов проверки (в случае необходимости) ____________________________________________________________________</w:t>
      </w:r>
    </w:p>
    <w:p w:rsidR="001A65DE" w:rsidRPr="00EF7A1E" w:rsidRDefault="001A65DE" w:rsidP="00E678A8">
      <w:pPr>
        <w:spacing w:line="240" w:lineRule="auto"/>
        <w:ind w:right="-284"/>
      </w:pPr>
      <w:r>
        <w:t>8. </w:t>
      </w:r>
      <w:r w:rsidRPr="006C13AD">
        <w:t>По результатам контрольного мероприятия установлено следующее.</w:t>
      </w:r>
    </w:p>
    <w:p w:rsidR="001A65DE" w:rsidRDefault="001A65DE" w:rsidP="00E678A8">
      <w:pPr>
        <w:spacing w:line="240" w:lineRule="auto"/>
        <w:ind w:right="-284"/>
      </w:pPr>
      <w:r w:rsidRPr="006C13AD">
        <w:t>8.1. (Цель 1)</w:t>
      </w:r>
      <w:r>
        <w:t xml:space="preserve"> ____________________________________________________</w:t>
      </w:r>
    </w:p>
    <w:p w:rsidR="001A65DE" w:rsidRPr="001E3BF1" w:rsidRDefault="001A65DE" w:rsidP="00E678A8">
      <w:pPr>
        <w:spacing w:line="240" w:lineRule="auto"/>
        <w:ind w:right="-284"/>
      </w:pPr>
      <w:r w:rsidRPr="006C13AD">
        <w:t>8.2. (Цель 2)</w:t>
      </w:r>
      <w:r>
        <w:t xml:space="preserve"> </w:t>
      </w:r>
      <w:r w:rsidRPr="006C13AD">
        <w:t>_______________________________________________</w:t>
      </w:r>
      <w:r>
        <w:t>_</w:t>
      </w:r>
      <w:r w:rsidRPr="006C13AD">
        <w:t>_</w:t>
      </w:r>
    </w:p>
    <w:p w:rsidR="001A65DE" w:rsidRPr="00CC279C" w:rsidRDefault="001A65DE" w:rsidP="00E678A8">
      <w:pPr>
        <w:spacing w:after="120" w:line="240" w:lineRule="auto"/>
        <w:ind w:right="-284"/>
        <w:rPr>
          <w:szCs w:val="28"/>
          <w:vertAlign w:val="superscript"/>
        </w:rPr>
      </w:pPr>
      <w:r w:rsidRPr="00CC279C">
        <w:rPr>
          <w:szCs w:val="28"/>
          <w:vertAlign w:val="superscript"/>
        </w:rPr>
        <w:t>(даются заключения по каждой цели контрольного мероприятия, основанные на материалах актов и рабочей документации, указываются вскрытые факты нарушения законо</w:t>
      </w:r>
      <w:r>
        <w:rPr>
          <w:szCs w:val="28"/>
          <w:vertAlign w:val="superscript"/>
        </w:rPr>
        <w:t>в</w:t>
      </w:r>
      <w:r w:rsidRPr="00CC279C">
        <w:rPr>
          <w:szCs w:val="28"/>
          <w:vertAlign w:val="superscript"/>
        </w:rPr>
        <w:t xml:space="preserve"> и иных нормативных правовых актов </w:t>
      </w:r>
      <w:r>
        <w:rPr>
          <w:szCs w:val="28"/>
          <w:vertAlign w:val="superscript"/>
        </w:rPr>
        <w:t xml:space="preserve">Российской Федерации, субъекта Российской Федерации, муниципального образования </w:t>
      </w:r>
      <w:r w:rsidRPr="00CC279C">
        <w:rPr>
          <w:szCs w:val="28"/>
          <w:vertAlign w:val="superscript"/>
        </w:rPr>
        <w:t>и недостатки в деятельности проверяемых объектов со ссылкой на статьи законов и (или) пункты нормативных правовых актов</w:t>
      </w:r>
      <w:r w:rsidRPr="00882B9C">
        <w:rPr>
          <w:szCs w:val="28"/>
          <w:vertAlign w:val="superscript"/>
        </w:rPr>
        <w:t xml:space="preserve"> </w:t>
      </w:r>
      <w:r>
        <w:rPr>
          <w:szCs w:val="28"/>
          <w:vertAlign w:val="superscript"/>
        </w:rPr>
        <w:t>Российской Федерации, субъекта Российской Федерации</w:t>
      </w:r>
      <w:r w:rsidRPr="00CC279C">
        <w:rPr>
          <w:szCs w:val="28"/>
          <w:vertAlign w:val="superscript"/>
        </w:rPr>
        <w:t>,</w:t>
      </w:r>
      <w:r>
        <w:rPr>
          <w:szCs w:val="28"/>
          <w:vertAlign w:val="superscript"/>
        </w:rPr>
        <w:t xml:space="preserve"> муниципального образования</w:t>
      </w:r>
      <w:r w:rsidRPr="00CC279C">
        <w:rPr>
          <w:szCs w:val="28"/>
          <w:vertAlign w:val="superscript"/>
        </w:rPr>
        <w:t xml:space="preserve"> требования которых нарушены, дается оцен</w:t>
      </w:r>
      <w:r>
        <w:rPr>
          <w:szCs w:val="28"/>
          <w:vertAlign w:val="superscript"/>
        </w:rPr>
        <w:t>ка размера причиненного ущерба)</w:t>
      </w:r>
    </w:p>
    <w:p w:rsidR="001A65DE" w:rsidRDefault="001A65DE" w:rsidP="00E678A8">
      <w:pPr>
        <w:spacing w:line="240" w:lineRule="auto"/>
        <w:ind w:right="-284"/>
      </w:pPr>
      <w:r>
        <w:t>9. </w:t>
      </w:r>
      <w:r w:rsidRPr="006C13AD">
        <w:t>В</w:t>
      </w:r>
      <w:r w:rsidRPr="006C13AD">
        <w:rPr>
          <w:szCs w:val="28"/>
        </w:rPr>
        <w:t>озражения или замечания</w:t>
      </w:r>
      <w:r w:rsidRPr="006C13AD">
        <w:t xml:space="preserve"> руководителей </w:t>
      </w:r>
      <w:r>
        <w:t xml:space="preserve">или иных уполномоченных должностных лиц </w:t>
      </w:r>
      <w:r w:rsidRPr="006C13AD">
        <w:t>объектов контрольного мероприятия на результаты контрольного мероприятия:________</w:t>
      </w:r>
      <w:r>
        <w:t>____________________________________</w:t>
      </w:r>
    </w:p>
    <w:p w:rsidR="001A65DE" w:rsidRDefault="001A65DE" w:rsidP="00E678A8">
      <w:pPr>
        <w:spacing w:line="240" w:lineRule="auto"/>
        <w:ind w:right="-284" w:firstLine="0"/>
      </w:pPr>
      <w:r>
        <w:t>____________________________________________________________________</w:t>
      </w:r>
    </w:p>
    <w:p w:rsidR="001A65DE" w:rsidRPr="001F4B83" w:rsidRDefault="001A65DE" w:rsidP="00E678A8">
      <w:pPr>
        <w:spacing w:line="240" w:lineRule="auto"/>
        <w:ind w:right="-284"/>
        <w:rPr>
          <w:szCs w:val="28"/>
          <w:vertAlign w:val="superscript"/>
        </w:rPr>
      </w:pPr>
      <w:r w:rsidRPr="007D5961">
        <w:rPr>
          <w:szCs w:val="28"/>
          <w:vertAlign w:val="superscript"/>
        </w:rPr>
        <w:t xml:space="preserve">(указываются наличие или отсутствие возражений или замечаний руководителей </w:t>
      </w:r>
      <w:r>
        <w:rPr>
          <w:szCs w:val="28"/>
          <w:vertAlign w:val="superscript"/>
        </w:rPr>
        <w:t xml:space="preserve">или иных уполномоченных должностных лиц </w:t>
      </w:r>
      <w:r w:rsidRPr="007D5961">
        <w:rPr>
          <w:szCs w:val="28"/>
          <w:vertAlign w:val="superscript"/>
        </w:rPr>
        <w:t xml:space="preserve">объектов на результаты контрольного мероприятия, при их наличии дается ссылка на заключение </w:t>
      </w:r>
      <w:r>
        <w:rPr>
          <w:szCs w:val="28"/>
          <w:vertAlign w:val="superscript"/>
        </w:rPr>
        <w:t>руководителя контрольного мероприятия</w:t>
      </w:r>
      <w:r w:rsidRPr="007D5961">
        <w:rPr>
          <w:szCs w:val="28"/>
          <w:vertAlign w:val="superscript"/>
        </w:rPr>
        <w:t>, прилагаемое к отчету, а также приводятся факты принятых или разработанных объектами контрольного мероприятия мер по устранению выявленных недостатков и нарушений)</w:t>
      </w:r>
    </w:p>
    <w:p w:rsidR="001A65DE" w:rsidRPr="00005814" w:rsidRDefault="001A65DE" w:rsidP="00E678A8">
      <w:pPr>
        <w:spacing w:line="240" w:lineRule="auto"/>
        <w:ind w:right="-284"/>
      </w:pPr>
      <w:r>
        <w:t>10. </w:t>
      </w:r>
      <w:r w:rsidRPr="00005814">
        <w:t>Выводы:</w:t>
      </w:r>
    </w:p>
    <w:p w:rsidR="001A65DE" w:rsidRDefault="001A65DE" w:rsidP="00E678A8">
      <w:pPr>
        <w:spacing w:line="240" w:lineRule="auto"/>
        <w:ind w:right="-284"/>
      </w:pPr>
      <w:r w:rsidRPr="001E3BF1">
        <w:t>1. </w:t>
      </w:r>
      <w:r>
        <w:t>_____________________________________________________________</w:t>
      </w:r>
    </w:p>
    <w:p w:rsidR="001A65DE" w:rsidRPr="001E3BF1" w:rsidRDefault="001A65DE" w:rsidP="00E678A8">
      <w:pPr>
        <w:spacing w:line="240" w:lineRule="auto"/>
        <w:ind w:right="-284"/>
      </w:pPr>
      <w:r>
        <w:t>2. _____________________________________________________________</w:t>
      </w:r>
    </w:p>
    <w:p w:rsidR="001A65DE" w:rsidRPr="00B30FCC" w:rsidRDefault="001A65DE" w:rsidP="00E678A8">
      <w:pPr>
        <w:spacing w:after="120" w:line="240" w:lineRule="auto"/>
        <w:ind w:right="-284"/>
        <w:rPr>
          <w:szCs w:val="28"/>
          <w:vertAlign w:val="superscript"/>
        </w:rPr>
      </w:pPr>
      <w:r w:rsidRPr="00B30FCC">
        <w:rPr>
          <w:szCs w:val="28"/>
          <w:vertAlign w:val="superscript"/>
        </w:rPr>
        <w:t>(кратко формулируются основные итоги контрольного мероприятия с указанием выявленных ключевых проблем, причин имеющихся нарушений и недостатков, последствий, которые они могут повлечь за собой, а также</w:t>
      </w:r>
      <w:r>
        <w:rPr>
          <w:szCs w:val="28"/>
          <w:vertAlign w:val="superscript"/>
        </w:rPr>
        <w:t xml:space="preserve"> оценивается причиненный ущерб</w:t>
      </w:r>
      <w:r w:rsidRPr="00B30FCC">
        <w:rPr>
          <w:szCs w:val="28"/>
          <w:vertAlign w:val="superscript"/>
        </w:rPr>
        <w:t>)</w:t>
      </w:r>
    </w:p>
    <w:p w:rsidR="001A65DE" w:rsidRPr="00005814" w:rsidRDefault="001A65DE" w:rsidP="00E678A8">
      <w:pPr>
        <w:spacing w:line="240" w:lineRule="auto"/>
        <w:ind w:right="-284"/>
      </w:pPr>
      <w:r>
        <w:t>11. </w:t>
      </w:r>
      <w:r w:rsidRPr="00005814">
        <w:t>Предложения</w:t>
      </w:r>
      <w:r>
        <w:t xml:space="preserve"> (рекомендации)</w:t>
      </w:r>
      <w:r w:rsidRPr="00005814">
        <w:t>:</w:t>
      </w:r>
    </w:p>
    <w:p w:rsidR="001A65DE" w:rsidRDefault="001A65DE" w:rsidP="00E678A8">
      <w:pPr>
        <w:spacing w:line="240" w:lineRule="auto"/>
        <w:ind w:right="-284"/>
      </w:pPr>
      <w:r>
        <w:t>1. _____________________________________________________________</w:t>
      </w:r>
    </w:p>
    <w:p w:rsidR="001A65DE" w:rsidRPr="001E3BF1" w:rsidRDefault="001A65DE" w:rsidP="00E678A8">
      <w:pPr>
        <w:spacing w:line="240" w:lineRule="auto"/>
        <w:ind w:right="-284"/>
      </w:pPr>
      <w:r>
        <w:t>2. _____________________________________________________________</w:t>
      </w:r>
    </w:p>
    <w:p w:rsidR="001A65DE" w:rsidRPr="00AE3808" w:rsidRDefault="001A65DE" w:rsidP="008126B3">
      <w:pPr>
        <w:spacing w:after="240" w:line="240" w:lineRule="auto"/>
        <w:ind w:right="-284"/>
        <w:rPr>
          <w:bCs/>
          <w:szCs w:val="28"/>
          <w:vertAlign w:val="superscript"/>
        </w:rPr>
      </w:pPr>
      <w:r w:rsidRPr="00AE3808">
        <w:rPr>
          <w:szCs w:val="28"/>
          <w:vertAlign w:val="superscript"/>
        </w:rPr>
        <w:t xml:space="preserve"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</w:t>
      </w:r>
      <w:r>
        <w:rPr>
          <w:szCs w:val="28"/>
          <w:vertAlign w:val="superscript"/>
        </w:rPr>
        <w:t xml:space="preserve">предложения </w:t>
      </w:r>
      <w:r w:rsidRPr="00AE3808">
        <w:rPr>
          <w:szCs w:val="28"/>
          <w:vertAlign w:val="superscript"/>
        </w:rPr>
        <w:t xml:space="preserve">в адрес организаций </w:t>
      </w:r>
      <w:r>
        <w:rPr>
          <w:szCs w:val="28"/>
          <w:vertAlign w:val="superscript"/>
        </w:rPr>
        <w:t>и органов местного самоуправления</w:t>
      </w:r>
      <w:r w:rsidRPr="00AE3808">
        <w:rPr>
          <w:szCs w:val="28"/>
          <w:vertAlign w:val="superscript"/>
        </w:rPr>
        <w:t xml:space="preserve">, в компетенции которых находится реализация указанных предложений, а также предложения по направлению </w:t>
      </w:r>
      <w:r w:rsidRPr="00AE3808">
        <w:rPr>
          <w:bCs/>
          <w:szCs w:val="28"/>
          <w:vertAlign w:val="superscript"/>
        </w:rPr>
        <w:t>представлений, предписаний, информационных писем, обращений в правоохранительные органы)</w:t>
      </w:r>
    </w:p>
    <w:tbl>
      <w:tblPr>
        <w:tblW w:w="8955" w:type="dxa"/>
        <w:tblInd w:w="1021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785"/>
        <w:gridCol w:w="339"/>
        <w:gridCol w:w="6831"/>
      </w:tblGrid>
      <w:tr w:rsidR="001A65DE" w:rsidRPr="000E228F">
        <w:trPr>
          <w:cantSplit/>
        </w:trPr>
        <w:tc>
          <w:tcPr>
            <w:tcW w:w="1785" w:type="dxa"/>
          </w:tcPr>
          <w:p w:rsidR="001A65DE" w:rsidRPr="00E66F57" w:rsidRDefault="001A65DE" w:rsidP="001C7247">
            <w:pPr>
              <w:pStyle w:val="1"/>
            </w:pPr>
            <w:r>
              <w:br w:type="page"/>
            </w:r>
            <w:r w:rsidRPr="00E66F57">
              <w:t>Приложени</w:t>
            </w:r>
            <w:r>
              <w:t>е</w:t>
            </w:r>
            <w:r w:rsidRPr="00E66F57">
              <w:t>:</w:t>
            </w:r>
          </w:p>
        </w:tc>
        <w:tc>
          <w:tcPr>
            <w:tcW w:w="339" w:type="dxa"/>
          </w:tcPr>
          <w:p w:rsidR="001A65DE" w:rsidRPr="000E228F" w:rsidRDefault="001A65DE" w:rsidP="001C7247">
            <w:pPr>
              <w:pStyle w:val="1"/>
            </w:pPr>
            <w:r>
              <w:t>1.</w:t>
            </w:r>
          </w:p>
        </w:tc>
        <w:tc>
          <w:tcPr>
            <w:tcW w:w="6831" w:type="dxa"/>
          </w:tcPr>
          <w:p w:rsidR="001A65DE" w:rsidRPr="000E228F" w:rsidRDefault="001A65DE" w:rsidP="00625DCD">
            <w:pPr>
              <w:pStyle w:val="1"/>
              <w:spacing w:line="360" w:lineRule="auto"/>
              <w:jc w:val="both"/>
            </w:pPr>
            <w:r>
              <w:t>_______________________________________________</w:t>
            </w:r>
          </w:p>
        </w:tc>
      </w:tr>
      <w:tr w:rsidR="001A65DE" w:rsidRPr="00FF029C">
        <w:trPr>
          <w:cantSplit/>
        </w:trPr>
        <w:tc>
          <w:tcPr>
            <w:tcW w:w="1785" w:type="dxa"/>
          </w:tcPr>
          <w:p w:rsidR="001A65DE" w:rsidRDefault="001A65DE" w:rsidP="001C7247">
            <w:pPr>
              <w:pStyle w:val="1"/>
            </w:pPr>
          </w:p>
        </w:tc>
        <w:tc>
          <w:tcPr>
            <w:tcW w:w="339" w:type="dxa"/>
          </w:tcPr>
          <w:p w:rsidR="001A65DE" w:rsidRDefault="001A65DE" w:rsidP="001C7247">
            <w:pPr>
              <w:pStyle w:val="1"/>
            </w:pPr>
            <w:r>
              <w:t>2.</w:t>
            </w:r>
          </w:p>
        </w:tc>
        <w:tc>
          <w:tcPr>
            <w:tcW w:w="6831" w:type="dxa"/>
          </w:tcPr>
          <w:p w:rsidR="001A65DE" w:rsidRDefault="001A65DE" w:rsidP="001F4B83">
            <w:pPr>
              <w:pStyle w:val="1"/>
              <w:jc w:val="both"/>
            </w:pPr>
            <w:r>
              <w:t>_______________________________________________</w:t>
            </w:r>
          </w:p>
          <w:p w:rsidR="001A65DE" w:rsidRPr="00B70B9F" w:rsidRDefault="001A65DE" w:rsidP="001F4B83">
            <w:pPr>
              <w:pStyle w:val="Heading8"/>
              <w:spacing w:line="240" w:lineRule="auto"/>
              <w:ind w:left="-26" w:firstLine="0"/>
              <w:jc w:val="both"/>
              <w:rPr>
                <w:color w:val="auto"/>
                <w:szCs w:val="28"/>
                <w:vertAlign w:val="superscript"/>
              </w:rPr>
            </w:pPr>
            <w:r w:rsidRPr="00B70B9F">
              <w:rPr>
                <w:color w:val="auto"/>
                <w:szCs w:val="28"/>
                <w:vertAlign w:val="superscript"/>
              </w:rPr>
              <w:t xml:space="preserve">(приводится перечень законов и иных нормативных правовых актов Российской Федерации, субъекта Российской Федерации, исполнение которых проверено в ходе контрольного мероприятия, документов, не полученных по запросу, актов, оформленных по результатам контрольного мероприятия, заключений на замечания руководителей или иных уполномоченных должностных лиц объектов к актам по результатам контрольного мероприятия и другое) </w:t>
            </w:r>
          </w:p>
        </w:tc>
      </w:tr>
    </w:tbl>
    <w:p w:rsidR="001A65DE" w:rsidRDefault="001A65DE" w:rsidP="001F4B83">
      <w:pPr>
        <w:spacing w:line="240" w:lineRule="auto"/>
        <w:ind w:right="-284" w:firstLine="0"/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W w:w="965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6"/>
        <w:gridCol w:w="5603"/>
      </w:tblGrid>
      <w:tr w:rsidR="001A65DE" w:rsidRPr="00FF029C">
        <w:trPr>
          <w:cantSplit/>
          <w:trHeight w:val="331"/>
        </w:trPr>
        <w:tc>
          <w:tcPr>
            <w:tcW w:w="4056" w:type="dxa"/>
          </w:tcPr>
          <w:p w:rsidR="001A65DE" w:rsidRPr="00EF17DA" w:rsidRDefault="001A65DE" w:rsidP="009470AB">
            <w:pPr>
              <w:pStyle w:val="1"/>
            </w:pPr>
            <w:r>
              <w:t>должность</w:t>
            </w:r>
          </w:p>
        </w:tc>
        <w:tc>
          <w:tcPr>
            <w:tcW w:w="5603" w:type="dxa"/>
            <w:tcMar>
              <w:left w:w="85" w:type="dxa"/>
            </w:tcMar>
          </w:tcPr>
          <w:p w:rsidR="001A65DE" w:rsidRPr="00FF029C" w:rsidRDefault="001A65DE" w:rsidP="00B20870">
            <w:pPr>
              <w:pStyle w:val="a0"/>
            </w:pPr>
            <w:r w:rsidRPr="009C6C45">
              <w:rPr>
                <w:sz w:val="22"/>
                <w:szCs w:val="22"/>
              </w:rPr>
              <w:t>личная подпись</w:t>
            </w:r>
            <w:r>
              <w:tab/>
              <w:t>инициалы, фамилия</w:t>
            </w:r>
          </w:p>
        </w:tc>
      </w:tr>
    </w:tbl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  <w:sectPr w:rsidR="001A65DE" w:rsidSect="001C7247">
          <w:headerReference w:type="even" r:id="rId14"/>
          <w:headerReference w:type="default" r:id="rId15"/>
          <w:pgSz w:w="11907" w:h="16840" w:code="9"/>
          <w:pgMar w:top="1418" w:right="1134" w:bottom="1418" w:left="1134" w:header="709" w:footer="709" w:gutter="0"/>
          <w:pgNumType w:start="1"/>
          <w:cols w:space="708"/>
          <w:noEndnote/>
          <w:titlePg/>
          <w:docGrid w:linePitch="254"/>
        </w:sectPr>
      </w:pPr>
    </w:p>
    <w:p w:rsidR="001A65DE" w:rsidRDefault="001A65DE" w:rsidP="008C7828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12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8C7828" w:rsidRDefault="001A65DE" w:rsidP="009470AB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601A78">
      <w:pPr>
        <w:spacing w:line="240" w:lineRule="auto"/>
        <w:ind w:left="284" w:right="-284" w:firstLine="0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601A78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1A65D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1A65DE" w:rsidRPr="00BB51C1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1A65DE" w:rsidRPr="000514C6" w:rsidRDefault="001A65DE" w:rsidP="009470AB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sym w:font="Arial" w:char="00AB"/>
                  </w:r>
                  <w:r w:rsidRPr="000514C6">
                    <w:rPr>
                      <w:sz w:val="24"/>
                      <w:szCs w:val="24"/>
                    </w:rPr>
                    <w:t>___</w:t>
                  </w:r>
                  <w:r w:rsidRPr="000514C6">
                    <w:rPr>
                      <w:sz w:val="24"/>
                      <w:szCs w:val="24"/>
                    </w:rPr>
                    <w:sym w:font="Arial" w:char="00BB"/>
                  </w:r>
                  <w:r>
                    <w:rPr>
                      <w:sz w:val="24"/>
                      <w:szCs w:val="24"/>
                    </w:rPr>
                    <w:t>________________20___</w:t>
                  </w:r>
                  <w:r w:rsidRPr="000514C6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1A65DE" w:rsidRPr="000514C6" w:rsidRDefault="001A65DE" w:rsidP="009470AB">
                  <w:pPr>
                    <w:spacing w:before="180" w:line="240" w:lineRule="auto"/>
                    <w:ind w:right="113" w:firstLine="0"/>
                    <w:jc w:val="right"/>
                    <w:rPr>
                      <w:sz w:val="24"/>
                      <w:szCs w:val="24"/>
                    </w:rPr>
                  </w:pPr>
                  <w:r w:rsidRPr="000514C6">
                    <w:rPr>
                      <w:sz w:val="24"/>
                      <w:szCs w:val="24"/>
                    </w:rPr>
                    <w:t>№</w:t>
                  </w:r>
                  <w:r>
                    <w:rPr>
                      <w:sz w:val="24"/>
                      <w:szCs w:val="24"/>
                    </w:rPr>
                    <w:t>____</w:t>
                  </w:r>
                </w:p>
              </w:tc>
            </w:tr>
          </w:tbl>
          <w:p w:rsidR="001A65DE" w:rsidRPr="00BB51C1" w:rsidRDefault="001A65DE" w:rsidP="009470A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pStyle w:val="Heading2"/>
        <w:ind w:left="284" w:right="-284"/>
      </w:pPr>
      <w:r>
        <w:t>информация</w:t>
      </w:r>
    </w:p>
    <w:p w:rsidR="001A65DE" w:rsidRPr="00D7111D" w:rsidRDefault="001A65DE" w:rsidP="005E5F2B">
      <w:pPr>
        <w:pStyle w:val="Heading2"/>
        <w:ind w:left="284" w:right="-284"/>
      </w:pPr>
      <w:r w:rsidRPr="00D7111D">
        <w:rPr>
          <w:bCs/>
        </w:rPr>
        <w:t>ОБ ОСНОВНЫХ ИТОГАХ КОНТРОЛЬНОГО МЕРОПРИЯТИЯ</w:t>
      </w:r>
    </w:p>
    <w:p w:rsidR="001A65DE" w:rsidRDefault="001A65DE" w:rsidP="005E5F2B">
      <w:pPr>
        <w:pStyle w:val="Heading3"/>
        <w:ind w:left="284" w:right="-284"/>
      </w:pPr>
    </w:p>
    <w:p w:rsidR="001A65DE" w:rsidRDefault="001A65DE" w:rsidP="005E5F2B">
      <w:pPr>
        <w:pStyle w:val="Heading3"/>
        <w:ind w:left="284" w:right="-284"/>
      </w:pPr>
    </w:p>
    <w:p w:rsidR="001A65DE" w:rsidRDefault="001A65DE" w:rsidP="005A1C8E">
      <w:pPr>
        <w:ind w:right="-284"/>
      </w:pPr>
      <w:r>
        <w:rPr>
          <w:i/>
        </w:rPr>
        <w:t>(Наименование к</w:t>
      </w:r>
      <w:r w:rsidRPr="00AE7913">
        <w:rPr>
          <w:i/>
        </w:rPr>
        <w:t>онтрольно-счетн</w:t>
      </w:r>
      <w:r>
        <w:rPr>
          <w:i/>
        </w:rPr>
        <w:t>ого о</w:t>
      </w:r>
      <w:r w:rsidRPr="00AE7913">
        <w:rPr>
          <w:i/>
        </w:rPr>
        <w:t>рган</w:t>
      </w:r>
      <w:r>
        <w:rPr>
          <w:i/>
        </w:rPr>
        <w:t>а)</w:t>
      </w:r>
      <w:r>
        <w:t xml:space="preserve"> в соответствии с ______________________________________________</w:t>
      </w:r>
    </w:p>
    <w:p w:rsidR="001A65DE" w:rsidRDefault="001A65DE" w:rsidP="00582DAD">
      <w:pPr>
        <w:spacing w:line="240" w:lineRule="auto"/>
        <w:ind w:right="-284"/>
        <w:jc w:val="center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582DAD">
      <w:pPr>
        <w:spacing w:line="240" w:lineRule="auto"/>
        <w:ind w:right="-284"/>
        <w:jc w:val="center"/>
      </w:pPr>
      <w:r w:rsidRPr="006C13AD">
        <w:t>провел контрольное мероприятие «___________</w:t>
      </w:r>
      <w:r>
        <w:t>__________________________</w:t>
      </w:r>
      <w:r w:rsidRPr="006C13AD">
        <w:t>».</w:t>
      </w:r>
    </w:p>
    <w:p w:rsidR="001A65DE" w:rsidRPr="007D3185" w:rsidRDefault="001A65DE" w:rsidP="006A333E">
      <w:pPr>
        <w:ind w:right="-284"/>
        <w:jc w:val="center"/>
        <w:rPr>
          <w:szCs w:val="28"/>
          <w:vertAlign w:val="superscript"/>
        </w:rPr>
      </w:pPr>
      <w:r w:rsidRPr="007D3185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5A1C8E">
      <w:pPr>
        <w:ind w:right="-284"/>
      </w:pPr>
      <w:r w:rsidRPr="006C13AD">
        <w:t>Цель</w:t>
      </w:r>
      <w:r>
        <w:t xml:space="preserve"> </w:t>
      </w:r>
      <w:r w:rsidRPr="006C13AD">
        <w:t>(</w:t>
      </w:r>
      <w:r>
        <w:t>цели</w:t>
      </w:r>
      <w:r w:rsidRPr="006C13AD">
        <w:t>) контрольного мероприятия: ___________</w:t>
      </w:r>
      <w:r>
        <w:t>_________________</w:t>
      </w:r>
    </w:p>
    <w:p w:rsidR="001A65DE" w:rsidRDefault="001A65DE" w:rsidP="005A1C8E">
      <w:pPr>
        <w:ind w:right="-284" w:firstLine="0"/>
      </w:pPr>
      <w:r>
        <w:t>____________________________________________________________________</w:t>
      </w:r>
    </w:p>
    <w:p w:rsidR="001A65DE" w:rsidRPr="007D3185" w:rsidRDefault="001A65DE" w:rsidP="005A1C8E">
      <w:pPr>
        <w:ind w:right="-284"/>
        <w:jc w:val="center"/>
        <w:rPr>
          <w:szCs w:val="28"/>
          <w:vertAlign w:val="superscript"/>
        </w:rPr>
      </w:pPr>
      <w:r w:rsidRPr="007D3185">
        <w:rPr>
          <w:szCs w:val="28"/>
          <w:vertAlign w:val="superscript"/>
        </w:rPr>
        <w:t>(указывается в соответствии с программой проведения контрольного мероприятия)</w:t>
      </w:r>
    </w:p>
    <w:p w:rsidR="001A65DE" w:rsidRDefault="001A65DE" w:rsidP="005A1C8E">
      <w:pPr>
        <w:ind w:right="-284"/>
      </w:pPr>
      <w:r w:rsidRPr="006C13AD">
        <w:t>Объект</w:t>
      </w:r>
      <w:r>
        <w:t xml:space="preserve"> </w:t>
      </w:r>
      <w:r w:rsidRPr="006C13AD">
        <w:t>(</w:t>
      </w:r>
      <w:r>
        <w:t>объект</w:t>
      </w:r>
      <w:r w:rsidRPr="006C13AD">
        <w:t>ы) контрольного мероприяти</w:t>
      </w:r>
      <w:r>
        <w:t>я: _______________________</w:t>
      </w:r>
    </w:p>
    <w:p w:rsidR="001A65DE" w:rsidRDefault="001A65DE" w:rsidP="005A1C8E">
      <w:pPr>
        <w:ind w:right="-284" w:firstLine="0"/>
      </w:pPr>
      <w:r>
        <w:t>____________________________________________________________________</w:t>
      </w:r>
    </w:p>
    <w:p w:rsidR="001A65DE" w:rsidRPr="007D3185" w:rsidRDefault="001A65DE" w:rsidP="005A1C8E">
      <w:pPr>
        <w:ind w:right="-284"/>
        <w:jc w:val="center"/>
        <w:rPr>
          <w:szCs w:val="28"/>
          <w:vertAlign w:val="superscript"/>
        </w:rPr>
      </w:pPr>
      <w:r w:rsidRPr="007D3185">
        <w:rPr>
          <w:szCs w:val="28"/>
          <w:vertAlign w:val="superscript"/>
        </w:rPr>
        <w:t>(указывается в соответствии с программой проведения контрольного мероприятия)</w:t>
      </w:r>
    </w:p>
    <w:p w:rsidR="001A65DE" w:rsidRDefault="001A65DE" w:rsidP="005A1C8E">
      <w:pPr>
        <w:ind w:right="-284"/>
      </w:pPr>
      <w:r w:rsidRPr="006C13AD">
        <w:t xml:space="preserve">В результате проведенного контрольного мероприятия выявлено: </w:t>
      </w:r>
    </w:p>
    <w:p w:rsidR="001A65DE" w:rsidRDefault="001A65DE" w:rsidP="005A1C8E">
      <w:pPr>
        <w:ind w:right="-284" w:firstLine="0"/>
        <w:rPr>
          <w:szCs w:val="28"/>
        </w:rPr>
      </w:pPr>
      <w:r w:rsidRPr="00167957">
        <w:rPr>
          <w:szCs w:val="28"/>
        </w:rPr>
        <w:t>________________________________________________</w:t>
      </w:r>
      <w:r>
        <w:rPr>
          <w:szCs w:val="28"/>
        </w:rPr>
        <w:t>____________________</w:t>
      </w:r>
    </w:p>
    <w:p w:rsidR="001A65DE" w:rsidRDefault="001A65DE" w:rsidP="005A1C8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0B2735">
        <w:rPr>
          <w:szCs w:val="28"/>
          <w:vertAlign w:val="superscript"/>
        </w:rPr>
        <w:t>(краткое изложение основных результатов контрольного мероприятия</w:t>
      </w:r>
      <w:r>
        <w:rPr>
          <w:szCs w:val="28"/>
          <w:vertAlign w:val="superscript"/>
        </w:rPr>
        <w:t xml:space="preserve">, </w:t>
      </w:r>
      <w:r w:rsidRPr="000B2735">
        <w:rPr>
          <w:szCs w:val="28"/>
          <w:vertAlign w:val="superscript"/>
        </w:rPr>
        <w:t>выявленные нарушения и недостатки</w:t>
      </w:r>
      <w:r>
        <w:rPr>
          <w:szCs w:val="28"/>
          <w:vertAlign w:val="superscript"/>
        </w:rPr>
        <w:t>,</w:t>
      </w:r>
      <w:r w:rsidRPr="000B2735">
        <w:rPr>
          <w:szCs w:val="28"/>
          <w:vertAlign w:val="superscript"/>
        </w:rPr>
        <w:t xml:space="preserve"> </w:t>
      </w:r>
    </w:p>
    <w:p w:rsidR="001A65DE" w:rsidRPr="000B2735" w:rsidRDefault="001A65DE" w:rsidP="005A1C8E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0B2735">
        <w:rPr>
          <w:szCs w:val="28"/>
          <w:vertAlign w:val="superscript"/>
        </w:rPr>
        <w:t>выводы в объеме не более 3 страниц</w:t>
      </w:r>
      <w:r>
        <w:rPr>
          <w:szCs w:val="28"/>
          <w:vertAlign w:val="superscript"/>
        </w:rPr>
        <w:t>)</w:t>
      </w:r>
    </w:p>
    <w:p w:rsidR="001A65DE" w:rsidRDefault="001A65DE" w:rsidP="005A1C8E">
      <w:pPr>
        <w:ind w:right="-284"/>
      </w:pPr>
      <w:r w:rsidRPr="006C13AD">
        <w:t xml:space="preserve">Отчет о результатах контрольного </w:t>
      </w:r>
      <w:r w:rsidRPr="006C13AD">
        <w:rPr>
          <w:szCs w:val="28"/>
        </w:rPr>
        <w:t xml:space="preserve">мероприятия </w:t>
      </w:r>
      <w:r w:rsidRPr="006C13AD">
        <w:rPr>
          <w:bCs/>
          <w:szCs w:val="28"/>
        </w:rPr>
        <w:t xml:space="preserve">утвержден Коллегией </w:t>
      </w:r>
      <w:r w:rsidRPr="008C7828">
        <w:rPr>
          <w:bCs/>
          <w:i/>
          <w:szCs w:val="28"/>
        </w:rPr>
        <w:t>(наименование</w:t>
      </w:r>
      <w:r>
        <w:rPr>
          <w:bCs/>
          <w:szCs w:val="28"/>
        </w:rPr>
        <w:t xml:space="preserve"> </w:t>
      </w:r>
      <w:r w:rsidRPr="009C6C45">
        <w:rPr>
          <w:bCs/>
          <w:i/>
          <w:szCs w:val="28"/>
        </w:rPr>
        <w:t>кон</w:t>
      </w:r>
      <w:r>
        <w:rPr>
          <w:bCs/>
          <w:i/>
          <w:szCs w:val="28"/>
        </w:rPr>
        <w:t>трольно-счетного органа)</w:t>
      </w:r>
      <w:r w:rsidRPr="006C13AD">
        <w:rPr>
          <w:bCs/>
          <w:szCs w:val="28"/>
        </w:rPr>
        <w:t xml:space="preserve"> (протокол от</w:t>
      </w:r>
      <w:r>
        <w:rPr>
          <w:bCs/>
          <w:szCs w:val="28"/>
        </w:rPr>
        <w:t xml:space="preserve"> «</w:t>
      </w:r>
      <w:r w:rsidRPr="006C13AD">
        <w:rPr>
          <w:bCs/>
          <w:szCs w:val="28"/>
        </w:rPr>
        <w:t>___</w:t>
      </w:r>
      <w:r>
        <w:rPr>
          <w:bCs/>
          <w:szCs w:val="28"/>
        </w:rPr>
        <w:t>»_______</w:t>
      </w:r>
      <w:r w:rsidRPr="006C13AD">
        <w:rPr>
          <w:bCs/>
          <w:szCs w:val="28"/>
        </w:rPr>
        <w:t>_</w:t>
      </w:r>
      <w:r>
        <w:rPr>
          <w:bCs/>
          <w:szCs w:val="28"/>
        </w:rPr>
        <w:t>20___г. №</w:t>
      </w:r>
      <w:r w:rsidRPr="006C13AD">
        <w:rPr>
          <w:bCs/>
          <w:szCs w:val="28"/>
        </w:rPr>
        <w:t>___).</w:t>
      </w: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4819"/>
        <w:gridCol w:w="4820"/>
      </w:tblGrid>
      <w:tr w:rsidR="001A65DE" w:rsidRPr="00FF029C">
        <w:trPr>
          <w:cantSplit/>
        </w:trPr>
        <w:tc>
          <w:tcPr>
            <w:tcW w:w="4819" w:type="dxa"/>
            <w:vAlign w:val="bottom"/>
          </w:tcPr>
          <w:p w:rsidR="001A65DE" w:rsidRDefault="001A65DE" w:rsidP="001C7247">
            <w:pPr>
              <w:pStyle w:val="1"/>
            </w:pPr>
            <w:r>
              <w:t>должность</w:t>
            </w:r>
          </w:p>
        </w:tc>
        <w:tc>
          <w:tcPr>
            <w:tcW w:w="4820" w:type="dxa"/>
            <w:vAlign w:val="bottom"/>
          </w:tcPr>
          <w:p w:rsidR="001A65DE" w:rsidRPr="002000BC" w:rsidRDefault="001A65DE" w:rsidP="009C6C45">
            <w:pPr>
              <w:pStyle w:val="a0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 инициалы, фамилия</w:t>
            </w:r>
          </w:p>
        </w:tc>
      </w:tr>
    </w:tbl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</w:pPr>
    </w:p>
    <w:p w:rsidR="001A65DE" w:rsidRDefault="001A65DE" w:rsidP="005E5F2B">
      <w:pPr>
        <w:ind w:left="284" w:right="-284"/>
        <w:sectPr w:rsidR="001A65DE" w:rsidSect="0038038F">
          <w:pgSz w:w="11907" w:h="16840" w:code="9"/>
          <w:pgMar w:top="1418" w:right="1134" w:bottom="567" w:left="1134" w:header="340" w:footer="340" w:gutter="0"/>
          <w:pgNumType w:start="1"/>
          <w:cols w:space="708"/>
          <w:noEndnote/>
          <w:titlePg/>
          <w:docGrid w:linePitch="254"/>
        </w:sectPr>
      </w:pPr>
    </w:p>
    <w:p w:rsidR="001A65DE" w:rsidRPr="007E2282" w:rsidRDefault="001A65DE" w:rsidP="005E5F2B">
      <w:pPr>
        <w:spacing w:line="240" w:lineRule="auto"/>
        <w:ind w:left="284" w:right="-284"/>
        <w:rPr>
          <w:sz w:val="2"/>
          <w:szCs w:val="2"/>
        </w:rPr>
      </w:pPr>
    </w:p>
    <w:p w:rsidR="001A65DE" w:rsidRDefault="001A65DE" w:rsidP="008C7828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13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8C7828" w:rsidRDefault="001A65DE" w:rsidP="005D365B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Pr="000C3347" w:rsidRDefault="001A65DE" w:rsidP="000C3347">
      <w:pPr>
        <w:spacing w:line="240" w:lineRule="auto"/>
        <w:ind w:left="284" w:right="-284" w:firstLine="0"/>
        <w:jc w:val="center"/>
        <w:rPr>
          <w:b/>
          <w:spacing w:val="20"/>
          <w:szCs w:val="28"/>
        </w:rPr>
      </w:pPr>
    </w:p>
    <w:p w:rsidR="001A65DE" w:rsidRPr="000C3347" w:rsidRDefault="001A65DE" w:rsidP="000C3347">
      <w:pPr>
        <w:spacing w:line="240" w:lineRule="auto"/>
        <w:ind w:left="284" w:right="-284" w:firstLine="0"/>
        <w:jc w:val="center"/>
        <w:rPr>
          <w:b/>
          <w:spacing w:val="20"/>
          <w:szCs w:val="28"/>
        </w:rPr>
      </w:pPr>
    </w:p>
    <w:p w:rsidR="001A65DE" w:rsidRDefault="001A65DE" w:rsidP="000C3347">
      <w:pPr>
        <w:spacing w:line="240" w:lineRule="auto"/>
        <w:ind w:left="284" w:right="-284" w:firstLine="0"/>
        <w:jc w:val="center"/>
      </w:pPr>
      <w:r>
        <w:rPr>
          <w:b/>
          <w:spacing w:val="20"/>
          <w:sz w:val="36"/>
          <w:szCs w:val="36"/>
        </w:rPr>
        <w:t>ПРЕДСТАВЛЕНИЕ</w:t>
      </w:r>
    </w:p>
    <w:p w:rsidR="001A65DE" w:rsidRDefault="001A65DE" w:rsidP="00756EE1">
      <w:pPr>
        <w:spacing w:line="240" w:lineRule="auto"/>
        <w:ind w:left="426" w:right="-284" w:firstLine="0"/>
        <w:jc w:val="center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0C3347">
      <w:pPr>
        <w:spacing w:line="240" w:lineRule="auto"/>
        <w:ind w:left="426" w:right="-284" w:firstLine="0"/>
        <w:rPr>
          <w:sz w:val="16"/>
          <w:szCs w:val="16"/>
        </w:rPr>
      </w:pPr>
      <w:r>
        <w:rPr>
          <w:sz w:val="20"/>
        </w:rPr>
        <w:t>а</w:t>
      </w:r>
      <w:r w:rsidRPr="00EF09D4">
        <w:rPr>
          <w:sz w:val="20"/>
        </w:rPr>
        <w:t>дрес</w:t>
      </w:r>
      <w:r>
        <w:rPr>
          <w:sz w:val="20"/>
        </w:rPr>
        <w:t>, индекс                                                                                                                                                 тел., факс</w:t>
      </w: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100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Default="001A65DE" w:rsidP="005D365B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Y="4272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5D365B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5245" w:type="dxa"/>
          </w:tcPr>
          <w:p w:rsidR="001A65DE" w:rsidRPr="000514C6" w:rsidRDefault="001A65DE" w:rsidP="005D365B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277"/>
      </w:tblGrid>
      <w:tr w:rsidR="001A65DE" w:rsidRPr="00662AC9">
        <w:trPr>
          <w:cantSplit/>
        </w:trPr>
        <w:tc>
          <w:tcPr>
            <w:tcW w:w="4252" w:type="dxa"/>
          </w:tcPr>
          <w:p w:rsidR="001A65DE" w:rsidRPr="00EF09D4" w:rsidRDefault="001A65DE" w:rsidP="005D365B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Default="001A65DE" w:rsidP="005D365B">
            <w:pPr>
              <w:pStyle w:val="a2"/>
            </w:pPr>
          </w:p>
        </w:tc>
        <w:tc>
          <w:tcPr>
            <w:tcW w:w="4277" w:type="dxa"/>
          </w:tcPr>
          <w:p w:rsidR="001A65DE" w:rsidRDefault="001A65DE" w:rsidP="005D365B">
            <w:pPr>
              <w:pStyle w:val="a2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 МСО, объекта</w:t>
            </w:r>
          </w:p>
          <w:p w:rsidR="001A65DE" w:rsidRDefault="001A65DE" w:rsidP="005D365B">
            <w:pPr>
              <w:pStyle w:val="a2"/>
            </w:pPr>
          </w:p>
          <w:p w:rsidR="001A65DE" w:rsidRPr="00662AC9" w:rsidRDefault="001A65DE" w:rsidP="005D365B">
            <w:pPr>
              <w:pStyle w:val="a2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Pr="005E5F2B" w:rsidRDefault="001A65DE" w:rsidP="005E5F2B">
      <w:pPr>
        <w:spacing w:line="240" w:lineRule="auto"/>
        <w:ind w:left="284" w:right="-284"/>
      </w:pPr>
    </w:p>
    <w:p w:rsidR="001A65DE" w:rsidRDefault="001A65DE" w:rsidP="009A2B24">
      <w:pPr>
        <w:ind w:right="-284"/>
      </w:pPr>
      <w:r>
        <w:t>В соответствии с_________________________________________________</w:t>
      </w:r>
    </w:p>
    <w:p w:rsidR="001A65DE" w:rsidRDefault="001A65DE" w:rsidP="00582DAD">
      <w:pPr>
        <w:spacing w:line="240" w:lineRule="auto"/>
        <w:ind w:right="-284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внепланового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582DAD">
      <w:pPr>
        <w:spacing w:line="240" w:lineRule="auto"/>
        <w:ind w:right="-284"/>
      </w:pPr>
      <w:r>
        <w:t xml:space="preserve">                                                п</w:t>
      </w:r>
      <w:r w:rsidRPr="006C13AD">
        <w:t>ров</w:t>
      </w:r>
      <w:r>
        <w:t>е</w:t>
      </w:r>
      <w:r w:rsidRPr="006C13AD">
        <w:t>д</w:t>
      </w:r>
      <w:r>
        <w:t xml:space="preserve">ено </w:t>
      </w:r>
      <w:r w:rsidRPr="006C13AD">
        <w:t>контрольное мероприя</w:t>
      </w:r>
      <w:r>
        <w:t>тие                                                  «____________________________________________________________________</w:t>
      </w:r>
      <w:r w:rsidRPr="006C13AD">
        <w:t>»</w:t>
      </w:r>
      <w:r>
        <w:t xml:space="preserve"> </w:t>
      </w:r>
    </w:p>
    <w:p w:rsidR="001A65DE" w:rsidRPr="006778AB" w:rsidRDefault="001A65DE" w:rsidP="009A2B24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778AB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9A2B24">
      <w:pPr>
        <w:ind w:right="-284" w:firstLine="0"/>
      </w:pPr>
      <w:r w:rsidRPr="006C13AD">
        <w:t>на объекте ___________________________</w:t>
      </w:r>
      <w:r>
        <w:t>_______________________________,</w:t>
      </w:r>
    </w:p>
    <w:p w:rsidR="001A65DE" w:rsidRPr="00061DC7" w:rsidRDefault="001A65DE" w:rsidP="009A2B24">
      <w:pPr>
        <w:ind w:right="-284"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6A333E">
      <w:pPr>
        <w:ind w:right="-284" w:firstLine="0"/>
      </w:pPr>
      <w:r>
        <w:rPr>
          <w:szCs w:val="28"/>
        </w:rPr>
        <w:t>п</w:t>
      </w:r>
      <w:r w:rsidRPr="006F0479">
        <w:t xml:space="preserve">о результатам </w:t>
      </w:r>
      <w:r>
        <w:t>которого выявлены следующи</w:t>
      </w:r>
      <w:r w:rsidRPr="006F0479">
        <w:t>е</w:t>
      </w:r>
      <w:r>
        <w:t xml:space="preserve"> нарушения и недостатки.</w:t>
      </w:r>
    </w:p>
    <w:p w:rsidR="001A65DE" w:rsidRDefault="001A65DE" w:rsidP="009A2B24">
      <w:pPr>
        <w:ind w:right="-284"/>
      </w:pPr>
      <w:r>
        <w:t>1. _____________________________________________________________</w:t>
      </w:r>
    </w:p>
    <w:p w:rsidR="001A65DE" w:rsidRDefault="001A65DE" w:rsidP="009A2B24">
      <w:pPr>
        <w:spacing w:line="240" w:lineRule="auto"/>
        <w:ind w:right="-284"/>
      </w:pPr>
      <w:r>
        <w:t>2. _____________________________________________________________</w:t>
      </w:r>
    </w:p>
    <w:p w:rsidR="001A65DE" w:rsidRPr="00C86BDA" w:rsidRDefault="001A65DE" w:rsidP="009A2B24">
      <w:pPr>
        <w:spacing w:line="240" w:lineRule="auto"/>
        <w:ind w:right="-284"/>
        <w:rPr>
          <w:szCs w:val="28"/>
          <w:vertAlign w:val="superscript"/>
        </w:rPr>
      </w:pPr>
      <w:r w:rsidRPr="00C86BDA">
        <w:rPr>
          <w:szCs w:val="28"/>
          <w:vertAlign w:val="superscript"/>
        </w:rPr>
        <w:t xml:space="preserve">(указываются конкретные факты нарушений и недостатков, выявленных в результате контрольного мероприятия и зафиксированных в актах по результатам проверки, со ссылками на соответствующие </w:t>
      </w:r>
      <w:r w:rsidRPr="002C1EE1">
        <w:rPr>
          <w:szCs w:val="28"/>
          <w:vertAlign w:val="superscript"/>
        </w:rPr>
        <w:t>статьи законов и (или) пунктов иных нормативных правовых актов Российской Федерации, субъекта Российской Федерации,</w:t>
      </w:r>
      <w:r>
        <w:rPr>
          <w:szCs w:val="28"/>
          <w:vertAlign w:val="superscript"/>
        </w:rPr>
        <w:t xml:space="preserve"> муниципального образования</w:t>
      </w:r>
      <w:r w:rsidRPr="002C1EE1">
        <w:rPr>
          <w:szCs w:val="28"/>
          <w:vertAlign w:val="superscript"/>
        </w:rPr>
        <w:t xml:space="preserve"> требования которых нарушены</w:t>
      </w:r>
      <w:r w:rsidRPr="00C86BDA">
        <w:rPr>
          <w:szCs w:val="28"/>
          <w:vertAlign w:val="superscript"/>
        </w:rPr>
        <w:t>)</w:t>
      </w:r>
    </w:p>
    <w:p w:rsidR="001A65DE" w:rsidRPr="00507941" w:rsidRDefault="001A65DE" w:rsidP="009A2B24">
      <w:pPr>
        <w:spacing w:line="240" w:lineRule="auto"/>
        <w:ind w:right="-284"/>
        <w:rPr>
          <w:sz w:val="20"/>
        </w:rPr>
      </w:pPr>
    </w:p>
    <w:p w:rsidR="001A65DE" w:rsidRDefault="001A65DE" w:rsidP="009A2B24">
      <w:pPr>
        <w:ind w:right="-284"/>
      </w:pPr>
      <w:r w:rsidRPr="006F0479">
        <w:t>С учетом изложенного и на основании</w:t>
      </w:r>
      <w:r>
        <w:t>______________________________</w:t>
      </w:r>
    </w:p>
    <w:p w:rsidR="001A65DE" w:rsidRDefault="001A65DE" w:rsidP="009A2B24">
      <w:pPr>
        <w:ind w:right="-284" w:firstLine="0"/>
      </w:pPr>
      <w:r>
        <w:t>____________________________________________________________________</w:t>
      </w:r>
    </w:p>
    <w:p w:rsidR="001A65DE" w:rsidRPr="00146E54" w:rsidRDefault="001A65DE" w:rsidP="009A2B24">
      <w:pPr>
        <w:spacing w:line="240" w:lineRule="auto"/>
        <w:ind w:right="-284"/>
        <w:jc w:val="center"/>
        <w:rPr>
          <w:vertAlign w:val="superscript"/>
        </w:rPr>
      </w:pPr>
      <w:r>
        <w:rPr>
          <w:vertAlign w:val="superscript"/>
        </w:rPr>
        <w:t>(</w:t>
      </w:r>
      <w:r w:rsidRPr="008409C6">
        <w:rPr>
          <w:snapToGrid w:val="0"/>
          <w:szCs w:val="28"/>
          <w:vertAlign w:val="superscript"/>
        </w:rPr>
        <w:t xml:space="preserve">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регламентирующее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9A2B24">
      <w:pPr>
        <w:ind w:right="-284" w:firstLine="0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1A65DE" w:rsidRPr="00B07B1B" w:rsidRDefault="001A65DE" w:rsidP="009A2B24">
      <w:pPr>
        <w:ind w:right="-284"/>
        <w:jc w:val="center"/>
        <w:rPr>
          <w:szCs w:val="28"/>
          <w:vertAlign w:val="superscript"/>
        </w:rPr>
      </w:pPr>
      <w:r w:rsidRPr="00B07B1B">
        <w:rPr>
          <w:szCs w:val="28"/>
          <w:vertAlign w:val="superscript"/>
        </w:rPr>
        <w:t>(наименование  адресата)</w:t>
      </w:r>
    </w:p>
    <w:p w:rsidR="001A65DE" w:rsidRDefault="001A65DE" w:rsidP="007F0A46">
      <w:pPr>
        <w:ind w:right="-284" w:firstLine="0"/>
      </w:pPr>
      <w:r w:rsidRPr="006F0479">
        <w:t>предлагается следующее:</w:t>
      </w:r>
    </w:p>
    <w:p w:rsidR="001A65DE" w:rsidRDefault="001A65DE" w:rsidP="007F0A46">
      <w:pPr>
        <w:ind w:right="-284"/>
      </w:pPr>
      <w:r>
        <w:t>1. _____________________________________________________________</w:t>
      </w:r>
    </w:p>
    <w:p w:rsidR="001A65DE" w:rsidRDefault="001A65DE" w:rsidP="007F0A46">
      <w:pPr>
        <w:spacing w:line="240" w:lineRule="auto"/>
        <w:ind w:right="-284"/>
      </w:pPr>
      <w:r>
        <w:t>2. _____________________________________________________________</w:t>
      </w:r>
    </w:p>
    <w:p w:rsidR="001A65DE" w:rsidRPr="006F1C4E" w:rsidRDefault="001A65DE" w:rsidP="007F0A46">
      <w:pPr>
        <w:spacing w:after="120" w:line="240" w:lineRule="auto"/>
        <w:ind w:right="-284"/>
        <w:rPr>
          <w:szCs w:val="28"/>
          <w:vertAlign w:val="superscript"/>
        </w:rPr>
      </w:pPr>
      <w:r w:rsidRPr="006F1C4E">
        <w:rPr>
          <w:szCs w:val="28"/>
          <w:vertAlign w:val="superscript"/>
        </w:rPr>
        <w:t>(формируются предложения для принятия мер по устранению выявленных нарушений и недостатков и привлечению к ответственности должностных лиц, виновных в нарушении законодательства Российской Федерации, субъекта Российской Федерации</w:t>
      </w:r>
      <w:r>
        <w:rPr>
          <w:szCs w:val="28"/>
          <w:vertAlign w:val="superscript"/>
        </w:rPr>
        <w:t>, муниципального образования</w:t>
      </w:r>
      <w:r w:rsidRPr="006F1C4E">
        <w:rPr>
          <w:szCs w:val="28"/>
          <w:vertAlign w:val="superscript"/>
        </w:rPr>
        <w:t>)</w:t>
      </w:r>
    </w:p>
    <w:p w:rsidR="001A65DE" w:rsidRPr="00B73D81" w:rsidRDefault="001A65DE" w:rsidP="007F0A46">
      <w:pPr>
        <w:ind w:right="-284"/>
        <w:rPr>
          <w:u w:val="single"/>
        </w:rPr>
      </w:pPr>
      <w:r>
        <w:t xml:space="preserve">Представление направляется в соответствии с решением Коллегии </w:t>
      </w:r>
      <w:r w:rsidRPr="00B73D81">
        <w:rPr>
          <w:u w:val="single"/>
        </w:rPr>
        <w:t>(</w:t>
      </w:r>
      <w:r w:rsidRPr="00B73D81">
        <w:rPr>
          <w:i/>
          <w:u w:val="single"/>
        </w:rPr>
        <w:t>наименование</w:t>
      </w:r>
      <w:r w:rsidRPr="00B73D81">
        <w:rPr>
          <w:i/>
        </w:rPr>
        <w:t xml:space="preserve"> </w:t>
      </w:r>
      <w:r w:rsidRPr="00B73D81">
        <w:rPr>
          <w:i/>
          <w:u w:val="single"/>
        </w:rPr>
        <w:t>контрольно-счетного органа</w:t>
      </w:r>
      <w:r>
        <w:rPr>
          <w:i/>
          <w:u w:val="single"/>
        </w:rPr>
        <w:t>)</w:t>
      </w:r>
      <w:r w:rsidRPr="00B73D81">
        <w:rPr>
          <w:u w:val="single"/>
        </w:rPr>
        <w:t xml:space="preserve"> </w:t>
      </w:r>
    </w:p>
    <w:p w:rsidR="001A65DE" w:rsidRPr="00ED1B31" w:rsidRDefault="001A65DE" w:rsidP="007F0A46">
      <w:pPr>
        <w:spacing w:line="240" w:lineRule="auto"/>
        <w:jc w:val="center"/>
        <w:rPr>
          <w:sz w:val="20"/>
        </w:rPr>
      </w:pPr>
      <w:r w:rsidRPr="00ED1B31">
        <w:rPr>
          <w:sz w:val="20"/>
        </w:rPr>
        <w:t>( в том случае, если Коллегия КСО образована)</w:t>
      </w:r>
    </w:p>
    <w:p w:rsidR="001A65DE" w:rsidRDefault="001A65DE" w:rsidP="007F0A46">
      <w:pPr>
        <w:ind w:right="-284"/>
      </w:pPr>
      <w:r w:rsidRPr="00B73D81">
        <w:t>(протокол от</w:t>
      </w:r>
      <w:r>
        <w:rPr>
          <w:u w:val="single"/>
        </w:rPr>
        <w:t xml:space="preserve"> </w:t>
      </w:r>
      <w:r>
        <w:t xml:space="preserve"> «___»_________20____г. №___).</w:t>
      </w:r>
    </w:p>
    <w:p w:rsidR="001A65DE" w:rsidRDefault="001A65DE" w:rsidP="007F0A46">
      <w:pPr>
        <w:ind w:right="-284"/>
        <w:rPr>
          <w:i/>
        </w:rPr>
      </w:pPr>
      <w:r>
        <w:t xml:space="preserve">О результатах рассмотрения настоящего представления и принятых мерах необходимо проинформировать в течение месяца (ст.16 ФЗ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образований) </w:t>
      </w:r>
      <w:r w:rsidRPr="00B73D81">
        <w:rPr>
          <w:i/>
        </w:rPr>
        <w:t>(наименование</w:t>
      </w:r>
      <w:r>
        <w:t xml:space="preserve"> </w:t>
      </w:r>
      <w:r w:rsidRPr="00D77512">
        <w:rPr>
          <w:i/>
        </w:rPr>
        <w:t>контрольно-счетн</w:t>
      </w:r>
      <w:r>
        <w:rPr>
          <w:i/>
        </w:rPr>
        <w:t>ого</w:t>
      </w:r>
      <w:r w:rsidRPr="00D77512">
        <w:rPr>
          <w:i/>
        </w:rPr>
        <w:t xml:space="preserve"> орган</w:t>
      </w:r>
      <w:r>
        <w:rPr>
          <w:i/>
        </w:rPr>
        <w:t xml:space="preserve">а) </w:t>
      </w:r>
    </w:p>
    <w:p w:rsidR="001A65DE" w:rsidRDefault="001A65DE" w:rsidP="007F0A46">
      <w:pPr>
        <w:ind w:right="-284"/>
        <w:rPr>
          <w:sz w:val="22"/>
          <w:szCs w:val="22"/>
        </w:rPr>
      </w:pPr>
      <w:r>
        <w:t xml:space="preserve"> </w:t>
      </w:r>
      <w:r w:rsidRPr="00855A61">
        <w:rPr>
          <w:szCs w:val="28"/>
        </w:rPr>
        <w:t>до</w:t>
      </w:r>
      <w:r>
        <w:rPr>
          <w:szCs w:val="28"/>
        </w:rPr>
        <w:t xml:space="preserve"> «___»_________</w:t>
      </w:r>
      <w:r w:rsidRPr="00855A61">
        <w:rPr>
          <w:szCs w:val="28"/>
        </w:rPr>
        <w:t>20__</w:t>
      </w:r>
      <w:r>
        <w:rPr>
          <w:szCs w:val="28"/>
        </w:rPr>
        <w:t>_</w:t>
      </w:r>
      <w:r w:rsidRPr="00855A61">
        <w:rPr>
          <w:szCs w:val="28"/>
        </w:rPr>
        <w:t>года</w:t>
      </w:r>
      <w:r w:rsidRPr="00A35884">
        <w:rPr>
          <w:sz w:val="22"/>
          <w:szCs w:val="22"/>
        </w:rPr>
        <w:t xml:space="preserve"> </w:t>
      </w:r>
    </w:p>
    <w:p w:rsidR="001A65DE" w:rsidRDefault="001A65DE" w:rsidP="007F0A46">
      <w:pPr>
        <w:ind w:right="-284"/>
        <w:rPr>
          <w:sz w:val="22"/>
          <w:szCs w:val="22"/>
        </w:rPr>
      </w:pPr>
    </w:p>
    <w:p w:rsidR="001A65DE" w:rsidRPr="00EB1EA0" w:rsidRDefault="001A65DE" w:rsidP="007F0A46">
      <w:pPr>
        <w:ind w:right="-284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6"/>
        <w:gridCol w:w="7043"/>
      </w:tblGrid>
      <w:tr w:rsidR="001A65DE" w:rsidRPr="00FF029C">
        <w:trPr>
          <w:cantSplit/>
        </w:trPr>
        <w:tc>
          <w:tcPr>
            <w:tcW w:w="2596" w:type="dxa"/>
          </w:tcPr>
          <w:p w:rsidR="001A65DE" w:rsidRPr="001F5C97" w:rsidRDefault="001A65DE" w:rsidP="001C7247">
            <w:pPr>
              <w:spacing w:line="240" w:lineRule="auto"/>
            </w:pPr>
            <w:r w:rsidRPr="001F5C97">
              <w:t>Приложение:</w:t>
            </w:r>
          </w:p>
        </w:tc>
        <w:tc>
          <w:tcPr>
            <w:tcW w:w="7043" w:type="dxa"/>
          </w:tcPr>
          <w:p w:rsidR="001A65DE" w:rsidRPr="00FF029C" w:rsidRDefault="001A65DE" w:rsidP="001C7247">
            <w:pPr>
              <w:pStyle w:val="1"/>
              <w:jc w:val="both"/>
            </w:pPr>
            <w:r>
              <w:t xml:space="preserve">отчет о результатах контрольного мероприятия, другие документы </w:t>
            </w:r>
            <w:r w:rsidRPr="00855A61">
              <w:rPr>
                <w:i/>
              </w:rPr>
              <w:t>(при соответствующем решении Коллегии)</w:t>
            </w:r>
            <w:r>
              <w:t xml:space="preserve"> на ____л. в 1 экз.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4819"/>
        <w:gridCol w:w="4820"/>
      </w:tblGrid>
      <w:tr w:rsidR="001A65DE" w:rsidRPr="00FF029C">
        <w:trPr>
          <w:cantSplit/>
        </w:trPr>
        <w:tc>
          <w:tcPr>
            <w:tcW w:w="4819" w:type="dxa"/>
            <w:vAlign w:val="bottom"/>
          </w:tcPr>
          <w:p w:rsidR="001A65DE" w:rsidRDefault="001A65DE" w:rsidP="005D365B">
            <w:pPr>
              <w:pStyle w:val="1"/>
            </w:pPr>
            <w:r>
              <w:t>должность</w:t>
            </w:r>
          </w:p>
        </w:tc>
        <w:tc>
          <w:tcPr>
            <w:tcW w:w="4820" w:type="dxa"/>
            <w:vAlign w:val="bottom"/>
          </w:tcPr>
          <w:p w:rsidR="001A65DE" w:rsidRPr="002000BC" w:rsidRDefault="001A65DE" w:rsidP="005D365B">
            <w:pPr>
              <w:pStyle w:val="a0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 инициалы, фамилия</w:t>
            </w:r>
          </w:p>
        </w:tc>
      </w:tr>
    </w:tbl>
    <w:p w:rsidR="001A65DE" w:rsidRPr="00796BC7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  <w:sectPr w:rsidR="001A65DE" w:rsidSect="001C7247">
          <w:pgSz w:w="11907" w:h="16840" w:code="9"/>
          <w:pgMar w:top="851" w:right="1134" w:bottom="1418" w:left="1134" w:header="709" w:footer="709" w:gutter="0"/>
          <w:pgNumType w:start="1"/>
          <w:cols w:space="60"/>
          <w:noEndnote/>
          <w:titlePg/>
        </w:sectPr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14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2B3B41" w:rsidRDefault="001A65DE" w:rsidP="00383A1F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spacing w:line="240" w:lineRule="auto"/>
        <w:ind w:left="284" w:right="-284" w:hanging="4"/>
        <w:jc w:val="center"/>
        <w:rPr>
          <w:b/>
          <w:spacing w:val="20"/>
          <w:sz w:val="36"/>
          <w:szCs w:val="36"/>
        </w:rPr>
      </w:pPr>
    </w:p>
    <w:p w:rsidR="001A65DE" w:rsidRDefault="001A65DE" w:rsidP="001B6618">
      <w:pPr>
        <w:spacing w:line="240" w:lineRule="auto"/>
        <w:ind w:left="284" w:right="-284" w:hanging="4"/>
        <w:jc w:val="center"/>
      </w:pPr>
      <w:r>
        <w:rPr>
          <w:b/>
          <w:spacing w:val="20"/>
          <w:sz w:val="36"/>
          <w:szCs w:val="36"/>
        </w:rPr>
        <w:t>ПРЕДПИСАНИЕ</w:t>
      </w:r>
    </w:p>
    <w:p w:rsidR="001A65DE" w:rsidRDefault="001A65DE" w:rsidP="0075187E">
      <w:pPr>
        <w:spacing w:line="240" w:lineRule="auto"/>
        <w:ind w:left="426" w:right="-284" w:firstLine="0"/>
        <w:jc w:val="center"/>
      </w:pPr>
      <w:r w:rsidRPr="00A671F7">
        <w:rPr>
          <w:i/>
          <w:szCs w:val="28"/>
        </w:rPr>
        <w:t>Наименование контрольно-счетного органа</w:t>
      </w:r>
    </w:p>
    <w:p w:rsidR="001A65DE" w:rsidRPr="00571AD3" w:rsidRDefault="001A65DE" w:rsidP="001B6618">
      <w:pPr>
        <w:spacing w:line="240" w:lineRule="auto"/>
        <w:ind w:left="426" w:right="-284" w:firstLine="0"/>
        <w:rPr>
          <w:sz w:val="16"/>
          <w:szCs w:val="16"/>
        </w:rPr>
      </w:pPr>
      <w:r>
        <w:rPr>
          <w:sz w:val="20"/>
        </w:rPr>
        <w:t>а</w:t>
      </w:r>
      <w:r w:rsidRPr="00EF09D4">
        <w:rPr>
          <w:sz w:val="20"/>
        </w:rPr>
        <w:t>дрес</w:t>
      </w:r>
      <w:r>
        <w:rPr>
          <w:sz w:val="20"/>
        </w:rPr>
        <w:t>, индекс                                                                                                                                                 тел., факс</w:t>
      </w: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100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Default="001A65DE" w:rsidP="00383A1F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Y="4272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383A1F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5245" w:type="dxa"/>
          </w:tcPr>
          <w:p w:rsidR="001A65DE" w:rsidRPr="000514C6" w:rsidRDefault="001A65DE" w:rsidP="00383A1F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1B6618">
      <w:pPr>
        <w:spacing w:line="240" w:lineRule="auto"/>
      </w:pPr>
    </w:p>
    <w:p w:rsidR="001A65DE" w:rsidRDefault="001A65DE" w:rsidP="001B6618">
      <w:pPr>
        <w:spacing w:line="240" w:lineRule="auto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277"/>
      </w:tblGrid>
      <w:tr w:rsidR="001A65DE" w:rsidRPr="00FF029C">
        <w:trPr>
          <w:cantSplit/>
        </w:trPr>
        <w:tc>
          <w:tcPr>
            <w:tcW w:w="4252" w:type="dxa"/>
          </w:tcPr>
          <w:p w:rsidR="001A65DE" w:rsidRPr="00EF09D4" w:rsidRDefault="001A65DE" w:rsidP="00383A1F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Default="001A65DE" w:rsidP="00383A1F">
            <w:pPr>
              <w:pStyle w:val="a2"/>
            </w:pPr>
          </w:p>
        </w:tc>
        <w:tc>
          <w:tcPr>
            <w:tcW w:w="4277" w:type="dxa"/>
          </w:tcPr>
          <w:p w:rsidR="001A65DE" w:rsidRDefault="001A65DE" w:rsidP="00383A1F">
            <w:pPr>
              <w:pStyle w:val="a2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 МСУ, объекта</w:t>
            </w:r>
          </w:p>
          <w:p w:rsidR="001A65DE" w:rsidRDefault="001A65DE" w:rsidP="00383A1F">
            <w:pPr>
              <w:pStyle w:val="a2"/>
            </w:pPr>
          </w:p>
          <w:p w:rsidR="001A65DE" w:rsidRPr="00662AC9" w:rsidRDefault="001A65DE" w:rsidP="00383A1F">
            <w:pPr>
              <w:pStyle w:val="a2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1A65DE" w:rsidRDefault="001A65DE" w:rsidP="001B6618">
      <w:pPr>
        <w:spacing w:line="240" w:lineRule="auto"/>
      </w:pPr>
    </w:p>
    <w:p w:rsidR="001A65DE" w:rsidRDefault="001A65DE" w:rsidP="001B6618">
      <w:pPr>
        <w:spacing w:line="240" w:lineRule="auto"/>
      </w:pPr>
    </w:p>
    <w:p w:rsidR="001A65DE" w:rsidRDefault="001A65DE" w:rsidP="001B6618">
      <w:pPr>
        <w:spacing w:line="240" w:lineRule="auto"/>
      </w:pPr>
    </w:p>
    <w:p w:rsidR="001A65DE" w:rsidRDefault="001A65DE" w:rsidP="001B6618">
      <w:pPr>
        <w:spacing w:line="240" w:lineRule="auto"/>
        <w:ind w:firstLine="426"/>
        <w:jc w:val="center"/>
      </w:pPr>
    </w:p>
    <w:p w:rsidR="001A65DE" w:rsidRDefault="001A65DE" w:rsidP="001B6618">
      <w:pPr>
        <w:spacing w:line="240" w:lineRule="auto"/>
        <w:ind w:firstLine="426"/>
        <w:jc w:val="center"/>
      </w:pPr>
    </w:p>
    <w:p w:rsidR="001A65DE" w:rsidRDefault="001A65DE" w:rsidP="0005372F">
      <w:pPr>
        <w:ind w:right="-284"/>
      </w:pPr>
      <w:r>
        <w:t>В соответствии с________________________________________________</w:t>
      </w:r>
    </w:p>
    <w:p w:rsidR="001A65DE" w:rsidRDefault="001A65DE" w:rsidP="003E3C15">
      <w:pPr>
        <w:spacing w:line="240" w:lineRule="auto"/>
        <w:ind w:right="-284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внепланового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3E3C15">
      <w:pPr>
        <w:spacing w:line="240" w:lineRule="auto"/>
        <w:ind w:right="-284"/>
      </w:pPr>
      <w:r w:rsidRPr="006C13AD">
        <w:t>проводится контрольное мероприя</w:t>
      </w:r>
      <w:r>
        <w:t xml:space="preserve">тие </w:t>
      </w:r>
    </w:p>
    <w:p w:rsidR="001A65DE" w:rsidRDefault="001A65DE" w:rsidP="003E3C15">
      <w:pPr>
        <w:spacing w:line="240" w:lineRule="auto"/>
        <w:ind w:right="-284"/>
      </w:pPr>
      <w:r>
        <w:t xml:space="preserve">            «_________________________________</w:t>
      </w:r>
      <w:r w:rsidRPr="006C13AD">
        <w:t>»</w:t>
      </w:r>
      <w:r>
        <w:t xml:space="preserve"> </w:t>
      </w:r>
    </w:p>
    <w:p w:rsidR="001A65DE" w:rsidRPr="006778AB" w:rsidRDefault="001A65DE" w:rsidP="0005372F">
      <w:pPr>
        <w:spacing w:line="240" w:lineRule="auto"/>
        <w:ind w:right="-284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</w:t>
      </w:r>
      <w:r w:rsidRPr="006778AB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05372F">
      <w:pPr>
        <w:spacing w:line="240" w:lineRule="auto"/>
        <w:ind w:right="-284" w:firstLine="0"/>
      </w:pPr>
      <w:r w:rsidRPr="006C13AD">
        <w:t>на объекте ___________________________</w:t>
      </w:r>
      <w:r>
        <w:t>_______________________________</w:t>
      </w:r>
    </w:p>
    <w:p w:rsidR="001A65DE" w:rsidRPr="00061DC7" w:rsidRDefault="001A65DE" w:rsidP="0005372F">
      <w:pPr>
        <w:ind w:right="-284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05372F">
      <w:pPr>
        <w:ind w:right="-284"/>
      </w:pPr>
      <w:r w:rsidRPr="001F24DF">
        <w:t xml:space="preserve">В ходе </w:t>
      </w:r>
      <w:r>
        <w:t>проведения</w:t>
      </w:r>
      <w:r w:rsidRPr="001F24DF">
        <w:t xml:space="preserve"> </w:t>
      </w:r>
      <w:r>
        <w:t xml:space="preserve">указанного </w:t>
      </w:r>
      <w:r w:rsidRPr="001F24DF">
        <w:t xml:space="preserve">контрольного мероприятия </w:t>
      </w:r>
      <w:r>
        <w:t>должностными лицами _____________________________________________________________</w:t>
      </w:r>
    </w:p>
    <w:p w:rsidR="001A65DE" w:rsidRPr="007F5986" w:rsidRDefault="001A65DE" w:rsidP="0005372F">
      <w:pPr>
        <w:jc w:val="center"/>
        <w:rPr>
          <w:szCs w:val="28"/>
          <w:vertAlign w:val="superscript"/>
        </w:rPr>
      </w:pPr>
      <w:r w:rsidRPr="007F5986">
        <w:rPr>
          <w:szCs w:val="28"/>
          <w:vertAlign w:val="superscript"/>
        </w:rPr>
        <w:t>(должность, инициалы, фамилия)</w:t>
      </w:r>
    </w:p>
    <w:p w:rsidR="001A65DE" w:rsidRPr="00436015" w:rsidRDefault="001A65DE" w:rsidP="0005372F">
      <w:pPr>
        <w:ind w:right="-284" w:firstLine="0"/>
        <w:rPr>
          <w:szCs w:val="28"/>
        </w:rPr>
      </w:pPr>
      <w:r>
        <w:rPr>
          <w:szCs w:val="28"/>
        </w:rPr>
        <w:t xml:space="preserve">были созданы препятствия для работы сотрудников </w:t>
      </w:r>
      <w:r w:rsidRPr="00164E59">
        <w:rPr>
          <w:i/>
          <w:szCs w:val="28"/>
        </w:rPr>
        <w:t>(наименование</w:t>
      </w:r>
      <w:r>
        <w:rPr>
          <w:szCs w:val="28"/>
        </w:rPr>
        <w:t xml:space="preserve"> </w:t>
      </w:r>
      <w:r w:rsidRPr="007F5986">
        <w:rPr>
          <w:i/>
          <w:szCs w:val="28"/>
        </w:rPr>
        <w:t>конт</w:t>
      </w:r>
      <w:r>
        <w:rPr>
          <w:i/>
          <w:szCs w:val="28"/>
        </w:rPr>
        <w:t>рольно-счетного органа</w:t>
      </w:r>
      <w:r>
        <w:rPr>
          <w:i/>
        </w:rPr>
        <w:t>)</w:t>
      </w:r>
      <w:r>
        <w:rPr>
          <w:szCs w:val="28"/>
        </w:rPr>
        <w:t>, выразившиеся в__________</w:t>
      </w:r>
    </w:p>
    <w:p w:rsidR="001A65DE" w:rsidRDefault="001A65DE" w:rsidP="0005372F">
      <w:pPr>
        <w:ind w:right="-284" w:firstLine="0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1A65DE" w:rsidRPr="007F5986" w:rsidRDefault="001A65DE" w:rsidP="0005372F">
      <w:pPr>
        <w:spacing w:after="120"/>
        <w:ind w:right="-284"/>
        <w:jc w:val="center"/>
        <w:rPr>
          <w:szCs w:val="28"/>
          <w:vertAlign w:val="superscript"/>
        </w:rPr>
      </w:pPr>
      <w:r w:rsidRPr="007F5986">
        <w:rPr>
          <w:szCs w:val="28"/>
          <w:vertAlign w:val="superscript"/>
        </w:rPr>
        <w:t>(указываются конкретные факты создания препятствий для проведения мероприятия)</w:t>
      </w:r>
    </w:p>
    <w:p w:rsidR="001A65DE" w:rsidRDefault="001A65DE" w:rsidP="0005372F">
      <w:pPr>
        <w:ind w:right="-284"/>
      </w:pPr>
      <w:r w:rsidRPr="006C13AD">
        <w:t>Указанные действия являются нарушением</w:t>
      </w:r>
      <w:r>
        <w:t>__________________________</w:t>
      </w:r>
    </w:p>
    <w:p w:rsidR="001A65DE" w:rsidRDefault="001A65DE" w:rsidP="0005372F">
      <w:pPr>
        <w:ind w:right="-284" w:firstLine="0"/>
      </w:pPr>
      <w:r>
        <w:t>____________________________________________________________________</w:t>
      </w:r>
    </w:p>
    <w:p w:rsidR="001A65DE" w:rsidRPr="00146E54" w:rsidRDefault="001A65DE" w:rsidP="0005372F">
      <w:pPr>
        <w:ind w:right="-284"/>
        <w:jc w:val="center"/>
        <w:rPr>
          <w:vertAlign w:val="superscript"/>
        </w:rPr>
      </w:pPr>
      <w:r>
        <w:rPr>
          <w:vertAlign w:val="superscript"/>
        </w:rPr>
        <w:t>(</w:t>
      </w:r>
      <w:r w:rsidRPr="008409C6">
        <w:rPr>
          <w:snapToGrid w:val="0"/>
          <w:szCs w:val="28"/>
          <w:vertAlign w:val="superscript"/>
        </w:rPr>
        <w:t xml:space="preserve">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регламентирующее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1B6618">
      <w:pPr>
        <w:ind w:left="284" w:right="-284"/>
      </w:pPr>
    </w:p>
    <w:p w:rsidR="001A65DE" w:rsidRPr="00F46859" w:rsidRDefault="001A65DE" w:rsidP="00DF068E">
      <w:pPr>
        <w:ind w:right="-284" w:firstLine="0"/>
      </w:pPr>
      <w:r w:rsidRPr="006C13AD">
        <w:t>и влечет за собой ответственность должностных лиц в соответствии с законодательством Российской Федерации</w:t>
      </w:r>
      <w:r>
        <w:t xml:space="preserve">, </w:t>
      </w:r>
      <w:r w:rsidRPr="00706BA5">
        <w:rPr>
          <w:i/>
        </w:rPr>
        <w:t>субъекта Российской Федерации</w:t>
      </w:r>
      <w:r w:rsidRPr="006C13AD">
        <w:t>.</w:t>
      </w:r>
    </w:p>
    <w:p w:rsidR="001A65DE" w:rsidRDefault="001A65DE" w:rsidP="0005372F">
      <w:pPr>
        <w:ind w:right="-284"/>
      </w:pPr>
      <w:r w:rsidRPr="006C13AD">
        <w:t>С уч</w:t>
      </w:r>
      <w:r>
        <w:t>етом изложенного и на основании________________________________</w:t>
      </w:r>
    </w:p>
    <w:p w:rsidR="001A65DE" w:rsidRDefault="001A65DE" w:rsidP="0005372F">
      <w:pPr>
        <w:ind w:right="-284" w:firstLine="0"/>
      </w:pPr>
      <w:r>
        <w:t>____________________________________________________________________</w:t>
      </w:r>
    </w:p>
    <w:p w:rsidR="001A65DE" w:rsidRDefault="001A65DE" w:rsidP="0005372F">
      <w:pPr>
        <w:ind w:right="-284" w:firstLine="0"/>
        <w:rPr>
          <w:snapToGrid w:val="0"/>
          <w:vertAlign w:val="superscript"/>
        </w:rPr>
      </w:pPr>
      <w:r>
        <w:rPr>
          <w:snapToGrid w:val="0"/>
          <w:szCs w:val="28"/>
          <w:vertAlign w:val="superscript"/>
        </w:rPr>
        <w:t xml:space="preserve">                                (</w:t>
      </w:r>
      <w:r w:rsidRPr="008409C6">
        <w:rPr>
          <w:snapToGrid w:val="0"/>
          <w:szCs w:val="28"/>
          <w:vertAlign w:val="superscript"/>
        </w:rPr>
        <w:t xml:space="preserve">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регламентирующее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05372F">
      <w:pPr>
        <w:ind w:right="-284" w:firstLine="0"/>
        <w:rPr>
          <w:szCs w:val="28"/>
        </w:rPr>
      </w:pPr>
      <w:r w:rsidRPr="006C13AD">
        <w:t>предписывается</w:t>
      </w:r>
      <w:r>
        <w:t>________________</w:t>
      </w:r>
      <w:r w:rsidRPr="006C13AD">
        <w:t>______________________</w:t>
      </w:r>
      <w:r>
        <w:t>________</w:t>
      </w:r>
      <w:r w:rsidRPr="006C13AD">
        <w:t>_________</w:t>
      </w:r>
    </w:p>
    <w:p w:rsidR="001A65DE" w:rsidRPr="003574E8" w:rsidRDefault="001A65DE" w:rsidP="0005372F">
      <w:pPr>
        <w:jc w:val="center"/>
        <w:rPr>
          <w:szCs w:val="28"/>
          <w:vertAlign w:val="superscript"/>
        </w:rPr>
      </w:pPr>
      <w:r w:rsidRPr="003574E8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05372F">
      <w:pPr>
        <w:ind w:right="-284" w:firstLine="0"/>
        <w:rPr>
          <w:szCs w:val="28"/>
        </w:rPr>
      </w:pPr>
      <w:r w:rsidRPr="006C13AD">
        <w:t xml:space="preserve">незамедлительно </w:t>
      </w:r>
      <w:r w:rsidRPr="006C13AD">
        <w:rPr>
          <w:szCs w:val="28"/>
        </w:rPr>
        <w:t xml:space="preserve">устранить указанные препятствия для проведения контрольного мероприятия, а также принять меры в отношении должностных лиц, не исполняющих законные требования </w:t>
      </w:r>
      <w:r>
        <w:rPr>
          <w:szCs w:val="28"/>
        </w:rPr>
        <w:t>(</w:t>
      </w:r>
      <w:r w:rsidRPr="00C65562">
        <w:rPr>
          <w:i/>
          <w:szCs w:val="28"/>
        </w:rPr>
        <w:t>наименование</w:t>
      </w:r>
      <w:r>
        <w:rPr>
          <w:szCs w:val="28"/>
        </w:rPr>
        <w:t xml:space="preserve"> </w:t>
      </w:r>
      <w:r w:rsidRPr="003574E8">
        <w:rPr>
          <w:i/>
          <w:szCs w:val="28"/>
        </w:rPr>
        <w:t>контрольно-счетного орга</w:t>
      </w:r>
      <w:r>
        <w:rPr>
          <w:i/>
          <w:szCs w:val="28"/>
        </w:rPr>
        <w:t>на)</w:t>
      </w:r>
      <w:r w:rsidRPr="006C13AD">
        <w:rPr>
          <w:szCs w:val="28"/>
        </w:rPr>
        <w:t>.</w:t>
      </w:r>
    </w:p>
    <w:p w:rsidR="001A65DE" w:rsidRPr="00EB2B6A" w:rsidRDefault="001A65DE" w:rsidP="0005372F">
      <w:pPr>
        <w:ind w:right="-284"/>
        <w:rPr>
          <w:szCs w:val="28"/>
        </w:rPr>
      </w:pPr>
      <w:r>
        <w:t xml:space="preserve">О выполнении настоящего предписания и принятых мерах необходимо проинформировать </w:t>
      </w:r>
      <w:r w:rsidRPr="00C65562">
        <w:rPr>
          <w:i/>
        </w:rPr>
        <w:t>(наименование</w:t>
      </w:r>
      <w:r>
        <w:t xml:space="preserve"> </w:t>
      </w:r>
      <w:r w:rsidRPr="003574E8">
        <w:rPr>
          <w:i/>
        </w:rPr>
        <w:t>контрольно-счетн</w:t>
      </w:r>
      <w:r>
        <w:rPr>
          <w:i/>
        </w:rPr>
        <w:t>ого</w:t>
      </w:r>
      <w:r w:rsidRPr="003574E8">
        <w:rPr>
          <w:i/>
        </w:rPr>
        <w:t xml:space="preserve"> орган</w:t>
      </w:r>
      <w:r>
        <w:rPr>
          <w:i/>
        </w:rPr>
        <w:t>а)</w:t>
      </w:r>
      <w:r>
        <w:t xml:space="preserve"> </w:t>
      </w:r>
      <w:r w:rsidRPr="00EB2B6A">
        <w:rPr>
          <w:szCs w:val="28"/>
        </w:rPr>
        <w:t xml:space="preserve">до </w:t>
      </w:r>
      <w:r>
        <w:rPr>
          <w:szCs w:val="28"/>
        </w:rPr>
        <w:t>«___»_________20___</w:t>
      </w:r>
      <w:r w:rsidRPr="00EB2B6A">
        <w:rPr>
          <w:szCs w:val="28"/>
        </w:rPr>
        <w:t xml:space="preserve">года </w:t>
      </w:r>
      <w:r>
        <w:rPr>
          <w:szCs w:val="28"/>
        </w:rPr>
        <w:t>(</w:t>
      </w:r>
      <w:r w:rsidRPr="006E3732">
        <w:rPr>
          <w:i/>
          <w:szCs w:val="28"/>
        </w:rPr>
        <w:t>в течение _____ дней со дня его получения</w:t>
      </w:r>
      <w:r>
        <w:rPr>
          <w:szCs w:val="28"/>
        </w:rPr>
        <w:t>).</w:t>
      </w:r>
    </w:p>
    <w:p w:rsidR="001A65DE" w:rsidRDefault="001A65DE" w:rsidP="001B6618">
      <w:pPr>
        <w:spacing w:line="240" w:lineRule="auto"/>
        <w:ind w:left="284" w:right="-284"/>
      </w:pPr>
    </w:p>
    <w:p w:rsidR="001A65DE" w:rsidRPr="00796BC7" w:rsidRDefault="001A65DE" w:rsidP="001B6618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76"/>
        <w:gridCol w:w="5963"/>
      </w:tblGrid>
      <w:tr w:rsidR="001A65DE" w:rsidRPr="00FF029C">
        <w:trPr>
          <w:cantSplit/>
          <w:trHeight w:val="387"/>
        </w:trPr>
        <w:tc>
          <w:tcPr>
            <w:tcW w:w="3676" w:type="dxa"/>
          </w:tcPr>
          <w:p w:rsidR="001A65DE" w:rsidRPr="00EF17DA" w:rsidRDefault="001A65DE" w:rsidP="00383A1F">
            <w:pPr>
              <w:pStyle w:val="1"/>
            </w:pPr>
            <w:r>
              <w:t>должность</w:t>
            </w:r>
          </w:p>
        </w:tc>
        <w:tc>
          <w:tcPr>
            <w:tcW w:w="5963" w:type="dxa"/>
          </w:tcPr>
          <w:p w:rsidR="001A65DE" w:rsidRPr="00FF029C" w:rsidRDefault="001A65DE" w:rsidP="00383A1F">
            <w:pPr>
              <w:pStyle w:val="a0"/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ab/>
              <w:t>инициалы, фамилия</w:t>
            </w:r>
          </w:p>
        </w:tc>
      </w:tr>
    </w:tbl>
    <w:p w:rsidR="001A65DE" w:rsidRDefault="001A65DE" w:rsidP="001B6618">
      <w:pPr>
        <w:ind w:left="284" w:right="-284"/>
      </w:pPr>
    </w:p>
    <w:p w:rsidR="001A65DE" w:rsidRDefault="001A65DE" w:rsidP="001B6618"/>
    <w:p w:rsidR="001A65DE" w:rsidRDefault="001A65DE" w:rsidP="001B6618"/>
    <w:p w:rsidR="001A65DE" w:rsidRDefault="001A65DE" w:rsidP="001B6618"/>
    <w:p w:rsidR="001A65DE" w:rsidRDefault="001A65DE" w:rsidP="001B6618">
      <w:pPr>
        <w:spacing w:line="240" w:lineRule="auto"/>
        <w:sectPr w:rsidR="001A65DE" w:rsidSect="001C7247">
          <w:pgSz w:w="11907" w:h="16840" w:code="9"/>
          <w:pgMar w:top="851" w:right="1134" w:bottom="1418" w:left="1134" w:header="709" w:footer="709" w:gutter="0"/>
          <w:pgNumType w:start="1"/>
          <w:cols w:space="60"/>
          <w:noEndnote/>
          <w:titlePg/>
        </w:sectPr>
      </w:pPr>
    </w:p>
    <w:p w:rsidR="001A65DE" w:rsidRPr="00CA2CFD" w:rsidRDefault="001A65DE" w:rsidP="001B6618">
      <w:pPr>
        <w:spacing w:line="240" w:lineRule="auto"/>
        <w:rPr>
          <w:sz w:val="2"/>
          <w:szCs w:val="2"/>
        </w:rPr>
      </w:pPr>
    </w:p>
    <w:p w:rsidR="001A65DE" w:rsidRDefault="001A65DE" w:rsidP="00ED1B31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Pr="00666710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Приложение № 15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ED1B31" w:rsidRDefault="001A65DE" w:rsidP="00383A1F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Pr="00DC01A9" w:rsidRDefault="001A65DE" w:rsidP="001B6618">
      <w:pPr>
        <w:spacing w:line="240" w:lineRule="auto"/>
        <w:ind w:left="284" w:right="-284" w:hanging="4"/>
        <w:jc w:val="center"/>
        <w:rPr>
          <w:b/>
          <w:spacing w:val="20"/>
          <w:szCs w:val="28"/>
        </w:rPr>
      </w:pPr>
    </w:p>
    <w:p w:rsidR="001A65DE" w:rsidRPr="00DC01A9" w:rsidRDefault="001A65DE" w:rsidP="001B6618">
      <w:pPr>
        <w:spacing w:line="240" w:lineRule="auto"/>
        <w:ind w:left="284" w:right="-284" w:hanging="4"/>
        <w:jc w:val="center"/>
        <w:rPr>
          <w:b/>
          <w:spacing w:val="20"/>
          <w:szCs w:val="28"/>
        </w:rPr>
      </w:pPr>
    </w:p>
    <w:p w:rsidR="001A65DE" w:rsidRDefault="001A65DE" w:rsidP="001B6618">
      <w:pPr>
        <w:spacing w:line="240" w:lineRule="auto"/>
        <w:ind w:left="284" w:right="-284" w:hanging="4"/>
        <w:jc w:val="center"/>
      </w:pPr>
      <w:r>
        <w:rPr>
          <w:b/>
          <w:spacing w:val="20"/>
          <w:sz w:val="36"/>
          <w:szCs w:val="36"/>
        </w:rPr>
        <w:t>ПРЕДПИСАНИЕ</w:t>
      </w:r>
    </w:p>
    <w:p w:rsidR="001A65DE" w:rsidRDefault="001A65DE" w:rsidP="0075187E">
      <w:pPr>
        <w:spacing w:line="240" w:lineRule="auto"/>
        <w:ind w:left="426" w:right="-284" w:firstLine="0"/>
        <w:jc w:val="center"/>
      </w:pPr>
      <w:r w:rsidRPr="00A671F7">
        <w:rPr>
          <w:i/>
          <w:szCs w:val="28"/>
        </w:rPr>
        <w:t>Наименование контрольно-счетного орган</w:t>
      </w:r>
      <w:r>
        <w:rPr>
          <w:i/>
          <w:szCs w:val="28"/>
        </w:rPr>
        <w:t>а</w:t>
      </w:r>
    </w:p>
    <w:p w:rsidR="001A65DE" w:rsidRPr="00571AD3" w:rsidRDefault="001A65DE" w:rsidP="001B6618">
      <w:pPr>
        <w:spacing w:line="240" w:lineRule="auto"/>
        <w:ind w:left="426" w:right="-284" w:firstLine="0"/>
        <w:rPr>
          <w:sz w:val="16"/>
          <w:szCs w:val="16"/>
        </w:rPr>
      </w:pPr>
      <w:r>
        <w:rPr>
          <w:sz w:val="20"/>
        </w:rPr>
        <w:t>а</w:t>
      </w:r>
      <w:r w:rsidRPr="00EF09D4">
        <w:rPr>
          <w:sz w:val="20"/>
        </w:rPr>
        <w:t>дрес</w:t>
      </w:r>
      <w:r>
        <w:rPr>
          <w:sz w:val="20"/>
        </w:rPr>
        <w:t>, индекс                                                                                                                                                 тел., факс</w:t>
      </w: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100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Default="001A65DE" w:rsidP="00383A1F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margin" w:tblpY="4272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5245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383A1F">
            <w:pPr>
              <w:spacing w:before="180" w:line="240" w:lineRule="auto"/>
              <w:ind w:left="533"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5245" w:type="dxa"/>
          </w:tcPr>
          <w:p w:rsidR="001A65DE" w:rsidRPr="000514C6" w:rsidRDefault="001A65DE" w:rsidP="00383A1F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1B6618">
      <w:pPr>
        <w:spacing w:line="240" w:lineRule="auto"/>
        <w:ind w:left="284" w:right="-284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277"/>
      </w:tblGrid>
      <w:tr w:rsidR="001A65DE" w:rsidRPr="00662AC9">
        <w:trPr>
          <w:cantSplit/>
        </w:trPr>
        <w:tc>
          <w:tcPr>
            <w:tcW w:w="4252" w:type="dxa"/>
          </w:tcPr>
          <w:p w:rsidR="001A65DE" w:rsidRPr="00EF09D4" w:rsidRDefault="001A65DE" w:rsidP="00383A1F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Default="001A65DE" w:rsidP="00383A1F">
            <w:pPr>
              <w:pStyle w:val="a2"/>
            </w:pPr>
          </w:p>
        </w:tc>
        <w:tc>
          <w:tcPr>
            <w:tcW w:w="4277" w:type="dxa"/>
          </w:tcPr>
          <w:p w:rsidR="001A65DE" w:rsidRDefault="001A65DE" w:rsidP="00383A1F">
            <w:pPr>
              <w:pStyle w:val="a2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>органа МСУ, объекта</w:t>
            </w:r>
          </w:p>
          <w:p w:rsidR="001A65DE" w:rsidRDefault="001A65DE" w:rsidP="00383A1F">
            <w:pPr>
              <w:pStyle w:val="a2"/>
            </w:pPr>
          </w:p>
          <w:p w:rsidR="001A65DE" w:rsidRPr="00662AC9" w:rsidRDefault="001A65DE" w:rsidP="00383A1F">
            <w:pPr>
              <w:pStyle w:val="a2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spacing w:line="240" w:lineRule="auto"/>
        <w:ind w:left="284" w:right="-284"/>
      </w:pPr>
    </w:p>
    <w:p w:rsidR="001A65DE" w:rsidRDefault="001A65DE" w:rsidP="001B6618">
      <w:pPr>
        <w:ind w:left="284" w:right="-284"/>
      </w:pPr>
    </w:p>
    <w:p w:rsidR="001A65DE" w:rsidRDefault="001A65DE" w:rsidP="001B6618">
      <w:pPr>
        <w:ind w:left="284" w:right="-284"/>
      </w:pPr>
    </w:p>
    <w:p w:rsidR="001A65DE" w:rsidRDefault="001A65DE" w:rsidP="009B02EC">
      <w:pPr>
        <w:ind w:right="-284"/>
      </w:pPr>
      <w:r>
        <w:t>В соответствии с________________________________________________</w:t>
      </w:r>
    </w:p>
    <w:p w:rsidR="001A65DE" w:rsidRDefault="001A65DE" w:rsidP="003E3C15">
      <w:pPr>
        <w:spacing w:line="240" w:lineRule="auto"/>
        <w:ind w:right="-284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внепланового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3E3C15">
      <w:pPr>
        <w:spacing w:line="240" w:lineRule="auto"/>
        <w:ind w:right="-284"/>
      </w:pPr>
      <w:r w:rsidRPr="006C13AD">
        <w:t>проводится контрольное мероприя</w:t>
      </w:r>
      <w:r>
        <w:t xml:space="preserve">тие </w:t>
      </w:r>
    </w:p>
    <w:p w:rsidR="001A65DE" w:rsidRDefault="001A65DE" w:rsidP="003E3C15">
      <w:pPr>
        <w:spacing w:line="240" w:lineRule="auto"/>
        <w:ind w:right="-284"/>
      </w:pPr>
      <w:r>
        <w:t xml:space="preserve">                            «_________________________________</w:t>
      </w:r>
      <w:r w:rsidRPr="006C13AD">
        <w:t>»</w:t>
      </w:r>
      <w:r>
        <w:t xml:space="preserve"> </w:t>
      </w:r>
    </w:p>
    <w:p w:rsidR="001A65DE" w:rsidRPr="006778AB" w:rsidRDefault="001A65DE" w:rsidP="009B02EC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6778AB">
        <w:rPr>
          <w:szCs w:val="28"/>
          <w:vertAlign w:val="superscript"/>
        </w:rPr>
        <w:t>(наименование контрольного мероприятия)</w:t>
      </w:r>
    </w:p>
    <w:p w:rsidR="001A65DE" w:rsidRDefault="001A65DE" w:rsidP="009B02EC">
      <w:pPr>
        <w:ind w:right="-284" w:firstLine="0"/>
      </w:pPr>
      <w:r w:rsidRPr="006C13AD">
        <w:t>на объекте ___________________________</w:t>
      </w:r>
      <w:r>
        <w:t>_______________________________</w:t>
      </w:r>
    </w:p>
    <w:p w:rsidR="001A65DE" w:rsidRPr="00061DC7" w:rsidRDefault="001A65DE" w:rsidP="009B02EC">
      <w:pPr>
        <w:ind w:right="-284"/>
        <w:jc w:val="center"/>
        <w:rPr>
          <w:szCs w:val="28"/>
          <w:vertAlign w:val="superscript"/>
        </w:rPr>
      </w:pPr>
      <w:r w:rsidRPr="00061DC7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Default="001A65DE" w:rsidP="009B02EC">
      <w:pPr>
        <w:ind w:right="-284"/>
        <w:rPr>
          <w:szCs w:val="28"/>
        </w:rPr>
      </w:pPr>
      <w:r w:rsidRPr="006C13AD">
        <w:t>В ходе проведения контрольного мероприятия выявлены следующие</w:t>
      </w:r>
      <w:r w:rsidRPr="006C13AD">
        <w:rPr>
          <w:i/>
          <w:sz w:val="22"/>
          <w:szCs w:val="22"/>
        </w:rPr>
        <w:t xml:space="preserve"> </w:t>
      </w:r>
      <w:r>
        <w:rPr>
          <w:szCs w:val="28"/>
        </w:rPr>
        <w:t xml:space="preserve">нарушения, наносящие муниципальному образованию </w:t>
      </w:r>
      <w:r w:rsidRPr="006C13AD">
        <w:rPr>
          <w:szCs w:val="28"/>
        </w:rPr>
        <w:t>прямой непосредственный ущерб:</w:t>
      </w:r>
    </w:p>
    <w:p w:rsidR="001A65DE" w:rsidRDefault="001A65DE" w:rsidP="009B02EC">
      <w:pPr>
        <w:ind w:right="-284"/>
        <w:rPr>
          <w:szCs w:val="28"/>
        </w:rPr>
      </w:pPr>
      <w:r>
        <w:rPr>
          <w:szCs w:val="28"/>
        </w:rPr>
        <w:t>1. _____________________________________________________________</w:t>
      </w:r>
    </w:p>
    <w:p w:rsidR="001A65DE" w:rsidRDefault="001A65DE" w:rsidP="009B02EC">
      <w:pPr>
        <w:spacing w:line="240" w:lineRule="auto"/>
        <w:ind w:right="-284"/>
      </w:pPr>
      <w:r>
        <w:rPr>
          <w:szCs w:val="28"/>
        </w:rPr>
        <w:t>2. _____________________________________________________________</w:t>
      </w:r>
    </w:p>
    <w:p w:rsidR="001A65DE" w:rsidRPr="002C1EE1" w:rsidRDefault="001A65DE" w:rsidP="009B02EC">
      <w:pPr>
        <w:spacing w:line="240" w:lineRule="auto"/>
        <w:ind w:right="-284"/>
        <w:rPr>
          <w:szCs w:val="28"/>
          <w:vertAlign w:val="superscript"/>
        </w:rPr>
      </w:pPr>
      <w:r w:rsidRPr="002C1EE1">
        <w:rPr>
          <w:szCs w:val="28"/>
          <w:vertAlign w:val="superscript"/>
        </w:rPr>
        <w:t>(указываются факты нарушений, конкретные статьи законов и (или) пунктов иных нормативных правовых актов Российской Федерации, субъекта Российской Федерации,</w:t>
      </w:r>
      <w:r>
        <w:rPr>
          <w:szCs w:val="28"/>
          <w:vertAlign w:val="superscript"/>
        </w:rPr>
        <w:t xml:space="preserve"> муниципального образования</w:t>
      </w:r>
      <w:r w:rsidRPr="002C1EE1">
        <w:rPr>
          <w:szCs w:val="28"/>
          <w:vertAlign w:val="superscript"/>
        </w:rPr>
        <w:t xml:space="preserve"> требования которых</w:t>
      </w:r>
      <w:r>
        <w:rPr>
          <w:szCs w:val="28"/>
          <w:vertAlign w:val="superscript"/>
        </w:rPr>
        <w:t xml:space="preserve"> нарушены, а также оценка</w:t>
      </w:r>
      <w:r w:rsidRPr="002C1EE1">
        <w:rPr>
          <w:szCs w:val="28"/>
          <w:vertAlign w:val="superscript"/>
        </w:rPr>
        <w:t>, причиненно</w:t>
      </w:r>
      <w:r>
        <w:rPr>
          <w:szCs w:val="28"/>
          <w:vertAlign w:val="superscript"/>
        </w:rPr>
        <w:t>го ущерба</w:t>
      </w:r>
      <w:r w:rsidRPr="002C1EE1">
        <w:rPr>
          <w:szCs w:val="28"/>
          <w:vertAlign w:val="superscript"/>
        </w:rPr>
        <w:t>)</w:t>
      </w:r>
    </w:p>
    <w:p w:rsidR="001A65DE" w:rsidRDefault="001A65DE" w:rsidP="009B02EC">
      <w:pPr>
        <w:ind w:right="-284"/>
      </w:pPr>
      <w:r>
        <w:t>С учетом изложенного и на основании________________________________</w:t>
      </w:r>
    </w:p>
    <w:p w:rsidR="001A65DE" w:rsidRDefault="001A65DE" w:rsidP="009B02EC">
      <w:pPr>
        <w:ind w:right="-284" w:firstLine="0"/>
      </w:pPr>
      <w:r>
        <w:t>____________________________________________________________________</w:t>
      </w:r>
    </w:p>
    <w:p w:rsidR="001A65DE" w:rsidRPr="00146E54" w:rsidRDefault="001A65DE" w:rsidP="009B02EC">
      <w:pPr>
        <w:ind w:right="-284"/>
        <w:jc w:val="center"/>
        <w:rPr>
          <w:vertAlign w:val="superscript"/>
        </w:rPr>
      </w:pPr>
      <w:r>
        <w:rPr>
          <w:vertAlign w:val="superscript"/>
        </w:rPr>
        <w:t>(</w:t>
      </w:r>
      <w:r w:rsidRPr="008409C6">
        <w:rPr>
          <w:snapToGrid w:val="0"/>
          <w:szCs w:val="28"/>
          <w:vertAlign w:val="superscript"/>
        </w:rPr>
        <w:t xml:space="preserve">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регламентирующее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  <w:r>
        <w:rPr>
          <w:vertAlign w:val="superscript"/>
        </w:rPr>
        <w:t>)</w:t>
      </w:r>
    </w:p>
    <w:p w:rsidR="001A65DE" w:rsidRDefault="001A65DE" w:rsidP="009B02EC">
      <w:pPr>
        <w:ind w:right="-284" w:firstLine="0"/>
        <w:rPr>
          <w:szCs w:val="28"/>
        </w:rPr>
      </w:pPr>
      <w:r w:rsidRPr="006C13AD">
        <w:t>предписывается</w:t>
      </w:r>
      <w:r>
        <w:t>________________</w:t>
      </w:r>
      <w:r w:rsidRPr="006C13AD">
        <w:t>______________________</w:t>
      </w:r>
      <w:r>
        <w:t>________</w:t>
      </w:r>
      <w:r w:rsidRPr="006C13AD">
        <w:t>_________</w:t>
      </w:r>
    </w:p>
    <w:p w:rsidR="001A65DE" w:rsidRPr="003574E8" w:rsidRDefault="001A65DE" w:rsidP="009B02EC">
      <w:pPr>
        <w:jc w:val="center"/>
        <w:rPr>
          <w:szCs w:val="28"/>
          <w:vertAlign w:val="superscript"/>
        </w:rPr>
      </w:pPr>
      <w:r w:rsidRPr="003574E8">
        <w:rPr>
          <w:szCs w:val="28"/>
          <w:vertAlign w:val="superscript"/>
        </w:rPr>
        <w:t>(наименование объекта контрольного мероприятия)</w:t>
      </w:r>
    </w:p>
    <w:p w:rsidR="001A65DE" w:rsidRPr="00980854" w:rsidRDefault="001A65DE" w:rsidP="009B02EC">
      <w:pPr>
        <w:ind w:right="-284" w:firstLine="0"/>
        <w:rPr>
          <w:szCs w:val="28"/>
        </w:rPr>
      </w:pPr>
      <w:r w:rsidRPr="006C13AD">
        <w:rPr>
          <w:szCs w:val="28"/>
        </w:rPr>
        <w:t>незамедлительно устранить указанные факты н</w:t>
      </w:r>
      <w:r>
        <w:rPr>
          <w:szCs w:val="28"/>
        </w:rPr>
        <w:t xml:space="preserve">арушений, возместить нанесенный муниципальному образованию </w:t>
      </w:r>
      <w:r w:rsidRPr="006C13AD">
        <w:rPr>
          <w:szCs w:val="28"/>
        </w:rPr>
        <w:t>ущерб и привлечь к ответственности должностных лиц, виновных в нарушении законодательства</w:t>
      </w:r>
      <w:r>
        <w:rPr>
          <w:szCs w:val="28"/>
        </w:rPr>
        <w:t xml:space="preserve"> </w:t>
      </w:r>
      <w:r>
        <w:t>Российской Федерации</w:t>
      </w:r>
      <w:r>
        <w:rPr>
          <w:szCs w:val="28"/>
        </w:rPr>
        <w:t xml:space="preserve">, </w:t>
      </w:r>
      <w:r w:rsidRPr="00CB4EA6">
        <w:rPr>
          <w:i/>
          <w:szCs w:val="28"/>
        </w:rPr>
        <w:t>субъекта Российской Федерации</w:t>
      </w:r>
      <w:r>
        <w:rPr>
          <w:i/>
          <w:szCs w:val="28"/>
        </w:rPr>
        <w:t xml:space="preserve"> и др</w:t>
      </w:r>
      <w:r w:rsidRPr="006C13AD">
        <w:rPr>
          <w:szCs w:val="28"/>
        </w:rPr>
        <w:t>.</w:t>
      </w:r>
    </w:p>
    <w:p w:rsidR="001A65DE" w:rsidRPr="00EB2B6A" w:rsidRDefault="001A65DE" w:rsidP="009B02EC">
      <w:pPr>
        <w:ind w:right="-284"/>
        <w:rPr>
          <w:szCs w:val="28"/>
        </w:rPr>
      </w:pPr>
      <w:r>
        <w:t xml:space="preserve">О выполнении настоящего предписания и принятых мерах необходимо проинформировать </w:t>
      </w:r>
      <w:r w:rsidRPr="00ED1B31">
        <w:rPr>
          <w:i/>
        </w:rPr>
        <w:t>(наименование</w:t>
      </w:r>
      <w:r>
        <w:t xml:space="preserve"> </w:t>
      </w:r>
      <w:r w:rsidRPr="003574E8">
        <w:rPr>
          <w:i/>
        </w:rPr>
        <w:t>контрольно-счетн</w:t>
      </w:r>
      <w:r>
        <w:rPr>
          <w:i/>
        </w:rPr>
        <w:t>ого</w:t>
      </w:r>
      <w:r w:rsidRPr="003574E8">
        <w:rPr>
          <w:i/>
        </w:rPr>
        <w:t xml:space="preserve"> орган</w:t>
      </w:r>
      <w:r>
        <w:rPr>
          <w:i/>
        </w:rPr>
        <w:t>а</w:t>
      </w:r>
      <w:r>
        <w:t xml:space="preserve">) </w:t>
      </w:r>
      <w:r w:rsidRPr="00EB2B6A">
        <w:rPr>
          <w:szCs w:val="28"/>
        </w:rPr>
        <w:t xml:space="preserve">до </w:t>
      </w:r>
      <w:r>
        <w:rPr>
          <w:szCs w:val="28"/>
        </w:rPr>
        <w:t>«___»_________20___</w:t>
      </w:r>
      <w:r w:rsidRPr="00EB2B6A">
        <w:rPr>
          <w:szCs w:val="28"/>
        </w:rPr>
        <w:t xml:space="preserve">года </w:t>
      </w:r>
      <w:r>
        <w:rPr>
          <w:szCs w:val="28"/>
        </w:rPr>
        <w:t>(</w:t>
      </w:r>
      <w:r w:rsidRPr="006E3732">
        <w:rPr>
          <w:i/>
          <w:szCs w:val="28"/>
        </w:rPr>
        <w:t>в течение _____ дней со дня его получения</w:t>
      </w:r>
      <w:r>
        <w:rPr>
          <w:szCs w:val="28"/>
        </w:rPr>
        <w:t>).</w:t>
      </w:r>
    </w:p>
    <w:p w:rsidR="001A65DE" w:rsidRDefault="001A65DE" w:rsidP="001B6618">
      <w:pPr>
        <w:spacing w:line="240" w:lineRule="auto"/>
        <w:ind w:left="284" w:right="-284"/>
      </w:pPr>
    </w:p>
    <w:p w:rsidR="001A65DE" w:rsidRPr="00796BC7" w:rsidRDefault="001A65DE" w:rsidP="001B6618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76"/>
        <w:gridCol w:w="5963"/>
      </w:tblGrid>
      <w:tr w:rsidR="001A65DE" w:rsidRPr="00FF029C">
        <w:trPr>
          <w:cantSplit/>
          <w:trHeight w:val="387"/>
        </w:trPr>
        <w:tc>
          <w:tcPr>
            <w:tcW w:w="3676" w:type="dxa"/>
          </w:tcPr>
          <w:p w:rsidR="001A65DE" w:rsidRPr="00EF17DA" w:rsidRDefault="001A65DE" w:rsidP="00383A1F">
            <w:pPr>
              <w:pStyle w:val="1"/>
            </w:pPr>
            <w:r>
              <w:t>должность</w:t>
            </w:r>
          </w:p>
        </w:tc>
        <w:tc>
          <w:tcPr>
            <w:tcW w:w="5963" w:type="dxa"/>
          </w:tcPr>
          <w:p w:rsidR="001A65DE" w:rsidRPr="00FF029C" w:rsidRDefault="001A65DE" w:rsidP="00383A1F">
            <w:pPr>
              <w:pStyle w:val="a0"/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ab/>
              <w:t>инициалы, фамилия</w:t>
            </w:r>
          </w:p>
        </w:tc>
      </w:tr>
    </w:tbl>
    <w:p w:rsidR="001A65DE" w:rsidRDefault="001A65DE" w:rsidP="001B6618">
      <w:pPr>
        <w:rPr>
          <w:snapToGrid w:val="0"/>
          <w:sz w:val="16"/>
          <w:szCs w:val="16"/>
        </w:rPr>
      </w:pPr>
    </w:p>
    <w:p w:rsidR="001A65DE" w:rsidRDefault="001A65DE" w:rsidP="001B6618">
      <w:pPr>
        <w:spacing w:line="240" w:lineRule="auto"/>
        <w:ind w:left="284" w:right="-284"/>
        <w:rPr>
          <w:sz w:val="24"/>
        </w:rPr>
      </w:pPr>
    </w:p>
    <w:p w:rsidR="001A65DE" w:rsidRDefault="001A65DE" w:rsidP="001B6618">
      <w:pPr>
        <w:spacing w:line="240" w:lineRule="auto"/>
        <w:ind w:left="284" w:right="-284"/>
        <w:rPr>
          <w:sz w:val="24"/>
        </w:rPr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  <w:sectPr w:rsidR="001A65DE" w:rsidSect="001C7247">
          <w:pgSz w:w="11907" w:h="16840" w:code="9"/>
          <w:pgMar w:top="851" w:right="1134" w:bottom="1418" w:left="1134" w:header="709" w:footer="709" w:gutter="0"/>
          <w:pgNumType w:start="1"/>
          <w:cols w:space="708"/>
          <w:noEndnote/>
          <w:titlePg/>
          <w:docGrid w:linePitch="254"/>
        </w:sectPr>
      </w:pPr>
    </w:p>
    <w:p w:rsidR="001A65DE" w:rsidRDefault="001A65DE" w:rsidP="00607E6A">
      <w:pPr>
        <w:spacing w:line="240" w:lineRule="auto"/>
        <w:ind w:left="284" w:right="-284" w:firstLine="0"/>
        <w:jc w:val="left"/>
        <w:rPr>
          <w:sz w:val="24"/>
          <w:szCs w:val="24"/>
        </w:rPr>
      </w:pPr>
    </w:p>
    <w:p w:rsidR="001A65DE" w:rsidRDefault="001A65DE" w:rsidP="0038038F">
      <w:pPr>
        <w:spacing w:line="240" w:lineRule="auto"/>
        <w:ind w:left="284" w:right="-284" w:firstLine="0"/>
        <w:jc w:val="right"/>
      </w:pPr>
      <w:r w:rsidRPr="004606FB">
        <w:rPr>
          <w:sz w:val="24"/>
          <w:szCs w:val="24"/>
        </w:rPr>
        <w:t>Образец оформления</w:t>
      </w:r>
      <w:r>
        <w:t xml:space="preserve">                                                                           Приложение № 16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ED1B31" w:rsidRDefault="001A65DE" w:rsidP="005D365B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533BDB">
      <w:pPr>
        <w:spacing w:line="240" w:lineRule="auto"/>
        <w:ind w:left="426" w:right="-284" w:firstLine="0"/>
      </w:pPr>
      <w:r w:rsidRPr="00A671F7">
        <w:rPr>
          <w:i/>
          <w:szCs w:val="28"/>
        </w:rPr>
        <w:t>Наименование контрольно-счетного орган</w:t>
      </w:r>
      <w:r>
        <w:rPr>
          <w:i/>
          <w:szCs w:val="28"/>
        </w:rPr>
        <w:t>а</w:t>
      </w:r>
    </w:p>
    <w:p w:rsidR="001A65DE" w:rsidRPr="00571AD3" w:rsidRDefault="001A65DE" w:rsidP="00533BDB">
      <w:pPr>
        <w:spacing w:line="240" w:lineRule="auto"/>
        <w:ind w:left="426" w:right="-284" w:firstLine="0"/>
        <w:rPr>
          <w:sz w:val="16"/>
          <w:szCs w:val="16"/>
        </w:rPr>
      </w:pPr>
      <w:r>
        <w:rPr>
          <w:sz w:val="20"/>
        </w:rPr>
        <w:t>а</w:t>
      </w:r>
      <w:r w:rsidRPr="00EF09D4">
        <w:rPr>
          <w:sz w:val="20"/>
        </w:rPr>
        <w:t>дрес</w:t>
      </w:r>
      <w:r>
        <w:rPr>
          <w:sz w:val="20"/>
        </w:rPr>
        <w:t>, индекс                                                                                                                                                 тел., факс</w:t>
      </w: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100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Default="001A65DE" w:rsidP="005D365B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page" w:tblpX="1552" w:tblpY="3134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4820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533BDB">
            <w:pPr>
              <w:spacing w:before="180"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820" w:type="dxa"/>
          </w:tcPr>
          <w:p w:rsidR="001A65DE" w:rsidRPr="000514C6" w:rsidRDefault="001A65DE" w:rsidP="00533BDB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277"/>
      </w:tblGrid>
      <w:tr w:rsidR="001A65DE" w:rsidRPr="00662AC9">
        <w:trPr>
          <w:cantSplit/>
        </w:trPr>
        <w:tc>
          <w:tcPr>
            <w:tcW w:w="4252" w:type="dxa"/>
          </w:tcPr>
          <w:p w:rsidR="001A65DE" w:rsidRPr="00EF09D4" w:rsidRDefault="001A65DE" w:rsidP="005D365B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Default="001A65DE" w:rsidP="005D365B">
            <w:pPr>
              <w:pStyle w:val="a2"/>
            </w:pPr>
          </w:p>
        </w:tc>
        <w:tc>
          <w:tcPr>
            <w:tcW w:w="4277" w:type="dxa"/>
          </w:tcPr>
          <w:p w:rsidR="001A65DE" w:rsidRPr="00607E6A" w:rsidRDefault="001A65DE" w:rsidP="00607E6A">
            <w:pPr>
              <w:pStyle w:val="a2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  <w:r>
              <w:t xml:space="preserve">органа МСУ </w:t>
            </w:r>
          </w:p>
          <w:p w:rsidR="001A65DE" w:rsidRDefault="001A65DE" w:rsidP="00607E6A">
            <w:pPr>
              <w:pStyle w:val="a2"/>
              <w:jc w:val="both"/>
            </w:pPr>
          </w:p>
          <w:p w:rsidR="001A65DE" w:rsidRDefault="001A65DE" w:rsidP="005D365B">
            <w:pPr>
              <w:pStyle w:val="a2"/>
            </w:pPr>
          </w:p>
          <w:p w:rsidR="001A65DE" w:rsidRPr="00662AC9" w:rsidRDefault="001A65DE" w:rsidP="005D365B">
            <w:pPr>
              <w:pStyle w:val="a2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pStyle w:val="a3"/>
      </w:pPr>
      <w:r>
        <w:t xml:space="preserve">Уважаемый </w:t>
      </w:r>
      <w:r>
        <w:rPr>
          <w:i/>
        </w:rPr>
        <w:t>имя</w:t>
      </w:r>
      <w:r w:rsidRPr="004E1122">
        <w:rPr>
          <w:i/>
        </w:rPr>
        <w:t xml:space="preserve"> отчество</w:t>
      </w:r>
      <w:r>
        <w:t>!</w:t>
      </w:r>
    </w:p>
    <w:p w:rsidR="001A65DE" w:rsidRDefault="001A65DE" w:rsidP="005E5F2B">
      <w:pPr>
        <w:pStyle w:val="a3"/>
      </w:pPr>
    </w:p>
    <w:p w:rsidR="001A65DE" w:rsidRDefault="001A65DE" w:rsidP="004A53D2">
      <w:pPr>
        <w:ind w:right="-284"/>
      </w:pPr>
      <w:r>
        <w:t>В соответствии с_________________________________________________</w:t>
      </w:r>
    </w:p>
    <w:p w:rsidR="001A65DE" w:rsidRDefault="001A65DE" w:rsidP="003E3C15">
      <w:pPr>
        <w:spacing w:line="240" w:lineRule="auto"/>
        <w:ind w:right="-284"/>
        <w:rPr>
          <w:snapToGrid w:val="0"/>
          <w:vertAlign w:val="superscript"/>
        </w:rPr>
      </w:pPr>
      <w:r w:rsidRPr="008409C6">
        <w:rPr>
          <w:szCs w:val="28"/>
          <w:vertAlign w:val="superscript"/>
        </w:rPr>
        <w:t>(пункт плана работы контрольно-счетного орга</w:t>
      </w:r>
      <w:r>
        <w:rPr>
          <w:szCs w:val="28"/>
          <w:vertAlign w:val="superscript"/>
        </w:rPr>
        <w:t>на</w:t>
      </w:r>
      <w:r w:rsidRPr="008409C6">
        <w:rPr>
          <w:szCs w:val="28"/>
          <w:vertAlign w:val="superscript"/>
        </w:rPr>
        <w:t xml:space="preserve">, </w:t>
      </w:r>
      <w:r w:rsidRPr="008409C6">
        <w:rPr>
          <w:snapToGrid w:val="0"/>
          <w:szCs w:val="28"/>
          <w:vertAlign w:val="superscript"/>
        </w:rPr>
        <w:t>иные основания для проведения внепланового контрольного мероприятия, п</w:t>
      </w:r>
      <w:r>
        <w:rPr>
          <w:snapToGrid w:val="0"/>
          <w:szCs w:val="28"/>
          <w:vertAlign w:val="superscript"/>
        </w:rPr>
        <w:t xml:space="preserve">редусмотренные </w:t>
      </w:r>
      <w:r w:rsidRPr="008409C6">
        <w:rPr>
          <w:snapToGrid w:val="0"/>
          <w:szCs w:val="28"/>
          <w:vertAlign w:val="superscript"/>
        </w:rPr>
        <w:t xml:space="preserve">в </w:t>
      </w:r>
      <w:r>
        <w:rPr>
          <w:vertAlign w:val="superscript"/>
        </w:rPr>
        <w:t xml:space="preserve">положение </w:t>
      </w:r>
      <w:r>
        <w:rPr>
          <w:snapToGrid w:val="0"/>
          <w:vertAlign w:val="superscript"/>
        </w:rPr>
        <w:t>(иной документ) регламентирующем деятельность контрольно-счетного органа</w:t>
      </w:r>
      <w:r w:rsidRPr="00E84B7F">
        <w:rPr>
          <w:snapToGrid w:val="0"/>
          <w:vertAlign w:val="superscript"/>
        </w:rPr>
        <w:t>)</w:t>
      </w:r>
    </w:p>
    <w:p w:rsidR="001A65DE" w:rsidRDefault="001A65DE" w:rsidP="003E3C15">
      <w:pPr>
        <w:spacing w:line="240" w:lineRule="auto"/>
        <w:ind w:right="-284"/>
        <w:rPr>
          <w:szCs w:val="28"/>
        </w:rPr>
      </w:pPr>
      <w:r w:rsidRPr="006C13AD">
        <w:rPr>
          <w:szCs w:val="28"/>
        </w:rPr>
        <w:t>проведено контрольное мероприятие</w:t>
      </w:r>
    </w:p>
    <w:p w:rsidR="001A65DE" w:rsidRDefault="001A65DE" w:rsidP="003E3C15">
      <w:pPr>
        <w:spacing w:line="240" w:lineRule="auto"/>
        <w:ind w:right="-284" w:firstLine="0"/>
        <w:rPr>
          <w:sz w:val="22"/>
          <w:szCs w:val="22"/>
        </w:rPr>
      </w:pPr>
      <w:r>
        <w:rPr>
          <w:szCs w:val="28"/>
        </w:rPr>
        <w:t xml:space="preserve"> </w:t>
      </w:r>
      <w:r w:rsidRPr="0084127D">
        <w:rPr>
          <w:szCs w:val="28"/>
        </w:rPr>
        <w:t>«</w:t>
      </w:r>
      <w:r>
        <w:rPr>
          <w:szCs w:val="28"/>
        </w:rPr>
        <w:t>_</w:t>
      </w:r>
      <w:r>
        <w:t>_</w:t>
      </w:r>
      <w:r w:rsidRPr="0084127D">
        <w:rPr>
          <w:szCs w:val="28"/>
        </w:rPr>
        <w:t>_________________________________________</w:t>
      </w:r>
      <w:r>
        <w:rPr>
          <w:szCs w:val="28"/>
        </w:rPr>
        <w:t>________________________</w:t>
      </w:r>
      <w:r w:rsidRPr="0084127D">
        <w:rPr>
          <w:szCs w:val="28"/>
        </w:rPr>
        <w:t>_»</w:t>
      </w:r>
      <w:r>
        <w:rPr>
          <w:sz w:val="22"/>
          <w:szCs w:val="22"/>
        </w:rPr>
        <w:t>.</w:t>
      </w:r>
    </w:p>
    <w:p w:rsidR="001A65DE" w:rsidRDefault="001A65DE" w:rsidP="004A53D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8D4439">
        <w:rPr>
          <w:szCs w:val="28"/>
          <w:vertAlign w:val="superscript"/>
        </w:rPr>
        <w:t xml:space="preserve">(наименование контрольного мероприятия, объект (объекты) проверки и проверяемый период </w:t>
      </w:r>
    </w:p>
    <w:p w:rsidR="001A65DE" w:rsidRPr="008D4439" w:rsidRDefault="001A65DE" w:rsidP="004A53D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8D4439">
        <w:rPr>
          <w:szCs w:val="28"/>
          <w:vertAlign w:val="superscript"/>
        </w:rPr>
        <w:t>(если они не указаны в наименовании)</w:t>
      </w:r>
    </w:p>
    <w:p w:rsidR="001A65DE" w:rsidRPr="006C13AD" w:rsidRDefault="001A65DE" w:rsidP="004A53D2">
      <w:pPr>
        <w:ind w:right="-284"/>
      </w:pPr>
      <w:r w:rsidRPr="006C13AD">
        <w:t>По результатам контрольного мероприятия установлено следующее.</w:t>
      </w:r>
    </w:p>
    <w:p w:rsidR="001A65DE" w:rsidRPr="006C13AD" w:rsidRDefault="001A65DE" w:rsidP="004A53D2">
      <w:pPr>
        <w:spacing w:line="240" w:lineRule="auto"/>
        <w:ind w:right="-284" w:firstLine="0"/>
      </w:pPr>
      <w:r w:rsidRPr="006C13AD">
        <w:t>_________________________________________________</w:t>
      </w:r>
      <w:r>
        <w:t>___________________</w:t>
      </w:r>
    </w:p>
    <w:p w:rsidR="001A65DE" w:rsidRDefault="001A65DE" w:rsidP="004A53D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A05F1A">
        <w:rPr>
          <w:szCs w:val="28"/>
          <w:vertAlign w:val="superscript"/>
        </w:rPr>
        <w:t xml:space="preserve">(излагаются результаты контрольного мероприятия, касающиеся компетенции и </w:t>
      </w:r>
    </w:p>
    <w:p w:rsidR="001A65DE" w:rsidRPr="00A05F1A" w:rsidRDefault="001A65DE" w:rsidP="004A53D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A05F1A">
        <w:rPr>
          <w:szCs w:val="28"/>
          <w:vertAlign w:val="superscript"/>
        </w:rPr>
        <w:t>представляющие интерес для адресата письма)</w:t>
      </w:r>
    </w:p>
    <w:p w:rsidR="001A65DE" w:rsidRPr="006C13AD" w:rsidRDefault="001A65DE" w:rsidP="004A53D2">
      <w:pPr>
        <w:spacing w:line="240" w:lineRule="auto"/>
        <w:rPr>
          <w:sz w:val="20"/>
        </w:rPr>
      </w:pPr>
    </w:p>
    <w:p w:rsidR="001A65DE" w:rsidRDefault="001A65DE" w:rsidP="004A53D2">
      <w:pPr>
        <w:ind w:right="-284"/>
        <w:rPr>
          <w:bCs/>
          <w:szCs w:val="28"/>
        </w:rPr>
      </w:pPr>
      <w:r w:rsidRPr="00ED1B31">
        <w:rPr>
          <w:bCs/>
          <w:szCs w:val="28"/>
          <w:u w:val="single"/>
        </w:rPr>
        <w:t xml:space="preserve">Коллегией </w:t>
      </w:r>
      <w:r w:rsidRPr="00832F2B">
        <w:rPr>
          <w:bCs/>
          <w:i/>
          <w:szCs w:val="28"/>
          <w:u w:val="single"/>
        </w:rPr>
        <w:t>(наименование</w:t>
      </w:r>
      <w:r>
        <w:rPr>
          <w:bCs/>
          <w:szCs w:val="28"/>
          <w:u w:val="single"/>
        </w:rPr>
        <w:t xml:space="preserve"> </w:t>
      </w:r>
      <w:r w:rsidRPr="00ED1B31">
        <w:rPr>
          <w:bCs/>
          <w:i/>
          <w:szCs w:val="28"/>
          <w:u w:val="single"/>
        </w:rPr>
        <w:t>кон</w:t>
      </w:r>
      <w:r>
        <w:rPr>
          <w:bCs/>
          <w:i/>
          <w:szCs w:val="28"/>
          <w:u w:val="single"/>
        </w:rPr>
        <w:t>трольно-счетного органа)</w:t>
      </w:r>
      <w:r w:rsidRPr="00ED1B31">
        <w:rPr>
          <w:bCs/>
          <w:i/>
          <w:szCs w:val="28"/>
          <w:u w:val="single"/>
        </w:rPr>
        <w:t xml:space="preserve"> </w:t>
      </w:r>
    </w:p>
    <w:p w:rsidR="001A65DE" w:rsidRPr="00607E6A" w:rsidRDefault="001A65DE" w:rsidP="00607E6A">
      <w:pPr>
        <w:ind w:right="-284"/>
        <w:jc w:val="center"/>
        <w:rPr>
          <w:bCs/>
          <w:sz w:val="20"/>
        </w:rPr>
      </w:pPr>
      <w:r w:rsidRPr="00ED1B31">
        <w:rPr>
          <w:bCs/>
          <w:sz w:val="20"/>
        </w:rPr>
        <w:t>(в том случае, если Коллегия КСО образована)</w:t>
      </w:r>
      <w:r w:rsidRPr="006C13AD">
        <w:rPr>
          <w:bCs/>
          <w:szCs w:val="28"/>
        </w:rPr>
        <w:t xml:space="preserve"> (протокол от</w:t>
      </w:r>
      <w:r>
        <w:rPr>
          <w:bCs/>
          <w:szCs w:val="28"/>
        </w:rPr>
        <w:t xml:space="preserve"> «___»___</w:t>
      </w:r>
      <w:r w:rsidRPr="006C13AD">
        <w:rPr>
          <w:bCs/>
          <w:szCs w:val="28"/>
        </w:rPr>
        <w:t>_</w:t>
      </w:r>
      <w:r>
        <w:rPr>
          <w:bCs/>
          <w:szCs w:val="28"/>
        </w:rPr>
        <w:t>____</w:t>
      </w:r>
      <w:r w:rsidRPr="006C13AD">
        <w:rPr>
          <w:bCs/>
          <w:szCs w:val="28"/>
        </w:rPr>
        <w:t>20</w:t>
      </w:r>
      <w:r>
        <w:rPr>
          <w:bCs/>
          <w:szCs w:val="28"/>
        </w:rPr>
        <w:t>__</w:t>
      </w:r>
      <w:r w:rsidRPr="006C13AD">
        <w:rPr>
          <w:bCs/>
          <w:szCs w:val="28"/>
        </w:rPr>
        <w:t xml:space="preserve">_г. №____) утвержден отчет о результатах контрольного мероприятия и </w:t>
      </w:r>
      <w:r w:rsidRPr="006C13AD">
        <w:t>напр</w:t>
      </w:r>
      <w:r>
        <w:t>авлены__________________</w:t>
      </w:r>
    </w:p>
    <w:p w:rsidR="001A65DE" w:rsidRDefault="001A65DE" w:rsidP="004A53D2">
      <w:pPr>
        <w:ind w:right="-284" w:firstLine="0"/>
      </w:pPr>
      <w:r>
        <w:t>____________________________________________________________________</w:t>
      </w:r>
    </w:p>
    <w:p w:rsidR="001A65DE" w:rsidRDefault="001A65DE" w:rsidP="004A53D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900347">
        <w:rPr>
          <w:szCs w:val="28"/>
          <w:vertAlign w:val="superscript"/>
        </w:rPr>
        <w:t xml:space="preserve"> (указываются представления, предписания, информационные письма, обращения в правоохранительные органы </w:t>
      </w:r>
    </w:p>
    <w:p w:rsidR="001A65DE" w:rsidRPr="00900347" w:rsidRDefault="001A65DE" w:rsidP="004A53D2">
      <w:pPr>
        <w:spacing w:line="240" w:lineRule="auto"/>
        <w:ind w:right="-284"/>
        <w:jc w:val="center"/>
        <w:rPr>
          <w:szCs w:val="28"/>
          <w:vertAlign w:val="superscript"/>
        </w:rPr>
      </w:pPr>
      <w:r w:rsidRPr="00900347">
        <w:rPr>
          <w:szCs w:val="28"/>
          <w:vertAlign w:val="superscript"/>
        </w:rPr>
        <w:t>(с указанием адресата), направленные по решению Коллегии</w:t>
      </w:r>
      <w:r>
        <w:rPr>
          <w:szCs w:val="28"/>
          <w:vertAlign w:val="superscript"/>
        </w:rPr>
        <w:t xml:space="preserve"> контрольно-счетного органа</w:t>
      </w:r>
      <w:r w:rsidRPr="00900347">
        <w:rPr>
          <w:szCs w:val="28"/>
          <w:vertAlign w:val="superscript"/>
        </w:rPr>
        <w:t>)</w:t>
      </w:r>
    </w:p>
    <w:p w:rsidR="001A65DE" w:rsidRPr="006C13AD" w:rsidRDefault="001A65DE" w:rsidP="004A53D2">
      <w:pPr>
        <w:ind w:right="-284"/>
        <w:rPr>
          <w:bCs/>
        </w:rPr>
      </w:pPr>
      <w:r>
        <w:rPr>
          <w:bCs/>
        </w:rPr>
        <w:t>О</w:t>
      </w:r>
      <w:r>
        <w:t xml:space="preserve"> </w:t>
      </w:r>
      <w:r w:rsidRPr="006C13AD">
        <w:rPr>
          <w:bCs/>
        </w:rPr>
        <w:t xml:space="preserve">результатах рассмотрения письма просьба проинформировать </w:t>
      </w:r>
      <w:r w:rsidRPr="00991B0D">
        <w:rPr>
          <w:bCs/>
          <w:i/>
        </w:rPr>
        <w:t>(наименование</w:t>
      </w:r>
      <w:r>
        <w:rPr>
          <w:bCs/>
        </w:rPr>
        <w:t xml:space="preserve"> </w:t>
      </w:r>
      <w:r w:rsidRPr="00252017">
        <w:rPr>
          <w:bCs/>
          <w:i/>
        </w:rPr>
        <w:t>контрольно-счет</w:t>
      </w:r>
      <w:r>
        <w:rPr>
          <w:bCs/>
          <w:i/>
        </w:rPr>
        <w:t>ного</w:t>
      </w:r>
      <w:r w:rsidRPr="00252017">
        <w:rPr>
          <w:bCs/>
          <w:i/>
        </w:rPr>
        <w:t xml:space="preserve"> орган</w:t>
      </w:r>
      <w:r>
        <w:rPr>
          <w:bCs/>
          <w:i/>
        </w:rPr>
        <w:t>а)</w:t>
      </w:r>
      <w:r w:rsidRPr="006C13AD">
        <w:t>.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6"/>
        <w:gridCol w:w="7043"/>
      </w:tblGrid>
      <w:tr w:rsidR="001A65DE" w:rsidRPr="00FF029C">
        <w:trPr>
          <w:cantSplit/>
        </w:trPr>
        <w:tc>
          <w:tcPr>
            <w:tcW w:w="2596" w:type="dxa"/>
          </w:tcPr>
          <w:p w:rsidR="001A65DE" w:rsidRPr="001F5C97" w:rsidRDefault="001A65DE" w:rsidP="001C7247">
            <w:pPr>
              <w:spacing w:line="240" w:lineRule="auto"/>
            </w:pPr>
            <w:r w:rsidRPr="001F5C97">
              <w:t>Приложение:</w:t>
            </w:r>
          </w:p>
        </w:tc>
        <w:tc>
          <w:tcPr>
            <w:tcW w:w="7043" w:type="dxa"/>
          </w:tcPr>
          <w:p w:rsidR="001A65DE" w:rsidRPr="00FF029C" w:rsidRDefault="001A65DE" w:rsidP="001C7247">
            <w:pPr>
              <w:pStyle w:val="1"/>
              <w:jc w:val="both"/>
            </w:pPr>
            <w:r>
              <w:t>о</w:t>
            </w:r>
            <w:r w:rsidRPr="006C13AD">
              <w:t xml:space="preserve">тчет о результатах контрольного мероприятия </w:t>
            </w:r>
            <w:r w:rsidRPr="006C13AD">
              <w:rPr>
                <w:i/>
              </w:rPr>
              <w:t>(при соответствующем решении Коллегии)</w:t>
            </w:r>
            <w:r w:rsidRPr="006C13AD">
              <w:t xml:space="preserve"> на ___ л. в 1 экз.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tbl>
      <w:tblPr>
        <w:tblW w:w="9639" w:type="dxa"/>
        <w:tblInd w:w="284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4819"/>
        <w:gridCol w:w="4820"/>
      </w:tblGrid>
      <w:tr w:rsidR="001A65DE" w:rsidRPr="00FF029C">
        <w:trPr>
          <w:cantSplit/>
        </w:trPr>
        <w:tc>
          <w:tcPr>
            <w:tcW w:w="4819" w:type="dxa"/>
            <w:vAlign w:val="bottom"/>
          </w:tcPr>
          <w:p w:rsidR="001A65DE" w:rsidRDefault="001A65DE" w:rsidP="005D365B">
            <w:pPr>
              <w:pStyle w:val="1"/>
            </w:pPr>
            <w:r>
              <w:t>должность</w:t>
            </w:r>
          </w:p>
        </w:tc>
        <w:tc>
          <w:tcPr>
            <w:tcW w:w="4820" w:type="dxa"/>
            <w:vAlign w:val="bottom"/>
          </w:tcPr>
          <w:p w:rsidR="001A65DE" w:rsidRPr="002000BC" w:rsidRDefault="001A65DE" w:rsidP="005D365B">
            <w:pPr>
              <w:pStyle w:val="a0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 инициалы, фамилия</w:t>
            </w:r>
          </w:p>
        </w:tc>
      </w:tr>
    </w:tbl>
    <w:p w:rsidR="001A65DE" w:rsidRPr="00796BC7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widowControl w:val="0"/>
        <w:ind w:firstLine="720"/>
        <w:rPr>
          <w:snapToGrid w:val="0"/>
        </w:rPr>
      </w:pPr>
    </w:p>
    <w:p w:rsidR="001A65DE" w:rsidRDefault="001A65DE" w:rsidP="005E5F2B">
      <w:pPr>
        <w:widowControl w:val="0"/>
        <w:ind w:firstLine="720"/>
        <w:rPr>
          <w:snapToGrid w:val="0"/>
        </w:rPr>
      </w:pPr>
    </w:p>
    <w:p w:rsidR="001A65DE" w:rsidRDefault="001A65DE" w:rsidP="005E5F2B">
      <w:pPr>
        <w:widowControl w:val="0"/>
        <w:ind w:firstLine="720"/>
        <w:rPr>
          <w:snapToGrid w:val="0"/>
        </w:rPr>
      </w:pPr>
    </w:p>
    <w:p w:rsidR="001A65DE" w:rsidRDefault="001A65DE" w:rsidP="005E5F2B">
      <w:pPr>
        <w:spacing w:line="240" w:lineRule="auto"/>
        <w:rPr>
          <w:snapToGrid w:val="0"/>
        </w:rPr>
        <w:sectPr w:rsidR="001A65DE" w:rsidSect="001C7247">
          <w:pgSz w:w="11907" w:h="16840" w:code="9"/>
          <w:pgMar w:top="851" w:right="1134" w:bottom="1418" w:left="1134" w:header="709" w:footer="709" w:gutter="0"/>
          <w:pgNumType w:start="1"/>
          <w:cols w:space="708"/>
          <w:noEndnote/>
          <w:titlePg/>
          <w:docGrid w:linePitch="254"/>
        </w:sectPr>
      </w:pPr>
    </w:p>
    <w:p w:rsidR="001A65DE" w:rsidRPr="008C2FEC" w:rsidRDefault="001A65DE" w:rsidP="005E5F2B">
      <w:pPr>
        <w:spacing w:line="240" w:lineRule="auto"/>
        <w:rPr>
          <w:sz w:val="2"/>
          <w:szCs w:val="2"/>
        </w:rPr>
      </w:pPr>
    </w:p>
    <w:p w:rsidR="001A65DE" w:rsidRDefault="001A65DE" w:rsidP="00DF08B8">
      <w:pPr>
        <w:spacing w:line="240" w:lineRule="auto"/>
        <w:ind w:left="284" w:right="-284" w:firstLine="0"/>
        <w:rPr>
          <w:sz w:val="24"/>
          <w:szCs w:val="24"/>
        </w:rPr>
      </w:pPr>
    </w:p>
    <w:p w:rsidR="001A65DE" w:rsidRDefault="001A65DE" w:rsidP="00DF08B8">
      <w:pPr>
        <w:spacing w:line="240" w:lineRule="auto"/>
        <w:ind w:left="284" w:right="-284" w:firstLine="0"/>
      </w:pPr>
      <w:r w:rsidRPr="004606FB">
        <w:rPr>
          <w:sz w:val="24"/>
          <w:szCs w:val="24"/>
        </w:rPr>
        <w:t>Образец оформления</w:t>
      </w:r>
      <w:r>
        <w:rPr>
          <w:sz w:val="24"/>
          <w:szCs w:val="24"/>
        </w:rPr>
        <w:t xml:space="preserve"> обращения в правоохранительные органы</w:t>
      </w:r>
      <w:r>
        <w:t xml:space="preserve">                                    </w:t>
      </w:r>
    </w:p>
    <w:p w:rsidR="001A65DE" w:rsidRDefault="001A65DE" w:rsidP="0038038F">
      <w:pPr>
        <w:spacing w:line="240" w:lineRule="auto"/>
        <w:ind w:left="284" w:right="-284" w:firstLine="0"/>
        <w:jc w:val="right"/>
      </w:pPr>
      <w:r>
        <w:t xml:space="preserve">                                                                                                          Приложение № 17</w:t>
      </w:r>
    </w:p>
    <w:tbl>
      <w:tblPr>
        <w:tblpPr w:leftFromText="180" w:rightFromText="180" w:vertAnchor="page" w:horzAnchor="margin" w:tblpY="1752"/>
        <w:tblW w:w="9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40"/>
      </w:tblGrid>
      <w:tr w:rsidR="001A65DE" w:rsidRPr="00951666">
        <w:trPr>
          <w:cantSplit/>
          <w:trHeight w:hRule="exact" w:val="423"/>
        </w:trPr>
        <w:tc>
          <w:tcPr>
            <w:tcW w:w="9940" w:type="dxa"/>
          </w:tcPr>
          <w:p w:rsidR="001A65DE" w:rsidRPr="00DF08B8" w:rsidRDefault="001A65DE" w:rsidP="005D365B">
            <w:pPr>
              <w:spacing w:line="240" w:lineRule="auto"/>
              <w:ind w:firstLine="0"/>
              <w:jc w:val="right"/>
              <w:rPr>
                <w:b/>
                <w:i/>
                <w:strike/>
                <w:szCs w:val="28"/>
              </w:rPr>
            </w:pPr>
          </w:p>
        </w:tc>
      </w:tr>
    </w:tbl>
    <w:p w:rsidR="001A65DE" w:rsidRDefault="001A65DE" w:rsidP="00D41F39">
      <w:pPr>
        <w:spacing w:line="240" w:lineRule="auto"/>
        <w:ind w:left="426" w:right="-284" w:firstLine="0"/>
      </w:pPr>
      <w:r w:rsidRPr="00A671F7">
        <w:rPr>
          <w:i/>
          <w:szCs w:val="28"/>
        </w:rPr>
        <w:t>Наименование контрольно-счетного орган</w:t>
      </w:r>
      <w:r>
        <w:rPr>
          <w:i/>
          <w:szCs w:val="28"/>
        </w:rPr>
        <w:t>а</w:t>
      </w:r>
    </w:p>
    <w:p w:rsidR="001A65DE" w:rsidRPr="00571AD3" w:rsidRDefault="001A65DE" w:rsidP="00D41F39">
      <w:pPr>
        <w:spacing w:line="240" w:lineRule="auto"/>
        <w:ind w:left="426" w:right="-284" w:firstLine="0"/>
        <w:rPr>
          <w:sz w:val="16"/>
          <w:szCs w:val="16"/>
        </w:rPr>
      </w:pPr>
      <w:r>
        <w:rPr>
          <w:sz w:val="20"/>
        </w:rPr>
        <w:t>а</w:t>
      </w:r>
      <w:r w:rsidRPr="00EF09D4">
        <w:rPr>
          <w:sz w:val="20"/>
        </w:rPr>
        <w:t>дрес</w:t>
      </w:r>
      <w:r>
        <w:rPr>
          <w:sz w:val="20"/>
        </w:rPr>
        <w:t>, индекс                                                                                                                                                 тел., факс</w:t>
      </w:r>
    </w:p>
    <w:tbl>
      <w:tblPr>
        <w:tblW w:w="9526" w:type="dxa"/>
        <w:tblInd w:w="505" w:type="dxa"/>
        <w:tblBorders>
          <w:top w:val="single" w:sz="24" w:space="0" w:color="auto"/>
        </w:tblBorders>
        <w:tblLook w:val="0000"/>
      </w:tblPr>
      <w:tblGrid>
        <w:gridCol w:w="9526"/>
      </w:tblGrid>
      <w:tr w:rsidR="001A65DE">
        <w:trPr>
          <w:trHeight w:val="100"/>
        </w:trPr>
        <w:tc>
          <w:tcPr>
            <w:tcW w:w="9526" w:type="dxa"/>
            <w:tcBorders>
              <w:top w:val="single" w:sz="12" w:space="0" w:color="auto"/>
            </w:tcBorders>
          </w:tcPr>
          <w:p w:rsidR="001A65DE" w:rsidRDefault="001A65DE" w:rsidP="005D365B">
            <w:pPr>
              <w:spacing w:line="240" w:lineRule="auto"/>
              <w:ind w:firstLine="0"/>
              <w:jc w:val="center"/>
            </w:pPr>
          </w:p>
        </w:tc>
      </w:tr>
    </w:tbl>
    <w:p w:rsidR="001A65DE" w:rsidRPr="00137182" w:rsidRDefault="001A65DE" w:rsidP="00137182">
      <w:pPr>
        <w:rPr>
          <w:vanish/>
        </w:rPr>
      </w:pPr>
    </w:p>
    <w:tbl>
      <w:tblPr>
        <w:tblpPr w:leftFromText="180" w:rightFromText="180" w:vertAnchor="page" w:horzAnchor="page" w:tblpX="1552" w:tblpY="3134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4820"/>
      </w:tblGrid>
      <w:tr w:rsidR="001A65DE" w:rsidRPr="000514C6">
        <w:trPr>
          <w:cantSplit/>
          <w:trHeight w:hRule="exact" w:val="507"/>
        </w:trPr>
        <w:tc>
          <w:tcPr>
            <w:tcW w:w="4678" w:type="dxa"/>
          </w:tcPr>
          <w:p w:rsidR="001A65DE" w:rsidRPr="000514C6" w:rsidRDefault="001A65DE" w:rsidP="005D365B">
            <w:pPr>
              <w:spacing w:before="180" w:line="240" w:lineRule="auto"/>
              <w:ind w:firstLine="0"/>
              <w:jc w:val="lef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sym w:font="Arial" w:char="00AB"/>
            </w:r>
            <w:r w:rsidRPr="000514C6">
              <w:rPr>
                <w:sz w:val="24"/>
                <w:szCs w:val="24"/>
              </w:rPr>
              <w:t>___</w:t>
            </w:r>
            <w:r w:rsidRPr="000514C6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>________________20___</w:t>
            </w:r>
            <w:r w:rsidRPr="000514C6">
              <w:rPr>
                <w:sz w:val="24"/>
                <w:szCs w:val="24"/>
              </w:rPr>
              <w:t>г.</w:t>
            </w:r>
          </w:p>
        </w:tc>
        <w:tc>
          <w:tcPr>
            <w:tcW w:w="4820" w:type="dxa"/>
          </w:tcPr>
          <w:p w:rsidR="001A65DE" w:rsidRPr="000514C6" w:rsidRDefault="001A65DE" w:rsidP="005D365B">
            <w:pPr>
              <w:spacing w:before="180" w:line="240" w:lineRule="auto"/>
              <w:ind w:right="113" w:firstLine="0"/>
              <w:jc w:val="right"/>
              <w:rPr>
                <w:sz w:val="24"/>
                <w:szCs w:val="24"/>
              </w:rPr>
            </w:pPr>
            <w:r w:rsidRPr="000514C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tbl>
      <w:tblPr>
        <w:tblpPr w:leftFromText="180" w:rightFromText="180" w:vertAnchor="text" w:horzAnchor="page" w:tblpX="1695" w:tblpY="-69"/>
        <w:tblW w:w="9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2"/>
        <w:gridCol w:w="851"/>
        <w:gridCol w:w="4277"/>
      </w:tblGrid>
      <w:tr w:rsidR="001A65DE" w:rsidRPr="00662AC9">
        <w:trPr>
          <w:cantSplit/>
        </w:trPr>
        <w:tc>
          <w:tcPr>
            <w:tcW w:w="4252" w:type="dxa"/>
          </w:tcPr>
          <w:p w:rsidR="001A65DE" w:rsidRPr="00EF09D4" w:rsidRDefault="001A65DE" w:rsidP="005D365B">
            <w:pPr>
              <w:pStyle w:val="a1"/>
              <w:rPr>
                <w:lang w:val="ru-RU"/>
              </w:rPr>
            </w:pPr>
          </w:p>
        </w:tc>
        <w:tc>
          <w:tcPr>
            <w:tcW w:w="851" w:type="dxa"/>
          </w:tcPr>
          <w:p w:rsidR="001A65DE" w:rsidRDefault="001A65DE" w:rsidP="005D365B">
            <w:pPr>
              <w:pStyle w:val="a2"/>
            </w:pPr>
          </w:p>
        </w:tc>
        <w:tc>
          <w:tcPr>
            <w:tcW w:w="4277" w:type="dxa"/>
          </w:tcPr>
          <w:p w:rsidR="001A65DE" w:rsidRDefault="001A65DE" w:rsidP="005D365B">
            <w:pPr>
              <w:pStyle w:val="a2"/>
            </w:pPr>
            <w:r>
              <w:t>Р</w:t>
            </w:r>
            <w:r w:rsidRPr="00F46859">
              <w:t>уководител</w:t>
            </w:r>
            <w:r>
              <w:t>ю</w:t>
            </w:r>
            <w:r w:rsidRPr="00F46859">
              <w:t xml:space="preserve"> </w:t>
            </w:r>
          </w:p>
          <w:p w:rsidR="001A65DE" w:rsidRDefault="001A65DE" w:rsidP="00607E6A">
            <w:pPr>
              <w:pStyle w:val="a2"/>
              <w:jc w:val="both"/>
            </w:pPr>
          </w:p>
          <w:p w:rsidR="001A65DE" w:rsidRPr="00662AC9" w:rsidRDefault="001A65DE" w:rsidP="005D365B">
            <w:pPr>
              <w:pStyle w:val="a2"/>
              <w:rPr>
                <w:caps/>
              </w:rPr>
            </w:pPr>
            <w:r w:rsidRPr="00662AC9">
              <w:rPr>
                <w:caps/>
              </w:rPr>
              <w:t>ИНИЦИАЛЫ</w:t>
            </w:r>
            <w:r>
              <w:rPr>
                <w:caps/>
              </w:rPr>
              <w:t xml:space="preserve">, </w:t>
            </w:r>
            <w:r w:rsidRPr="00662AC9">
              <w:rPr>
                <w:caps/>
              </w:rPr>
              <w:t>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pStyle w:val="a3"/>
      </w:pPr>
      <w:r>
        <w:t xml:space="preserve">Уважаемый </w:t>
      </w:r>
      <w:r>
        <w:rPr>
          <w:i/>
        </w:rPr>
        <w:t>имя</w:t>
      </w:r>
      <w:r w:rsidRPr="004E1122">
        <w:rPr>
          <w:i/>
        </w:rPr>
        <w:t xml:space="preserve"> отчество</w:t>
      </w:r>
      <w:r>
        <w:t>!</w:t>
      </w:r>
    </w:p>
    <w:p w:rsidR="001A65DE" w:rsidRDefault="001A65DE" w:rsidP="005E5F2B">
      <w:pPr>
        <w:pStyle w:val="a3"/>
      </w:pPr>
    </w:p>
    <w:p w:rsidR="001A65DE" w:rsidRDefault="001A65DE" w:rsidP="00CB7A8D">
      <w:pPr>
        <w:ind w:right="-284"/>
        <w:rPr>
          <w:i/>
          <w:szCs w:val="28"/>
        </w:rPr>
      </w:pPr>
      <w:r w:rsidRPr="00F46859">
        <w:rPr>
          <w:bCs/>
        </w:rPr>
        <w:t xml:space="preserve">Во исполнение решения Коллегии </w:t>
      </w:r>
      <w:r w:rsidRPr="00D657F1">
        <w:rPr>
          <w:bCs/>
          <w:i/>
          <w:u w:val="single"/>
        </w:rPr>
        <w:t>(наименование</w:t>
      </w:r>
      <w:r>
        <w:rPr>
          <w:bCs/>
        </w:rPr>
        <w:t xml:space="preserve"> </w:t>
      </w:r>
      <w:r w:rsidRPr="00DF08B8">
        <w:rPr>
          <w:i/>
          <w:szCs w:val="28"/>
          <w:u w:val="single"/>
        </w:rPr>
        <w:t xml:space="preserve">контрольно-счетного </w:t>
      </w:r>
    </w:p>
    <w:p w:rsidR="001A65DE" w:rsidRPr="00DF08B8" w:rsidRDefault="001A65DE" w:rsidP="00DF068E">
      <w:pPr>
        <w:ind w:right="-284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</w:t>
      </w:r>
      <w:r w:rsidRPr="00DF08B8">
        <w:rPr>
          <w:sz w:val="20"/>
        </w:rPr>
        <w:t>(в том случае, если Коллегия КСО образована)</w:t>
      </w:r>
    </w:p>
    <w:p w:rsidR="001A65DE" w:rsidRDefault="001A65DE" w:rsidP="00D657F1">
      <w:pPr>
        <w:ind w:right="-284" w:firstLine="0"/>
        <w:rPr>
          <w:bCs/>
        </w:rPr>
      </w:pPr>
      <w:r>
        <w:rPr>
          <w:i/>
          <w:szCs w:val="28"/>
        </w:rPr>
        <w:t>органа)</w:t>
      </w:r>
      <w:r w:rsidRPr="00F46859">
        <w:rPr>
          <w:bCs/>
        </w:rPr>
        <w:t xml:space="preserve"> (</w:t>
      </w:r>
      <w:r>
        <w:t>протокол от «___» _________ 20__ г. № ___ (__)</w:t>
      </w:r>
      <w:r w:rsidRPr="00F46859">
        <w:rPr>
          <w:bCs/>
        </w:rPr>
        <w:t xml:space="preserve">, </w:t>
      </w:r>
    </w:p>
    <w:p w:rsidR="001A65DE" w:rsidRPr="00856FD5" w:rsidRDefault="001A65DE" w:rsidP="00607E6A">
      <w:pPr>
        <w:ind w:right="-284" w:firstLine="0"/>
        <w:jc w:val="left"/>
        <w:rPr>
          <w:szCs w:val="28"/>
        </w:rPr>
      </w:pPr>
      <w:r w:rsidRPr="00F46859">
        <w:rPr>
          <w:bCs/>
        </w:rPr>
        <w:t xml:space="preserve">в </w:t>
      </w:r>
      <w:r w:rsidRPr="00173738">
        <w:t>соответствии с закон</w:t>
      </w:r>
      <w:r>
        <w:t>ом</w:t>
      </w:r>
      <w:r w:rsidRPr="00173738">
        <w:t xml:space="preserve"> о контрольно-счетном органе</w:t>
      </w:r>
      <w:r w:rsidRPr="00F46859">
        <w:t xml:space="preserve"> </w:t>
      </w:r>
      <w:r>
        <w:t>_____________________</w:t>
      </w:r>
    </w:p>
    <w:p w:rsidR="001A65DE" w:rsidRPr="001A1867" w:rsidRDefault="001A65DE" w:rsidP="00CB7A8D">
      <w:pPr>
        <w:spacing w:line="240" w:lineRule="auto"/>
        <w:ind w:right="-284"/>
        <w:rPr>
          <w:sz w:val="20"/>
        </w:rPr>
      </w:pPr>
    </w:p>
    <w:p w:rsidR="001A65DE" w:rsidRDefault="001A65DE" w:rsidP="00CB7A8D">
      <w:pPr>
        <w:ind w:right="-284" w:firstLine="0"/>
      </w:pPr>
      <w:r w:rsidRPr="00F46859">
        <w:t xml:space="preserve">направляем Вам материалы </w:t>
      </w:r>
      <w:r w:rsidRPr="00F46859">
        <w:rPr>
          <w:szCs w:val="24"/>
        </w:rPr>
        <w:t xml:space="preserve">контрольного мероприятия </w:t>
      </w:r>
      <w:r>
        <w:t>«</w:t>
      </w:r>
      <w:r>
        <w:rPr>
          <w:sz w:val="22"/>
          <w:szCs w:val="22"/>
        </w:rPr>
        <w:t>_______________________</w:t>
      </w:r>
      <w:r>
        <w:t xml:space="preserve">», </w:t>
      </w:r>
    </w:p>
    <w:p w:rsidR="001A65DE" w:rsidRPr="00EE621E" w:rsidRDefault="001A65DE" w:rsidP="00D657F1">
      <w:pPr>
        <w:ind w:right="-284"/>
        <w:jc w:val="right"/>
        <w:rPr>
          <w:sz w:val="20"/>
        </w:rPr>
      </w:pPr>
      <w:r w:rsidRPr="00EE621E">
        <w:rPr>
          <w:sz w:val="20"/>
        </w:rPr>
        <w:t>(наименование контрольного мероприятия)</w:t>
      </w:r>
    </w:p>
    <w:p w:rsidR="001A65DE" w:rsidRPr="00F46859" w:rsidRDefault="001A65DE" w:rsidP="00CB7A8D">
      <w:pPr>
        <w:ind w:right="-284" w:firstLine="0"/>
        <w:rPr>
          <w:szCs w:val="24"/>
        </w:rPr>
      </w:pPr>
      <w:r>
        <w:t>которые включают выявленные в ходе проведения проверки</w:t>
      </w:r>
      <w:r w:rsidRPr="00F46859">
        <w:t xml:space="preserve"> нарушения </w:t>
      </w:r>
      <w:r w:rsidRPr="006C32AC">
        <w:t>законодательства Российской Федерации,</w:t>
      </w:r>
      <w:r>
        <w:t xml:space="preserve"> Субъекта Российской Федерации, муниципального образования,</w:t>
      </w:r>
      <w:r w:rsidRPr="006C32AC">
        <w:t xml:space="preserve"> содержащие признаки состава преступлений и требующи</w:t>
      </w:r>
      <w:r>
        <w:t>е</w:t>
      </w:r>
      <w:r w:rsidRPr="006C32AC">
        <w:t xml:space="preserve"> приняти</w:t>
      </w:r>
      <w:r>
        <w:t>я</w:t>
      </w:r>
      <w:r w:rsidRPr="006C32AC">
        <w:t xml:space="preserve"> необходимых мер реагирования.</w:t>
      </w:r>
    </w:p>
    <w:p w:rsidR="001A65DE" w:rsidRPr="00F46859" w:rsidRDefault="001A65DE" w:rsidP="00CB7A8D">
      <w:pPr>
        <w:ind w:right="-284"/>
      </w:pPr>
      <w:r w:rsidRPr="00F46859">
        <w:t>По результатам контрольного мероприятия установлен</w:t>
      </w:r>
      <w:r>
        <w:t>ы</w:t>
      </w:r>
      <w:r w:rsidRPr="00F46859">
        <w:t xml:space="preserve"> следующ</w:t>
      </w:r>
      <w:r>
        <w:t>и</w:t>
      </w:r>
      <w:r w:rsidRPr="00F46859">
        <w:t>е</w:t>
      </w:r>
      <w:r w:rsidRPr="006C32AC">
        <w:t xml:space="preserve"> </w:t>
      </w:r>
      <w:r w:rsidRPr="00F46859">
        <w:t xml:space="preserve">нарушения </w:t>
      </w:r>
      <w:r w:rsidRPr="006C32AC">
        <w:t>законодательства Российской Федерации</w:t>
      </w:r>
    </w:p>
    <w:p w:rsidR="001A65DE" w:rsidRDefault="001A65DE" w:rsidP="00CB7A8D">
      <w:pPr>
        <w:ind w:right="-284"/>
        <w:rPr>
          <w:szCs w:val="28"/>
        </w:rPr>
      </w:pPr>
      <w:r>
        <w:rPr>
          <w:szCs w:val="28"/>
        </w:rPr>
        <w:t>1. _____________________________________________________________</w:t>
      </w:r>
    </w:p>
    <w:p w:rsidR="001A65DE" w:rsidRDefault="001A65DE" w:rsidP="00CB7A8D">
      <w:pPr>
        <w:spacing w:line="240" w:lineRule="auto"/>
        <w:ind w:right="-284"/>
        <w:rPr>
          <w:szCs w:val="28"/>
        </w:rPr>
      </w:pPr>
      <w:r>
        <w:rPr>
          <w:szCs w:val="28"/>
        </w:rPr>
        <w:t>2. _____________________________________________________________</w:t>
      </w:r>
    </w:p>
    <w:p w:rsidR="001A65DE" w:rsidRPr="006C32AC" w:rsidRDefault="001A65DE" w:rsidP="00B3191B">
      <w:pPr>
        <w:spacing w:after="120" w:line="240" w:lineRule="auto"/>
        <w:ind w:right="-284"/>
        <w:rPr>
          <w:sz w:val="20"/>
        </w:rPr>
      </w:pPr>
      <w:r w:rsidRPr="006C13AD">
        <w:rPr>
          <w:sz w:val="20"/>
        </w:rPr>
        <w:t xml:space="preserve">(приводится перечень конкретных фактов выявленных нарушений, неправомерных действий (бездействий) должностных лиц со ссылками на соответствующие нормативные правовые акты, положения которых нарушены, с указанием актов по результатам контрольного мероприятия, в которых данные нарушения зафиксированы, а также информация о наличии соответствующих объяснений, замечаний и возражений ответственных должностных лиц объектов контрольного мероприятия по существу каждого факта выявленных нарушений и заключения по ним </w:t>
      </w:r>
      <w:r w:rsidRPr="00EF13D4">
        <w:rPr>
          <w:sz w:val="20"/>
        </w:rPr>
        <w:t>контрольно-счетного орга</w:t>
      </w:r>
      <w:r>
        <w:rPr>
          <w:sz w:val="20"/>
        </w:rPr>
        <w:t>на</w:t>
      </w:r>
      <w:r w:rsidRPr="006C13AD">
        <w:rPr>
          <w:sz w:val="20"/>
        </w:rPr>
        <w:t>)</w:t>
      </w:r>
    </w:p>
    <w:p w:rsidR="001A65DE" w:rsidRDefault="001A65DE" w:rsidP="00B3191B">
      <w:pPr>
        <w:ind w:right="-284"/>
        <w:rPr>
          <w:bCs/>
        </w:rPr>
      </w:pPr>
      <w:r w:rsidRPr="00F46859">
        <w:rPr>
          <w:bCs/>
        </w:rPr>
        <w:t>Выявленны</w:t>
      </w:r>
      <w:r>
        <w:rPr>
          <w:bCs/>
        </w:rPr>
        <w:t>е</w:t>
      </w:r>
      <w:r w:rsidRPr="00F46859">
        <w:rPr>
          <w:bCs/>
        </w:rPr>
        <w:t xml:space="preserve"> в ходе </w:t>
      </w:r>
      <w:r>
        <w:rPr>
          <w:bCs/>
        </w:rPr>
        <w:t>контрольного мероприятия</w:t>
      </w:r>
      <w:r w:rsidRPr="00F46859">
        <w:rPr>
          <w:bCs/>
        </w:rPr>
        <w:t xml:space="preserve"> </w:t>
      </w:r>
      <w:r>
        <w:rPr>
          <w:bCs/>
        </w:rPr>
        <w:t>нарушения нанесли ущерб</w:t>
      </w:r>
      <w:r w:rsidRPr="00F46859">
        <w:rPr>
          <w:bCs/>
        </w:rPr>
        <w:t xml:space="preserve"> </w:t>
      </w:r>
    </w:p>
    <w:p w:rsidR="001A65DE" w:rsidRDefault="001A65DE" w:rsidP="00B3191B">
      <w:pPr>
        <w:ind w:right="-284"/>
        <w:rPr>
          <w:szCs w:val="28"/>
        </w:rPr>
      </w:pPr>
      <w:r>
        <w:rPr>
          <w:bCs/>
        </w:rPr>
        <w:t xml:space="preserve">в </w:t>
      </w:r>
      <w:r w:rsidRPr="007D32F5">
        <w:rPr>
          <w:bCs/>
          <w:szCs w:val="28"/>
        </w:rPr>
        <w:t xml:space="preserve">сумме </w:t>
      </w:r>
      <w:r w:rsidRPr="007D32F5">
        <w:rPr>
          <w:szCs w:val="28"/>
        </w:rPr>
        <w:t>_____</w:t>
      </w:r>
      <w:r>
        <w:rPr>
          <w:szCs w:val="28"/>
        </w:rPr>
        <w:t xml:space="preserve">______________________________________ </w:t>
      </w:r>
      <w:r w:rsidRPr="007D32F5">
        <w:rPr>
          <w:szCs w:val="28"/>
        </w:rPr>
        <w:t>рублей.</w:t>
      </w:r>
    </w:p>
    <w:p w:rsidR="001A65DE" w:rsidRPr="007D32F5" w:rsidRDefault="001A65DE" w:rsidP="00B3191B">
      <w:pPr>
        <w:ind w:right="-284"/>
        <w:jc w:val="center"/>
        <w:rPr>
          <w:bCs/>
          <w:sz w:val="20"/>
        </w:rPr>
      </w:pPr>
      <w:r>
        <w:rPr>
          <w:sz w:val="20"/>
        </w:rPr>
        <w:t>(указывается сумма выявленного ущерба)</w:t>
      </w:r>
    </w:p>
    <w:p w:rsidR="001A65DE" w:rsidRDefault="001A65DE" w:rsidP="00B3191B">
      <w:pPr>
        <w:spacing w:line="240" w:lineRule="auto"/>
        <w:ind w:right="-284"/>
      </w:pPr>
      <w:r w:rsidRPr="00F46859">
        <w:rPr>
          <w:bCs/>
        </w:rPr>
        <w:t xml:space="preserve">По результатам </w:t>
      </w:r>
      <w:r>
        <w:rPr>
          <w:bCs/>
        </w:rPr>
        <w:t xml:space="preserve">контрольного мероприятия </w:t>
      </w:r>
      <w:r>
        <w:t xml:space="preserve">в адрес _________________________________________________________________ </w:t>
      </w:r>
    </w:p>
    <w:p w:rsidR="001A65DE" w:rsidRDefault="001A65DE" w:rsidP="00606344">
      <w:pPr>
        <w:ind w:right="-284"/>
        <w:jc w:val="center"/>
      </w:pPr>
      <w:r w:rsidRPr="006C13AD">
        <w:rPr>
          <w:sz w:val="22"/>
          <w:szCs w:val="22"/>
        </w:rPr>
        <w:t>(</w:t>
      </w:r>
      <w:r w:rsidRPr="006C13AD">
        <w:rPr>
          <w:sz w:val="20"/>
        </w:rPr>
        <w:t>наименование проверяемого объекта</w:t>
      </w:r>
      <w:r w:rsidRPr="006C13AD">
        <w:rPr>
          <w:sz w:val="22"/>
          <w:szCs w:val="22"/>
        </w:rPr>
        <w:t>)</w:t>
      </w:r>
    </w:p>
    <w:p w:rsidR="001A65DE" w:rsidRPr="00FF4183" w:rsidRDefault="001A65DE" w:rsidP="00E02863">
      <w:pPr>
        <w:ind w:right="-284" w:firstLine="0"/>
        <w:rPr>
          <w:bCs/>
          <w:iCs/>
        </w:rPr>
      </w:pPr>
      <w:r w:rsidRPr="00F46859">
        <w:rPr>
          <w:bCs/>
        </w:rPr>
        <w:t>н</w:t>
      </w:r>
      <w:r w:rsidRPr="00F46859">
        <w:rPr>
          <w:bCs/>
          <w:iCs/>
        </w:rPr>
        <w:t>аправлен</w:t>
      </w:r>
      <w:r>
        <w:rPr>
          <w:bCs/>
          <w:iCs/>
        </w:rPr>
        <w:t>о предписание</w:t>
      </w:r>
      <w:r w:rsidRPr="00F46859">
        <w:rPr>
          <w:bCs/>
        </w:rPr>
        <w:t xml:space="preserve"> </w:t>
      </w:r>
      <w:r>
        <w:rPr>
          <w:bCs/>
        </w:rPr>
        <w:t xml:space="preserve">(представление) </w:t>
      </w:r>
      <w:r w:rsidRPr="00E02863">
        <w:rPr>
          <w:bCs/>
          <w:i/>
        </w:rPr>
        <w:t>(наименование</w:t>
      </w:r>
      <w:r>
        <w:rPr>
          <w:bCs/>
        </w:rPr>
        <w:t xml:space="preserve"> </w:t>
      </w:r>
      <w:r w:rsidRPr="007A3CCF">
        <w:rPr>
          <w:i/>
          <w:szCs w:val="28"/>
        </w:rPr>
        <w:t>контрольно-счетного орга</w:t>
      </w:r>
      <w:r>
        <w:rPr>
          <w:i/>
          <w:szCs w:val="28"/>
        </w:rPr>
        <w:t>на)</w:t>
      </w:r>
      <w:r>
        <w:rPr>
          <w:bCs/>
        </w:rPr>
        <w:t>.</w:t>
      </w:r>
    </w:p>
    <w:p w:rsidR="001A65DE" w:rsidRPr="00F46859" w:rsidRDefault="001A65DE" w:rsidP="00B3191B">
      <w:pPr>
        <w:ind w:right="-284"/>
      </w:pPr>
      <w:r w:rsidRPr="00F46859">
        <w:t>В связи с изложенным просим Вас провести проверку и обеспечить принятие необходимых мер реагирования по фактам нарушени</w:t>
      </w:r>
      <w:r>
        <w:t>я</w:t>
      </w:r>
      <w:r w:rsidRPr="00F46859">
        <w:t xml:space="preserve"> законодательства Российской Федерации, выявленным </w:t>
      </w:r>
      <w:r w:rsidRPr="00E02863">
        <w:rPr>
          <w:i/>
        </w:rPr>
        <w:t>(наименование</w:t>
      </w:r>
      <w:r>
        <w:t xml:space="preserve"> </w:t>
      </w:r>
      <w:r w:rsidRPr="007A3CCF">
        <w:rPr>
          <w:i/>
          <w:szCs w:val="28"/>
        </w:rPr>
        <w:t>к</w:t>
      </w:r>
      <w:r>
        <w:rPr>
          <w:i/>
          <w:szCs w:val="28"/>
        </w:rPr>
        <w:t>онтрольно-счетного органа)</w:t>
      </w:r>
      <w:r>
        <w:t>.</w:t>
      </w:r>
    </w:p>
    <w:p w:rsidR="001A65DE" w:rsidRDefault="001A65DE" w:rsidP="00B3191B">
      <w:pPr>
        <w:ind w:right="-284"/>
      </w:pPr>
      <w:r w:rsidRPr="00F46859">
        <w:t xml:space="preserve">О результатах рассмотрения настоящего обращения и принятых процессуальных решениях (с приложением копий соответствующих документов) просьба проинформировать </w:t>
      </w:r>
      <w:r w:rsidRPr="00E02863">
        <w:rPr>
          <w:i/>
        </w:rPr>
        <w:t>(наименование</w:t>
      </w:r>
      <w:r>
        <w:t xml:space="preserve"> </w:t>
      </w:r>
      <w:r w:rsidRPr="007A3CCF">
        <w:rPr>
          <w:i/>
          <w:szCs w:val="28"/>
        </w:rPr>
        <w:t>к</w:t>
      </w:r>
      <w:r>
        <w:rPr>
          <w:i/>
          <w:szCs w:val="28"/>
        </w:rPr>
        <w:t>онтрольно-счетный орган)</w:t>
      </w:r>
      <w:r>
        <w:t>.</w:t>
      </w:r>
    </w:p>
    <w:tbl>
      <w:tblPr>
        <w:tblW w:w="8879" w:type="dxa"/>
        <w:tblInd w:w="10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95"/>
        <w:gridCol w:w="291"/>
        <w:gridCol w:w="6793"/>
      </w:tblGrid>
      <w:tr w:rsidR="001A65DE" w:rsidRPr="000E228F">
        <w:trPr>
          <w:cantSplit/>
        </w:trPr>
        <w:tc>
          <w:tcPr>
            <w:tcW w:w="1795" w:type="dxa"/>
          </w:tcPr>
          <w:p w:rsidR="001A65DE" w:rsidRPr="00614A25" w:rsidRDefault="001A65DE" w:rsidP="001C7247">
            <w:pPr>
              <w:pStyle w:val="1"/>
            </w:pPr>
            <w:r w:rsidRPr="00614A25">
              <w:t>Приложени</w:t>
            </w:r>
            <w:r>
              <w:t>е</w:t>
            </w:r>
            <w:r w:rsidRPr="00614A25">
              <w:t>:</w:t>
            </w:r>
          </w:p>
        </w:tc>
        <w:tc>
          <w:tcPr>
            <w:tcW w:w="291" w:type="dxa"/>
          </w:tcPr>
          <w:p w:rsidR="001A65DE" w:rsidRPr="00614A25" w:rsidRDefault="001A65DE" w:rsidP="001C7247">
            <w:pPr>
              <w:pStyle w:val="1"/>
            </w:pPr>
            <w:r w:rsidRPr="00614A25">
              <w:t>1.</w:t>
            </w:r>
          </w:p>
        </w:tc>
        <w:tc>
          <w:tcPr>
            <w:tcW w:w="6793" w:type="dxa"/>
          </w:tcPr>
          <w:p w:rsidR="001A65DE" w:rsidRPr="000E228F" w:rsidRDefault="001A65DE" w:rsidP="001C7247">
            <w:pPr>
              <w:pStyle w:val="1"/>
              <w:jc w:val="both"/>
            </w:pPr>
            <w:r w:rsidRPr="00F46859">
              <w:t xml:space="preserve">Копия отчета </w:t>
            </w:r>
            <w:r>
              <w:t>о результатах</w:t>
            </w:r>
            <w:r w:rsidRPr="000E228F">
              <w:t xml:space="preserve"> контрольного мероприятия на ____л. в 1 экз.</w:t>
            </w:r>
          </w:p>
        </w:tc>
      </w:tr>
      <w:tr w:rsidR="001A65DE" w:rsidRPr="00FF029C">
        <w:trPr>
          <w:cantSplit/>
        </w:trPr>
        <w:tc>
          <w:tcPr>
            <w:tcW w:w="1795" w:type="dxa"/>
          </w:tcPr>
          <w:p w:rsidR="001A65DE" w:rsidRDefault="001A65DE" w:rsidP="001C7247">
            <w:pPr>
              <w:pStyle w:val="1"/>
            </w:pPr>
          </w:p>
        </w:tc>
        <w:tc>
          <w:tcPr>
            <w:tcW w:w="291" w:type="dxa"/>
          </w:tcPr>
          <w:p w:rsidR="001A65DE" w:rsidRDefault="001A65DE" w:rsidP="001C7247">
            <w:pPr>
              <w:pStyle w:val="1"/>
            </w:pPr>
            <w:r>
              <w:t>2.</w:t>
            </w:r>
          </w:p>
        </w:tc>
        <w:tc>
          <w:tcPr>
            <w:tcW w:w="6793" w:type="dxa"/>
          </w:tcPr>
          <w:p w:rsidR="001A65DE" w:rsidRDefault="001A65DE" w:rsidP="001C7247">
            <w:pPr>
              <w:pStyle w:val="1"/>
              <w:jc w:val="both"/>
            </w:pPr>
            <w:r w:rsidRPr="00F46859">
              <w:t xml:space="preserve">Копия </w:t>
            </w:r>
            <w:r w:rsidRPr="003B4AA4">
              <w:t>акта (актов) проверки</w:t>
            </w:r>
            <w:r>
              <w:t xml:space="preserve"> на ____л. в 1 экз.</w:t>
            </w:r>
          </w:p>
        </w:tc>
      </w:tr>
      <w:tr w:rsidR="001A65DE" w:rsidRPr="00FF029C">
        <w:trPr>
          <w:cantSplit/>
        </w:trPr>
        <w:tc>
          <w:tcPr>
            <w:tcW w:w="1795" w:type="dxa"/>
          </w:tcPr>
          <w:p w:rsidR="001A65DE" w:rsidRDefault="001A65DE" w:rsidP="001C7247">
            <w:pPr>
              <w:pStyle w:val="1"/>
            </w:pPr>
          </w:p>
        </w:tc>
        <w:tc>
          <w:tcPr>
            <w:tcW w:w="291" w:type="dxa"/>
          </w:tcPr>
          <w:p w:rsidR="001A65DE" w:rsidRDefault="001A65DE" w:rsidP="001C7247">
            <w:pPr>
              <w:pStyle w:val="1"/>
            </w:pPr>
            <w:r>
              <w:t>3.</w:t>
            </w:r>
          </w:p>
        </w:tc>
        <w:tc>
          <w:tcPr>
            <w:tcW w:w="6793" w:type="dxa"/>
          </w:tcPr>
          <w:p w:rsidR="001A65DE" w:rsidRPr="00F46859" w:rsidRDefault="001A65DE" w:rsidP="001C7247">
            <w:pPr>
              <w:pStyle w:val="1"/>
              <w:jc w:val="both"/>
            </w:pPr>
            <w:r w:rsidRPr="00F46859">
              <w:t xml:space="preserve">Копии </w:t>
            </w:r>
            <w:r w:rsidRPr="00F46859">
              <w:rPr>
                <w:bCs/>
              </w:rPr>
              <w:t>п</w:t>
            </w:r>
            <w:r w:rsidRPr="00F46859">
              <w:rPr>
                <w:bCs/>
                <w:spacing w:val="-2"/>
              </w:rPr>
              <w:t>ервичных документов</w:t>
            </w:r>
            <w:r w:rsidRPr="00F46859">
              <w:rPr>
                <w:bCs/>
                <w:spacing w:val="-5"/>
              </w:rPr>
              <w:t xml:space="preserve">, подтверждающих факты выявленных правонарушений, </w:t>
            </w:r>
            <w:r w:rsidRPr="00F46859">
              <w:t>на ___ л. в 1 экз.</w:t>
            </w:r>
          </w:p>
        </w:tc>
      </w:tr>
      <w:tr w:rsidR="001A65DE" w:rsidRPr="00FF029C">
        <w:trPr>
          <w:cantSplit/>
        </w:trPr>
        <w:tc>
          <w:tcPr>
            <w:tcW w:w="1795" w:type="dxa"/>
          </w:tcPr>
          <w:p w:rsidR="001A65DE" w:rsidRDefault="001A65DE" w:rsidP="001C7247">
            <w:pPr>
              <w:pStyle w:val="1"/>
            </w:pPr>
          </w:p>
        </w:tc>
        <w:tc>
          <w:tcPr>
            <w:tcW w:w="291" w:type="dxa"/>
          </w:tcPr>
          <w:p w:rsidR="001A65DE" w:rsidRDefault="001A65DE" w:rsidP="001C7247">
            <w:pPr>
              <w:pStyle w:val="1"/>
            </w:pPr>
            <w:r>
              <w:t>4.</w:t>
            </w:r>
          </w:p>
        </w:tc>
        <w:tc>
          <w:tcPr>
            <w:tcW w:w="6793" w:type="dxa"/>
          </w:tcPr>
          <w:p w:rsidR="001A65DE" w:rsidRPr="00F46859" w:rsidRDefault="001A65DE" w:rsidP="001C7247">
            <w:pPr>
              <w:pStyle w:val="1"/>
              <w:jc w:val="both"/>
            </w:pPr>
            <w:r w:rsidRPr="006C13AD">
              <w:t xml:space="preserve">Замечания по акту (актам) по результатам контрольного мероприятия должностных и иных лиц объектов и заключение по ним </w:t>
            </w:r>
            <w:r w:rsidRPr="009C0614">
              <w:rPr>
                <w:i/>
              </w:rPr>
              <w:t>(наименование</w:t>
            </w:r>
            <w:r>
              <w:t xml:space="preserve"> </w:t>
            </w:r>
            <w:r w:rsidRPr="007A3CCF">
              <w:rPr>
                <w:i/>
              </w:rPr>
              <w:t>контрольно-счетного орга</w:t>
            </w:r>
            <w:r>
              <w:rPr>
                <w:i/>
              </w:rPr>
              <w:t>на)</w:t>
            </w:r>
            <w:r w:rsidRPr="006C13AD">
              <w:t xml:space="preserve"> на ____л. в 1 экз.</w:t>
            </w:r>
          </w:p>
        </w:tc>
      </w:tr>
      <w:tr w:rsidR="001A65DE" w:rsidRPr="00FF029C">
        <w:trPr>
          <w:cantSplit/>
        </w:trPr>
        <w:tc>
          <w:tcPr>
            <w:tcW w:w="1795" w:type="dxa"/>
          </w:tcPr>
          <w:p w:rsidR="001A65DE" w:rsidRDefault="001A65DE" w:rsidP="001C7247">
            <w:pPr>
              <w:pStyle w:val="1"/>
            </w:pPr>
          </w:p>
        </w:tc>
        <w:tc>
          <w:tcPr>
            <w:tcW w:w="291" w:type="dxa"/>
          </w:tcPr>
          <w:p w:rsidR="001A65DE" w:rsidRDefault="001A65DE" w:rsidP="001C7247">
            <w:pPr>
              <w:pStyle w:val="1"/>
            </w:pPr>
            <w:r>
              <w:t>5.</w:t>
            </w:r>
          </w:p>
        </w:tc>
        <w:tc>
          <w:tcPr>
            <w:tcW w:w="6793" w:type="dxa"/>
          </w:tcPr>
          <w:p w:rsidR="001A65DE" w:rsidRDefault="001A65DE" w:rsidP="001C7247">
            <w:pPr>
              <w:pStyle w:val="1"/>
              <w:jc w:val="both"/>
            </w:pPr>
            <w:r>
              <w:t xml:space="preserve">Копия предписания (представления) </w:t>
            </w:r>
            <w:r w:rsidRPr="00965C67">
              <w:rPr>
                <w:i/>
              </w:rPr>
              <w:t>(наименование</w:t>
            </w:r>
            <w:r>
              <w:t xml:space="preserve"> </w:t>
            </w:r>
            <w:r w:rsidRPr="007A3CCF">
              <w:rPr>
                <w:i/>
              </w:rPr>
              <w:t>контрольно-счетного орга</w:t>
            </w:r>
            <w:r>
              <w:rPr>
                <w:i/>
              </w:rPr>
              <w:t>на)</w:t>
            </w:r>
            <w:r w:rsidRPr="006C13AD">
              <w:t xml:space="preserve"> </w:t>
            </w:r>
            <w:r>
              <w:t>от «___» _______ 20___ №____ на ___л. в 1 экз.</w:t>
            </w:r>
          </w:p>
          <w:p w:rsidR="001A65DE" w:rsidRPr="00F46859" w:rsidRDefault="001A65DE" w:rsidP="001C7247">
            <w:pPr>
              <w:pStyle w:val="1"/>
              <w:jc w:val="both"/>
            </w:pPr>
          </w:p>
        </w:tc>
      </w:tr>
    </w:tbl>
    <w:p w:rsidR="001A65DE" w:rsidRDefault="001A65DE" w:rsidP="005E5F2B">
      <w:pPr>
        <w:pStyle w:val="BodyTextIndent"/>
        <w:spacing w:line="240" w:lineRule="auto"/>
        <w:ind w:left="284" w:right="-284" w:firstLine="709"/>
        <w:rPr>
          <w:sz w:val="28"/>
        </w:rPr>
      </w:pPr>
    </w:p>
    <w:p w:rsidR="001A65DE" w:rsidRDefault="001A65DE" w:rsidP="005E5F2B">
      <w:pPr>
        <w:pStyle w:val="BodyTextIndent"/>
        <w:spacing w:line="240" w:lineRule="auto"/>
        <w:ind w:left="284" w:right="-284" w:firstLine="709"/>
        <w:rPr>
          <w:sz w:val="28"/>
        </w:rPr>
      </w:pPr>
    </w:p>
    <w:tbl>
      <w:tblPr>
        <w:tblW w:w="9639" w:type="dxa"/>
        <w:tblInd w:w="284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4819"/>
        <w:gridCol w:w="4820"/>
      </w:tblGrid>
      <w:tr w:rsidR="001A65DE" w:rsidRPr="00FF029C">
        <w:trPr>
          <w:cantSplit/>
        </w:trPr>
        <w:tc>
          <w:tcPr>
            <w:tcW w:w="4819" w:type="dxa"/>
            <w:vAlign w:val="bottom"/>
          </w:tcPr>
          <w:p w:rsidR="001A65DE" w:rsidRDefault="001A65DE" w:rsidP="001C7247">
            <w:pPr>
              <w:pStyle w:val="1"/>
            </w:pPr>
            <w:r>
              <w:t>Руководитель</w:t>
            </w:r>
          </w:p>
          <w:p w:rsidR="001A65DE" w:rsidRDefault="001A65DE" w:rsidP="001C7247">
            <w:pPr>
              <w:pStyle w:val="1"/>
            </w:pPr>
            <w:r>
              <w:rPr>
                <w:i/>
                <w:sz w:val="24"/>
                <w:szCs w:val="24"/>
              </w:rPr>
              <w:t xml:space="preserve"> </w:t>
            </w:r>
            <w:r w:rsidRPr="007A3CCF">
              <w:rPr>
                <w:i/>
              </w:rPr>
              <w:t>контрольно-счетного органа</w:t>
            </w:r>
            <w:r>
              <w:t xml:space="preserve">  </w:t>
            </w:r>
          </w:p>
        </w:tc>
        <w:tc>
          <w:tcPr>
            <w:tcW w:w="4820" w:type="dxa"/>
            <w:vAlign w:val="bottom"/>
          </w:tcPr>
          <w:p w:rsidR="001A65DE" w:rsidRPr="002000BC" w:rsidRDefault="001A65DE" w:rsidP="001C7247">
            <w:pPr>
              <w:pStyle w:val="a0"/>
              <w:rPr>
                <w:sz w:val="20"/>
                <w:szCs w:val="20"/>
              </w:rPr>
            </w:pPr>
            <w:r w:rsidRPr="00E95DD4">
              <w:rPr>
                <w:sz w:val="22"/>
                <w:szCs w:val="22"/>
              </w:rPr>
              <w:t>личная подпись</w:t>
            </w:r>
            <w:r>
              <w:t xml:space="preserve">       инициалы, фамилия</w:t>
            </w:r>
          </w:p>
        </w:tc>
      </w:tr>
    </w:tbl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</w:pPr>
    </w:p>
    <w:p w:rsidR="001A65DE" w:rsidRDefault="001A65DE" w:rsidP="005E5F2B">
      <w:pPr>
        <w:spacing w:line="240" w:lineRule="auto"/>
        <w:ind w:left="284" w:right="-284"/>
        <w:sectPr w:rsidR="001A65DE" w:rsidSect="00AD79D8">
          <w:pgSz w:w="11907" w:h="16840" w:code="9"/>
          <w:pgMar w:top="851" w:right="1134" w:bottom="1418" w:left="1134" w:header="709" w:footer="709" w:gutter="0"/>
          <w:pgNumType w:start="1"/>
          <w:cols w:space="60"/>
          <w:noEndnote/>
          <w:titlePg/>
          <w:docGrid w:linePitch="360"/>
        </w:sectPr>
      </w:pPr>
    </w:p>
    <w:p w:rsidR="001A65DE" w:rsidRDefault="001A65DE" w:rsidP="0038038F">
      <w:pPr>
        <w:spacing w:line="240" w:lineRule="auto"/>
        <w:ind w:left="284" w:right="-284"/>
        <w:jc w:val="right"/>
        <w:rPr>
          <w:szCs w:val="28"/>
        </w:rPr>
      </w:pPr>
      <w:r w:rsidRPr="003E3C15">
        <w:rPr>
          <w:sz w:val="24"/>
          <w:szCs w:val="24"/>
        </w:rPr>
        <w:t>Образец оформления</w:t>
      </w:r>
      <w:r>
        <w:rPr>
          <w:sz w:val="24"/>
          <w:szCs w:val="24"/>
        </w:rPr>
        <w:t xml:space="preserve">                                                                 </w:t>
      </w:r>
      <w:r>
        <w:rPr>
          <w:szCs w:val="28"/>
        </w:rPr>
        <w:t>Приложение № 18</w:t>
      </w:r>
    </w:p>
    <w:p w:rsidR="001A65DE" w:rsidRDefault="001A65DE" w:rsidP="005E5F2B">
      <w:pPr>
        <w:spacing w:line="240" w:lineRule="auto"/>
        <w:ind w:left="284" w:right="-284"/>
        <w:rPr>
          <w:szCs w:val="28"/>
        </w:rPr>
      </w:pPr>
    </w:p>
    <w:p w:rsidR="001A65DE" w:rsidRDefault="001A65DE" w:rsidP="005E5F2B">
      <w:pPr>
        <w:spacing w:line="240" w:lineRule="auto"/>
        <w:ind w:left="284" w:right="-284"/>
        <w:rPr>
          <w:szCs w:val="28"/>
        </w:rPr>
      </w:pPr>
    </w:p>
    <w:p w:rsidR="001A65DE" w:rsidRDefault="001A65DE" w:rsidP="005E5F2B">
      <w:pPr>
        <w:spacing w:line="240" w:lineRule="auto"/>
        <w:ind w:left="284" w:right="-284"/>
        <w:rPr>
          <w:szCs w:val="28"/>
        </w:rPr>
      </w:pPr>
      <w:r>
        <w:rPr>
          <w:szCs w:val="28"/>
        </w:rPr>
        <w:t xml:space="preserve">                                    Аналитическая таблица</w:t>
      </w:r>
    </w:p>
    <w:p w:rsidR="001A65DE" w:rsidRDefault="001A65DE" w:rsidP="005E5F2B">
      <w:pPr>
        <w:spacing w:line="240" w:lineRule="auto"/>
        <w:ind w:left="284" w:right="-284"/>
        <w:rPr>
          <w:szCs w:val="28"/>
        </w:rPr>
      </w:pPr>
      <w:r>
        <w:rPr>
          <w:szCs w:val="28"/>
        </w:rPr>
        <w:t xml:space="preserve">                                по результатам мероприятия</w:t>
      </w:r>
    </w:p>
    <w:p w:rsidR="001A65DE" w:rsidRDefault="001A65DE" w:rsidP="005E5F2B">
      <w:pPr>
        <w:spacing w:line="240" w:lineRule="auto"/>
        <w:ind w:left="284" w:right="-284"/>
        <w:rPr>
          <w:szCs w:val="28"/>
        </w:rPr>
      </w:pPr>
    </w:p>
    <w:p w:rsidR="001A65DE" w:rsidRDefault="001A65DE" w:rsidP="005E5F2B">
      <w:pPr>
        <w:pBdr>
          <w:bottom w:val="single" w:sz="12" w:space="1" w:color="auto"/>
        </w:pBdr>
        <w:spacing w:line="240" w:lineRule="auto"/>
        <w:ind w:left="284" w:right="-284"/>
        <w:rPr>
          <w:szCs w:val="28"/>
        </w:rPr>
      </w:pPr>
    </w:p>
    <w:p w:rsidR="001A65DE" w:rsidRDefault="001A65DE" w:rsidP="005E5F2B">
      <w:pPr>
        <w:spacing w:line="240" w:lineRule="auto"/>
        <w:ind w:left="284" w:right="-284"/>
        <w:rPr>
          <w:sz w:val="20"/>
        </w:rPr>
      </w:pPr>
      <w:r>
        <w:rPr>
          <w:szCs w:val="28"/>
        </w:rPr>
        <w:t xml:space="preserve">                        </w:t>
      </w:r>
      <w:r w:rsidRPr="000575D0">
        <w:rPr>
          <w:sz w:val="20"/>
        </w:rPr>
        <w:t>(наименование контрольного мероприятия)</w:t>
      </w:r>
    </w:p>
    <w:p w:rsidR="001A65DE" w:rsidRDefault="001A65DE" w:rsidP="005E5F2B">
      <w:pPr>
        <w:spacing w:line="240" w:lineRule="auto"/>
        <w:ind w:left="284" w:right="-284"/>
        <w:rPr>
          <w:szCs w:val="28"/>
        </w:rPr>
      </w:pPr>
    </w:p>
    <w:tbl>
      <w:tblPr>
        <w:tblW w:w="957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1999"/>
        <w:gridCol w:w="1701"/>
        <w:gridCol w:w="1560"/>
        <w:gridCol w:w="1984"/>
        <w:gridCol w:w="1667"/>
      </w:tblGrid>
      <w:tr w:rsidR="001A65DE" w:rsidRPr="000946E8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№ 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      Описание 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установленного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         факта</w:t>
            </w: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Нарушенные 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законы и иные 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       НПА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Стоимостная 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оценка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(тыс.руб)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Количественная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оценка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(ед.)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Последствия</w:t>
            </w:r>
          </w:p>
        </w:tc>
      </w:tr>
      <w:tr w:rsidR="001A65DE" w:rsidTr="00B70B9F">
        <w:tc>
          <w:tcPr>
            <w:tcW w:w="9571" w:type="dxa"/>
            <w:gridSpan w:val="6"/>
            <w:tcBorders>
              <w:left w:val="nil"/>
              <w:right w:val="nil"/>
            </w:tcBorders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 xml:space="preserve">                    Классификация нарушений согласно классификатору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1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2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</w:tr>
      <w:tr w:rsidR="001A65DE" w:rsidTr="00B70B9F">
        <w:tc>
          <w:tcPr>
            <w:tcW w:w="9571" w:type="dxa"/>
            <w:gridSpan w:val="6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 xml:space="preserve">                                   Прочие нарушения и недостатки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1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2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</w:tr>
      <w:tr w:rsidR="001A65DE" w:rsidTr="00B70B9F">
        <w:tc>
          <w:tcPr>
            <w:tcW w:w="9571" w:type="dxa"/>
            <w:gridSpan w:val="6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 xml:space="preserve">                                     Неэффективное использование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1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Бюджетных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 w:val="20"/>
              </w:rPr>
              <w:t>средств и</w:t>
            </w:r>
            <w:r w:rsidRPr="00B70B9F">
              <w:rPr>
                <w:szCs w:val="28"/>
              </w:rPr>
              <w:t xml:space="preserve"> 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 w:val="20"/>
              </w:rPr>
              <w:t>средств субсидий</w:t>
            </w: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2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За счет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внебюджетных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источников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бюджетных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учреждений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3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 xml:space="preserve">Средств 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муниципальных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предприятий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4</w:t>
            </w: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Средств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хозяйственных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обществ с долей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 w:val="20"/>
              </w:rPr>
            </w:pPr>
            <w:r w:rsidRPr="00B70B9F">
              <w:rPr>
                <w:sz w:val="20"/>
              </w:rPr>
              <w:t>муниципалитета</w:t>
            </w:r>
          </w:p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  <w:tr w:rsidR="001A65DE" w:rsidTr="00B70B9F">
        <w:tc>
          <w:tcPr>
            <w:tcW w:w="9571" w:type="dxa"/>
            <w:gridSpan w:val="6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 xml:space="preserve">            Неэффективное использование муниципальной собственности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  <w:tr w:rsidR="001A65DE" w:rsidTr="00B70B9F">
        <w:tc>
          <w:tcPr>
            <w:tcW w:w="6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99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701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  <w:tc>
          <w:tcPr>
            <w:tcW w:w="1560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984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</w:p>
        </w:tc>
        <w:tc>
          <w:tcPr>
            <w:tcW w:w="1667" w:type="dxa"/>
          </w:tcPr>
          <w:p w:rsidR="001A65DE" w:rsidRPr="00B70B9F" w:rsidRDefault="001A65DE" w:rsidP="00B70B9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84" w:right="-284" w:firstLine="0"/>
              <w:textAlignment w:val="baseline"/>
              <w:rPr>
                <w:szCs w:val="28"/>
              </w:rPr>
            </w:pPr>
            <w:r w:rsidRPr="00B70B9F">
              <w:rPr>
                <w:szCs w:val="28"/>
              </w:rPr>
              <w:t>х</w:t>
            </w:r>
          </w:p>
        </w:tc>
      </w:tr>
    </w:tbl>
    <w:p w:rsidR="001A65DE" w:rsidRDefault="001A65DE" w:rsidP="000C0AB8">
      <w:pPr>
        <w:spacing w:line="240" w:lineRule="auto"/>
        <w:ind w:right="-284" w:firstLine="0"/>
        <w:rPr>
          <w:szCs w:val="28"/>
        </w:rPr>
      </w:pPr>
    </w:p>
    <w:p w:rsidR="001A65DE" w:rsidRDefault="001A65DE" w:rsidP="000C0AB8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Объем средств, охваченных при проведении мероприятия_____________________</w:t>
      </w:r>
    </w:p>
    <w:p w:rsidR="001A65DE" w:rsidRDefault="001A65DE" w:rsidP="000C0AB8">
      <w:pPr>
        <w:spacing w:line="240" w:lineRule="auto"/>
        <w:ind w:right="-284" w:firstLine="0"/>
        <w:rPr>
          <w:szCs w:val="28"/>
        </w:rPr>
      </w:pPr>
    </w:p>
    <w:p w:rsidR="001A65DE" w:rsidRDefault="001A65DE" w:rsidP="000C0AB8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Руководитель мероприятия</w:t>
      </w:r>
    </w:p>
    <w:p w:rsidR="001A65DE" w:rsidRDefault="001A65DE" w:rsidP="000C0AB8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______________________                 ______________            ____________________</w:t>
      </w:r>
    </w:p>
    <w:p w:rsidR="001A65DE" w:rsidRPr="000C0AB8" w:rsidRDefault="001A65DE" w:rsidP="000C0AB8">
      <w:pPr>
        <w:spacing w:line="240" w:lineRule="auto"/>
        <w:ind w:right="-284" w:firstLine="0"/>
        <w:rPr>
          <w:sz w:val="20"/>
        </w:rPr>
      </w:pPr>
      <w:r>
        <w:rPr>
          <w:szCs w:val="28"/>
        </w:rPr>
        <w:t xml:space="preserve">            (</w:t>
      </w:r>
      <w:r w:rsidRPr="000C0AB8">
        <w:rPr>
          <w:sz w:val="20"/>
        </w:rPr>
        <w:t>должность)</w:t>
      </w:r>
      <w:r>
        <w:rPr>
          <w:sz w:val="20"/>
        </w:rPr>
        <w:t xml:space="preserve">                                                       (подпись)                                        (расшифроввка подписи)</w:t>
      </w:r>
    </w:p>
    <w:p w:rsidR="001A65DE" w:rsidRPr="000C0AB8" w:rsidRDefault="001A65DE" w:rsidP="005E5F2B">
      <w:pPr>
        <w:spacing w:line="240" w:lineRule="auto"/>
        <w:ind w:left="284" w:right="-284"/>
        <w:rPr>
          <w:sz w:val="20"/>
        </w:rPr>
      </w:pPr>
    </w:p>
    <w:sectPr w:rsidR="001A65DE" w:rsidRPr="000C0AB8" w:rsidSect="00AD79D8">
      <w:pgSz w:w="11907" w:h="16840" w:code="9"/>
      <w:pgMar w:top="851" w:right="1134" w:bottom="1418" w:left="1134" w:header="709" w:footer="709" w:gutter="0"/>
      <w:pgNumType w:start="1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5DE" w:rsidRDefault="001A65DE">
      <w:r>
        <w:separator/>
      </w:r>
    </w:p>
  </w:endnote>
  <w:endnote w:type="continuationSeparator" w:id="0">
    <w:p w:rsidR="001A65DE" w:rsidRDefault="001A6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52</w:t>
    </w:r>
    <w:r>
      <w:rPr>
        <w:rStyle w:val="PageNumber"/>
      </w:rPr>
      <w:fldChar w:fldCharType="end"/>
    </w:r>
  </w:p>
  <w:p w:rsidR="001A65DE" w:rsidRDefault="001A65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Pr="00F87CC6" w:rsidRDefault="001A65DE" w:rsidP="001C7247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5DE" w:rsidRDefault="001A65DE">
      <w:r>
        <w:separator/>
      </w:r>
    </w:p>
  </w:footnote>
  <w:footnote w:type="continuationSeparator" w:id="0">
    <w:p w:rsidR="001A65DE" w:rsidRDefault="001A6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 w:rsidP="001C7247">
    <w:pPr>
      <w:pStyle w:val="Header"/>
    </w:pPr>
    <w:fldSimple w:instr=" PAGE   \* MERGEFORMAT ">
      <w:r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 w:rsidP="001C72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 w:rsidP="001C7247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>
    <w:pPr>
      <w:pStyle w:val="Header"/>
      <w:framePr w:wrap="around" w:vAnchor="text" w:hAnchor="margin" w:xAlign="right" w:y="1"/>
      <w:rPr>
        <w:rStyle w:val="PageNumber"/>
        <w:szCs w:val="28"/>
      </w:rPr>
    </w:pPr>
    <w:r>
      <w:rPr>
        <w:rStyle w:val="PageNumber"/>
        <w:szCs w:val="28"/>
      </w:rPr>
      <w:fldChar w:fldCharType="begin"/>
    </w:r>
    <w:r>
      <w:rPr>
        <w:rStyle w:val="PageNumber"/>
        <w:szCs w:val="28"/>
      </w:rPr>
      <w:instrText xml:space="preserve">PAGE  </w:instrText>
    </w:r>
    <w:r>
      <w:rPr>
        <w:rStyle w:val="PageNumber"/>
        <w:szCs w:val="28"/>
      </w:rPr>
      <w:fldChar w:fldCharType="separate"/>
    </w:r>
    <w:r>
      <w:rPr>
        <w:rStyle w:val="PageNumber"/>
        <w:noProof/>
        <w:szCs w:val="28"/>
      </w:rPr>
      <w:t>52</w:t>
    </w:r>
    <w:r>
      <w:rPr>
        <w:rStyle w:val="PageNumber"/>
        <w:szCs w:val="28"/>
      </w:rPr>
      <w:fldChar w:fldCharType="end"/>
    </w:r>
  </w:p>
  <w:p w:rsidR="001A65DE" w:rsidRDefault="001A65DE">
    <w:pPr>
      <w:pStyle w:val="Header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>
    <w:pPr>
      <w:pStyle w:val="Header"/>
    </w:pPr>
    <w:fldSimple w:instr=" PAGE   \* MERGEFORMAT ">
      <w:r>
        <w:rPr>
          <w:noProof/>
        </w:rPr>
        <w:t>2</w:t>
      </w:r>
    </w:fldSimple>
  </w:p>
  <w:p w:rsidR="001A65DE" w:rsidRDefault="001A65DE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Default="001A65DE">
    <w:pPr>
      <w:pStyle w:val="Header"/>
      <w:framePr w:wrap="around" w:vAnchor="text" w:hAnchor="margin" w:xAlign="center" w:y="1"/>
      <w:rPr>
        <w:rStyle w:val="PageNumber"/>
        <w:szCs w:val="28"/>
      </w:rPr>
    </w:pPr>
    <w:r>
      <w:rPr>
        <w:rStyle w:val="PageNumber"/>
        <w:szCs w:val="28"/>
      </w:rPr>
      <w:fldChar w:fldCharType="begin"/>
    </w:r>
    <w:r>
      <w:rPr>
        <w:rStyle w:val="PageNumber"/>
        <w:szCs w:val="28"/>
      </w:rPr>
      <w:instrText xml:space="preserve">PAGE  </w:instrText>
    </w:r>
    <w:r>
      <w:rPr>
        <w:rStyle w:val="PageNumber"/>
        <w:szCs w:val="28"/>
      </w:rPr>
      <w:fldChar w:fldCharType="separate"/>
    </w:r>
    <w:r>
      <w:rPr>
        <w:rStyle w:val="PageNumber"/>
        <w:noProof/>
        <w:szCs w:val="28"/>
      </w:rPr>
      <w:t>52</w:t>
    </w:r>
    <w:r>
      <w:rPr>
        <w:rStyle w:val="PageNumber"/>
        <w:szCs w:val="28"/>
      </w:rPr>
      <w:fldChar w:fldCharType="end"/>
    </w:r>
  </w:p>
  <w:p w:rsidR="001A65DE" w:rsidRDefault="001A65DE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DE" w:rsidRPr="00E3720A" w:rsidRDefault="001A65DE" w:rsidP="00E3720A">
    <w:pPr>
      <w:pStyle w:val="Header"/>
      <w:rPr>
        <w:rStyle w:val="PageNumber"/>
        <w:szCs w:val="28"/>
        <w:lang w:eastAsia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37EEC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DF0A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12440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1"/>
  </w:num>
  <w:num w:numId="11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954"/>
    <w:rsid w:val="0000193E"/>
    <w:rsid w:val="00001A44"/>
    <w:rsid w:val="00002165"/>
    <w:rsid w:val="00003506"/>
    <w:rsid w:val="00004356"/>
    <w:rsid w:val="00004ED6"/>
    <w:rsid w:val="00005814"/>
    <w:rsid w:val="00006234"/>
    <w:rsid w:val="00006613"/>
    <w:rsid w:val="000067DB"/>
    <w:rsid w:val="00007368"/>
    <w:rsid w:val="00011732"/>
    <w:rsid w:val="00011D2D"/>
    <w:rsid w:val="00011EE7"/>
    <w:rsid w:val="000145A8"/>
    <w:rsid w:val="00014C59"/>
    <w:rsid w:val="00016B06"/>
    <w:rsid w:val="00016FE6"/>
    <w:rsid w:val="000179EB"/>
    <w:rsid w:val="0002134A"/>
    <w:rsid w:val="00022A66"/>
    <w:rsid w:val="00024B8C"/>
    <w:rsid w:val="000320A0"/>
    <w:rsid w:val="0003236D"/>
    <w:rsid w:val="00032587"/>
    <w:rsid w:val="00032DD3"/>
    <w:rsid w:val="00032ED9"/>
    <w:rsid w:val="000330AA"/>
    <w:rsid w:val="0003533E"/>
    <w:rsid w:val="00035620"/>
    <w:rsid w:val="00037401"/>
    <w:rsid w:val="00037728"/>
    <w:rsid w:val="00037A0B"/>
    <w:rsid w:val="000419BB"/>
    <w:rsid w:val="000431F0"/>
    <w:rsid w:val="000443CB"/>
    <w:rsid w:val="000448B6"/>
    <w:rsid w:val="00045612"/>
    <w:rsid w:val="00045E8B"/>
    <w:rsid w:val="000461B8"/>
    <w:rsid w:val="00047ABF"/>
    <w:rsid w:val="000514C6"/>
    <w:rsid w:val="0005372F"/>
    <w:rsid w:val="00054AAC"/>
    <w:rsid w:val="0005631F"/>
    <w:rsid w:val="00056BE2"/>
    <w:rsid w:val="00056C06"/>
    <w:rsid w:val="000575D0"/>
    <w:rsid w:val="0005794A"/>
    <w:rsid w:val="00061977"/>
    <w:rsid w:val="00061DC7"/>
    <w:rsid w:val="00063481"/>
    <w:rsid w:val="00066042"/>
    <w:rsid w:val="00066753"/>
    <w:rsid w:val="00066FFC"/>
    <w:rsid w:val="0006710A"/>
    <w:rsid w:val="00067853"/>
    <w:rsid w:val="000709D7"/>
    <w:rsid w:val="00071E1E"/>
    <w:rsid w:val="00072401"/>
    <w:rsid w:val="00072B6F"/>
    <w:rsid w:val="00073A8E"/>
    <w:rsid w:val="000744AE"/>
    <w:rsid w:val="00074C10"/>
    <w:rsid w:val="00082292"/>
    <w:rsid w:val="0008494A"/>
    <w:rsid w:val="0008502E"/>
    <w:rsid w:val="00085084"/>
    <w:rsid w:val="00087167"/>
    <w:rsid w:val="000946E8"/>
    <w:rsid w:val="000964C7"/>
    <w:rsid w:val="000A00EC"/>
    <w:rsid w:val="000A090B"/>
    <w:rsid w:val="000A2AC4"/>
    <w:rsid w:val="000A4DE4"/>
    <w:rsid w:val="000B182B"/>
    <w:rsid w:val="000B182F"/>
    <w:rsid w:val="000B2735"/>
    <w:rsid w:val="000C0AB8"/>
    <w:rsid w:val="000C0C57"/>
    <w:rsid w:val="000C0F39"/>
    <w:rsid w:val="000C223F"/>
    <w:rsid w:val="000C277E"/>
    <w:rsid w:val="000C3347"/>
    <w:rsid w:val="000C351E"/>
    <w:rsid w:val="000C3B3E"/>
    <w:rsid w:val="000C4EEA"/>
    <w:rsid w:val="000C5ABA"/>
    <w:rsid w:val="000C5E90"/>
    <w:rsid w:val="000D066E"/>
    <w:rsid w:val="000D131E"/>
    <w:rsid w:val="000D336E"/>
    <w:rsid w:val="000D3C57"/>
    <w:rsid w:val="000D464D"/>
    <w:rsid w:val="000D4A3A"/>
    <w:rsid w:val="000D6FA5"/>
    <w:rsid w:val="000D7E2C"/>
    <w:rsid w:val="000E15DB"/>
    <w:rsid w:val="000E19A1"/>
    <w:rsid w:val="000E228F"/>
    <w:rsid w:val="000E4B22"/>
    <w:rsid w:val="000E5D71"/>
    <w:rsid w:val="000F220C"/>
    <w:rsid w:val="000F293E"/>
    <w:rsid w:val="000F3650"/>
    <w:rsid w:val="000F4002"/>
    <w:rsid w:val="000F5121"/>
    <w:rsid w:val="000F7271"/>
    <w:rsid w:val="001013D0"/>
    <w:rsid w:val="0010262E"/>
    <w:rsid w:val="00102C0A"/>
    <w:rsid w:val="00102C69"/>
    <w:rsid w:val="00102CB0"/>
    <w:rsid w:val="0010494C"/>
    <w:rsid w:val="001059BD"/>
    <w:rsid w:val="00105FA8"/>
    <w:rsid w:val="00106798"/>
    <w:rsid w:val="0010716B"/>
    <w:rsid w:val="00107369"/>
    <w:rsid w:val="00107390"/>
    <w:rsid w:val="00107909"/>
    <w:rsid w:val="00111844"/>
    <w:rsid w:val="00112671"/>
    <w:rsid w:val="00113356"/>
    <w:rsid w:val="00113559"/>
    <w:rsid w:val="001152C8"/>
    <w:rsid w:val="001156B8"/>
    <w:rsid w:val="00120587"/>
    <w:rsid w:val="00120F98"/>
    <w:rsid w:val="001210D8"/>
    <w:rsid w:val="00125DB1"/>
    <w:rsid w:val="00126BF5"/>
    <w:rsid w:val="001272CE"/>
    <w:rsid w:val="00127E45"/>
    <w:rsid w:val="00127F08"/>
    <w:rsid w:val="00130C0A"/>
    <w:rsid w:val="00130DE2"/>
    <w:rsid w:val="00131817"/>
    <w:rsid w:val="0013308A"/>
    <w:rsid w:val="001332F8"/>
    <w:rsid w:val="00133965"/>
    <w:rsid w:val="00135864"/>
    <w:rsid w:val="0013612C"/>
    <w:rsid w:val="00137182"/>
    <w:rsid w:val="001378E8"/>
    <w:rsid w:val="00141411"/>
    <w:rsid w:val="00142DE5"/>
    <w:rsid w:val="00142E44"/>
    <w:rsid w:val="00144479"/>
    <w:rsid w:val="00145632"/>
    <w:rsid w:val="00145820"/>
    <w:rsid w:val="00146E54"/>
    <w:rsid w:val="00146F5B"/>
    <w:rsid w:val="00147C6D"/>
    <w:rsid w:val="00151F1C"/>
    <w:rsid w:val="00153AC8"/>
    <w:rsid w:val="00155488"/>
    <w:rsid w:val="0015584D"/>
    <w:rsid w:val="00156051"/>
    <w:rsid w:val="00160B2F"/>
    <w:rsid w:val="00163FA6"/>
    <w:rsid w:val="00164675"/>
    <w:rsid w:val="0016476B"/>
    <w:rsid w:val="00164E59"/>
    <w:rsid w:val="00167957"/>
    <w:rsid w:val="0017033B"/>
    <w:rsid w:val="00170E29"/>
    <w:rsid w:val="001714E6"/>
    <w:rsid w:val="001717A4"/>
    <w:rsid w:val="00171E20"/>
    <w:rsid w:val="00173738"/>
    <w:rsid w:val="00173A33"/>
    <w:rsid w:val="00174193"/>
    <w:rsid w:val="001743B1"/>
    <w:rsid w:val="0017513B"/>
    <w:rsid w:val="00175A0B"/>
    <w:rsid w:val="00176186"/>
    <w:rsid w:val="00176694"/>
    <w:rsid w:val="00176727"/>
    <w:rsid w:val="00176E6C"/>
    <w:rsid w:val="0017740C"/>
    <w:rsid w:val="00181AA5"/>
    <w:rsid w:val="00181D84"/>
    <w:rsid w:val="00182B29"/>
    <w:rsid w:val="001839CB"/>
    <w:rsid w:val="0018405F"/>
    <w:rsid w:val="00185E55"/>
    <w:rsid w:val="001875D7"/>
    <w:rsid w:val="00190056"/>
    <w:rsid w:val="001945D0"/>
    <w:rsid w:val="00195798"/>
    <w:rsid w:val="00195FBB"/>
    <w:rsid w:val="00196894"/>
    <w:rsid w:val="00196AC0"/>
    <w:rsid w:val="001971AA"/>
    <w:rsid w:val="001A1279"/>
    <w:rsid w:val="001A1867"/>
    <w:rsid w:val="001A1BCA"/>
    <w:rsid w:val="001A2022"/>
    <w:rsid w:val="001A3C5B"/>
    <w:rsid w:val="001A4211"/>
    <w:rsid w:val="001A467A"/>
    <w:rsid w:val="001A5616"/>
    <w:rsid w:val="001A65DE"/>
    <w:rsid w:val="001A6E82"/>
    <w:rsid w:val="001B355D"/>
    <w:rsid w:val="001B41CB"/>
    <w:rsid w:val="001B495F"/>
    <w:rsid w:val="001B62CA"/>
    <w:rsid w:val="001B644B"/>
    <w:rsid w:val="001B6618"/>
    <w:rsid w:val="001B7D48"/>
    <w:rsid w:val="001C0A6B"/>
    <w:rsid w:val="001C335A"/>
    <w:rsid w:val="001C3865"/>
    <w:rsid w:val="001C419D"/>
    <w:rsid w:val="001C4CF7"/>
    <w:rsid w:val="001C5186"/>
    <w:rsid w:val="001C589D"/>
    <w:rsid w:val="001C7247"/>
    <w:rsid w:val="001C77BF"/>
    <w:rsid w:val="001D0467"/>
    <w:rsid w:val="001D15BA"/>
    <w:rsid w:val="001D17FC"/>
    <w:rsid w:val="001D1E48"/>
    <w:rsid w:val="001D3250"/>
    <w:rsid w:val="001D37D6"/>
    <w:rsid w:val="001D44CF"/>
    <w:rsid w:val="001D452F"/>
    <w:rsid w:val="001E0C11"/>
    <w:rsid w:val="001E0ED0"/>
    <w:rsid w:val="001E1A1F"/>
    <w:rsid w:val="001E262D"/>
    <w:rsid w:val="001E34E0"/>
    <w:rsid w:val="001E3BF1"/>
    <w:rsid w:val="001E7BAE"/>
    <w:rsid w:val="001F107A"/>
    <w:rsid w:val="001F24DF"/>
    <w:rsid w:val="001F38C5"/>
    <w:rsid w:val="001F4B83"/>
    <w:rsid w:val="001F5C97"/>
    <w:rsid w:val="002000BC"/>
    <w:rsid w:val="0020066C"/>
    <w:rsid w:val="002017B7"/>
    <w:rsid w:val="002025D7"/>
    <w:rsid w:val="002050DC"/>
    <w:rsid w:val="0020665E"/>
    <w:rsid w:val="00207C21"/>
    <w:rsid w:val="00213B03"/>
    <w:rsid w:val="00214A91"/>
    <w:rsid w:val="00215573"/>
    <w:rsid w:val="00216CA0"/>
    <w:rsid w:val="00216D46"/>
    <w:rsid w:val="00217662"/>
    <w:rsid w:val="0022127B"/>
    <w:rsid w:val="002212A3"/>
    <w:rsid w:val="00226724"/>
    <w:rsid w:val="0022687C"/>
    <w:rsid w:val="002314A3"/>
    <w:rsid w:val="00232A1D"/>
    <w:rsid w:val="00232A3E"/>
    <w:rsid w:val="002334F6"/>
    <w:rsid w:val="0023360C"/>
    <w:rsid w:val="00235664"/>
    <w:rsid w:val="00235B94"/>
    <w:rsid w:val="002376E2"/>
    <w:rsid w:val="002401D1"/>
    <w:rsid w:val="00245BC8"/>
    <w:rsid w:val="00246170"/>
    <w:rsid w:val="00247083"/>
    <w:rsid w:val="00247F4B"/>
    <w:rsid w:val="002514BB"/>
    <w:rsid w:val="00252017"/>
    <w:rsid w:val="002530A1"/>
    <w:rsid w:val="00254871"/>
    <w:rsid w:val="0026027E"/>
    <w:rsid w:val="00260CCE"/>
    <w:rsid w:val="00263152"/>
    <w:rsid w:val="0026543B"/>
    <w:rsid w:val="0026567E"/>
    <w:rsid w:val="00267805"/>
    <w:rsid w:val="0027024F"/>
    <w:rsid w:val="00270544"/>
    <w:rsid w:val="00270A2A"/>
    <w:rsid w:val="00270B8E"/>
    <w:rsid w:val="00270F71"/>
    <w:rsid w:val="002713C3"/>
    <w:rsid w:val="00271838"/>
    <w:rsid w:val="002721AF"/>
    <w:rsid w:val="0027301E"/>
    <w:rsid w:val="002765C3"/>
    <w:rsid w:val="002777A3"/>
    <w:rsid w:val="002807CE"/>
    <w:rsid w:val="00280942"/>
    <w:rsid w:val="00280D7A"/>
    <w:rsid w:val="00282C5E"/>
    <w:rsid w:val="0028315C"/>
    <w:rsid w:val="00286D25"/>
    <w:rsid w:val="00287865"/>
    <w:rsid w:val="002900F2"/>
    <w:rsid w:val="002911AD"/>
    <w:rsid w:val="00291341"/>
    <w:rsid w:val="00291BDE"/>
    <w:rsid w:val="00292618"/>
    <w:rsid w:val="00292C6E"/>
    <w:rsid w:val="00294F06"/>
    <w:rsid w:val="00294F90"/>
    <w:rsid w:val="00295489"/>
    <w:rsid w:val="002A0067"/>
    <w:rsid w:val="002A05CA"/>
    <w:rsid w:val="002A1ADF"/>
    <w:rsid w:val="002A2D02"/>
    <w:rsid w:val="002A4CE0"/>
    <w:rsid w:val="002A508A"/>
    <w:rsid w:val="002A6BF1"/>
    <w:rsid w:val="002A73F7"/>
    <w:rsid w:val="002B3928"/>
    <w:rsid w:val="002B3B41"/>
    <w:rsid w:val="002B549F"/>
    <w:rsid w:val="002B752B"/>
    <w:rsid w:val="002C05C2"/>
    <w:rsid w:val="002C150C"/>
    <w:rsid w:val="002C1EE1"/>
    <w:rsid w:val="002C38FB"/>
    <w:rsid w:val="002C48DC"/>
    <w:rsid w:val="002C49EA"/>
    <w:rsid w:val="002C52EB"/>
    <w:rsid w:val="002C6E5C"/>
    <w:rsid w:val="002C72EF"/>
    <w:rsid w:val="002C78F3"/>
    <w:rsid w:val="002C7F88"/>
    <w:rsid w:val="002D00DF"/>
    <w:rsid w:val="002D109B"/>
    <w:rsid w:val="002D19F9"/>
    <w:rsid w:val="002D1F40"/>
    <w:rsid w:val="002D2824"/>
    <w:rsid w:val="002D3786"/>
    <w:rsid w:val="002D47F2"/>
    <w:rsid w:val="002D5568"/>
    <w:rsid w:val="002D5C10"/>
    <w:rsid w:val="002D5EF0"/>
    <w:rsid w:val="002D681B"/>
    <w:rsid w:val="002E05DA"/>
    <w:rsid w:val="002E10F0"/>
    <w:rsid w:val="002E2EF7"/>
    <w:rsid w:val="002E575B"/>
    <w:rsid w:val="002E6FB5"/>
    <w:rsid w:val="002F06DD"/>
    <w:rsid w:val="002F1534"/>
    <w:rsid w:val="002F463F"/>
    <w:rsid w:val="002F4900"/>
    <w:rsid w:val="002F7A03"/>
    <w:rsid w:val="002F7D7E"/>
    <w:rsid w:val="00300F83"/>
    <w:rsid w:val="00301087"/>
    <w:rsid w:val="0030190E"/>
    <w:rsid w:val="00301D97"/>
    <w:rsid w:val="00305C89"/>
    <w:rsid w:val="00305DD3"/>
    <w:rsid w:val="00310A56"/>
    <w:rsid w:val="00311038"/>
    <w:rsid w:val="00311122"/>
    <w:rsid w:val="00311E1F"/>
    <w:rsid w:val="0031212C"/>
    <w:rsid w:val="003134C8"/>
    <w:rsid w:val="0031365D"/>
    <w:rsid w:val="00315014"/>
    <w:rsid w:val="00322335"/>
    <w:rsid w:val="0032243E"/>
    <w:rsid w:val="00323DFB"/>
    <w:rsid w:val="00325FB8"/>
    <w:rsid w:val="00326C5A"/>
    <w:rsid w:val="00326E90"/>
    <w:rsid w:val="003274E9"/>
    <w:rsid w:val="003307BC"/>
    <w:rsid w:val="00331682"/>
    <w:rsid w:val="00331B50"/>
    <w:rsid w:val="00331D56"/>
    <w:rsid w:val="00332D2A"/>
    <w:rsid w:val="00332E44"/>
    <w:rsid w:val="00333BFE"/>
    <w:rsid w:val="00335B23"/>
    <w:rsid w:val="00336BD0"/>
    <w:rsid w:val="0033782F"/>
    <w:rsid w:val="003414B2"/>
    <w:rsid w:val="00341E21"/>
    <w:rsid w:val="00343257"/>
    <w:rsid w:val="0034374F"/>
    <w:rsid w:val="0034381A"/>
    <w:rsid w:val="003439FC"/>
    <w:rsid w:val="003450A2"/>
    <w:rsid w:val="003453DB"/>
    <w:rsid w:val="00345412"/>
    <w:rsid w:val="00345FBA"/>
    <w:rsid w:val="00346916"/>
    <w:rsid w:val="00347737"/>
    <w:rsid w:val="003502B1"/>
    <w:rsid w:val="00350C47"/>
    <w:rsid w:val="003518FA"/>
    <w:rsid w:val="003529FC"/>
    <w:rsid w:val="003547CF"/>
    <w:rsid w:val="00355039"/>
    <w:rsid w:val="00356182"/>
    <w:rsid w:val="003569B2"/>
    <w:rsid w:val="00356B3E"/>
    <w:rsid w:val="003574E8"/>
    <w:rsid w:val="00363E5D"/>
    <w:rsid w:val="00364B9A"/>
    <w:rsid w:val="003652AB"/>
    <w:rsid w:val="00365C96"/>
    <w:rsid w:val="00366862"/>
    <w:rsid w:val="00366CAA"/>
    <w:rsid w:val="00367DB3"/>
    <w:rsid w:val="00370FA1"/>
    <w:rsid w:val="00371C7A"/>
    <w:rsid w:val="003726E6"/>
    <w:rsid w:val="003733F3"/>
    <w:rsid w:val="00376CC2"/>
    <w:rsid w:val="0038038F"/>
    <w:rsid w:val="00383610"/>
    <w:rsid w:val="00383A1F"/>
    <w:rsid w:val="0038498A"/>
    <w:rsid w:val="00384B5A"/>
    <w:rsid w:val="00385A92"/>
    <w:rsid w:val="00385DFD"/>
    <w:rsid w:val="003863CA"/>
    <w:rsid w:val="00387593"/>
    <w:rsid w:val="00390B87"/>
    <w:rsid w:val="00391800"/>
    <w:rsid w:val="003936EE"/>
    <w:rsid w:val="00394972"/>
    <w:rsid w:val="00395471"/>
    <w:rsid w:val="00397E78"/>
    <w:rsid w:val="003A06F4"/>
    <w:rsid w:val="003A23B6"/>
    <w:rsid w:val="003A2759"/>
    <w:rsid w:val="003A281A"/>
    <w:rsid w:val="003A3A78"/>
    <w:rsid w:val="003A45A8"/>
    <w:rsid w:val="003A55E8"/>
    <w:rsid w:val="003B05B6"/>
    <w:rsid w:val="003B1ADE"/>
    <w:rsid w:val="003B4AA4"/>
    <w:rsid w:val="003B4AFC"/>
    <w:rsid w:val="003B66CE"/>
    <w:rsid w:val="003C03A5"/>
    <w:rsid w:val="003C095F"/>
    <w:rsid w:val="003C10F1"/>
    <w:rsid w:val="003C2F90"/>
    <w:rsid w:val="003C30D7"/>
    <w:rsid w:val="003C3284"/>
    <w:rsid w:val="003C4353"/>
    <w:rsid w:val="003C7351"/>
    <w:rsid w:val="003C77DA"/>
    <w:rsid w:val="003C7954"/>
    <w:rsid w:val="003D3DF4"/>
    <w:rsid w:val="003D450F"/>
    <w:rsid w:val="003D453F"/>
    <w:rsid w:val="003D4E01"/>
    <w:rsid w:val="003D5AAD"/>
    <w:rsid w:val="003D6947"/>
    <w:rsid w:val="003D6B52"/>
    <w:rsid w:val="003E3AD9"/>
    <w:rsid w:val="003E3C15"/>
    <w:rsid w:val="003E3D40"/>
    <w:rsid w:val="003E489F"/>
    <w:rsid w:val="003E74BC"/>
    <w:rsid w:val="003E7AAF"/>
    <w:rsid w:val="003F35E6"/>
    <w:rsid w:val="003F3E16"/>
    <w:rsid w:val="003F42C9"/>
    <w:rsid w:val="003F4308"/>
    <w:rsid w:val="003F4750"/>
    <w:rsid w:val="003F4A74"/>
    <w:rsid w:val="003F597D"/>
    <w:rsid w:val="003F68D8"/>
    <w:rsid w:val="003F7C2C"/>
    <w:rsid w:val="00401AFD"/>
    <w:rsid w:val="00402BFE"/>
    <w:rsid w:val="0040394A"/>
    <w:rsid w:val="0040449E"/>
    <w:rsid w:val="0040585E"/>
    <w:rsid w:val="00405868"/>
    <w:rsid w:val="00406BBD"/>
    <w:rsid w:val="00407221"/>
    <w:rsid w:val="004079D7"/>
    <w:rsid w:val="00411048"/>
    <w:rsid w:val="00412E3F"/>
    <w:rsid w:val="00413720"/>
    <w:rsid w:val="004141A2"/>
    <w:rsid w:val="0041447C"/>
    <w:rsid w:val="004145F6"/>
    <w:rsid w:val="00414837"/>
    <w:rsid w:val="00414D38"/>
    <w:rsid w:val="00415D21"/>
    <w:rsid w:val="00415F3C"/>
    <w:rsid w:val="00415FDE"/>
    <w:rsid w:val="0042074F"/>
    <w:rsid w:val="00420AF9"/>
    <w:rsid w:val="0042302F"/>
    <w:rsid w:val="00423D29"/>
    <w:rsid w:val="00423E23"/>
    <w:rsid w:val="00423F82"/>
    <w:rsid w:val="00424289"/>
    <w:rsid w:val="0042513B"/>
    <w:rsid w:val="00427145"/>
    <w:rsid w:val="00427C0A"/>
    <w:rsid w:val="0043019B"/>
    <w:rsid w:val="0043521D"/>
    <w:rsid w:val="0043588D"/>
    <w:rsid w:val="00436015"/>
    <w:rsid w:val="004374B7"/>
    <w:rsid w:val="004379A8"/>
    <w:rsid w:val="00441716"/>
    <w:rsid w:val="00441849"/>
    <w:rsid w:val="0044274E"/>
    <w:rsid w:val="004428F1"/>
    <w:rsid w:val="0044432F"/>
    <w:rsid w:val="004445C8"/>
    <w:rsid w:val="00445BF4"/>
    <w:rsid w:val="00446CD7"/>
    <w:rsid w:val="0044702C"/>
    <w:rsid w:val="0044705B"/>
    <w:rsid w:val="004470B6"/>
    <w:rsid w:val="0044737A"/>
    <w:rsid w:val="0044776F"/>
    <w:rsid w:val="00450571"/>
    <w:rsid w:val="00450D30"/>
    <w:rsid w:val="00452999"/>
    <w:rsid w:val="00452D85"/>
    <w:rsid w:val="00455E89"/>
    <w:rsid w:val="0045620D"/>
    <w:rsid w:val="004606FB"/>
    <w:rsid w:val="004607F4"/>
    <w:rsid w:val="00462E5C"/>
    <w:rsid w:val="004643B0"/>
    <w:rsid w:val="00465343"/>
    <w:rsid w:val="0046539D"/>
    <w:rsid w:val="0046637B"/>
    <w:rsid w:val="004672AD"/>
    <w:rsid w:val="004702DF"/>
    <w:rsid w:val="004732A5"/>
    <w:rsid w:val="004738CB"/>
    <w:rsid w:val="00476EEA"/>
    <w:rsid w:val="00480854"/>
    <w:rsid w:val="00481017"/>
    <w:rsid w:val="00481D3D"/>
    <w:rsid w:val="00482F5E"/>
    <w:rsid w:val="00483611"/>
    <w:rsid w:val="004849F6"/>
    <w:rsid w:val="00485C9B"/>
    <w:rsid w:val="00485D5F"/>
    <w:rsid w:val="00487B2A"/>
    <w:rsid w:val="00487F12"/>
    <w:rsid w:val="00492CE4"/>
    <w:rsid w:val="0049433D"/>
    <w:rsid w:val="00497523"/>
    <w:rsid w:val="00497BDB"/>
    <w:rsid w:val="004A2829"/>
    <w:rsid w:val="004A2839"/>
    <w:rsid w:val="004A28F7"/>
    <w:rsid w:val="004A30EA"/>
    <w:rsid w:val="004A3E34"/>
    <w:rsid w:val="004A53D2"/>
    <w:rsid w:val="004A6A29"/>
    <w:rsid w:val="004A7D83"/>
    <w:rsid w:val="004B07D0"/>
    <w:rsid w:val="004B2B13"/>
    <w:rsid w:val="004B530C"/>
    <w:rsid w:val="004B6479"/>
    <w:rsid w:val="004B6DFF"/>
    <w:rsid w:val="004B6F83"/>
    <w:rsid w:val="004B7061"/>
    <w:rsid w:val="004C0F1C"/>
    <w:rsid w:val="004C12D1"/>
    <w:rsid w:val="004C2052"/>
    <w:rsid w:val="004C30B6"/>
    <w:rsid w:val="004C3880"/>
    <w:rsid w:val="004C393D"/>
    <w:rsid w:val="004C5399"/>
    <w:rsid w:val="004C615E"/>
    <w:rsid w:val="004C64AE"/>
    <w:rsid w:val="004C65A2"/>
    <w:rsid w:val="004C65AA"/>
    <w:rsid w:val="004C693B"/>
    <w:rsid w:val="004C762B"/>
    <w:rsid w:val="004C7B67"/>
    <w:rsid w:val="004C7EBD"/>
    <w:rsid w:val="004D0F77"/>
    <w:rsid w:val="004D11C4"/>
    <w:rsid w:val="004D1B8F"/>
    <w:rsid w:val="004D2372"/>
    <w:rsid w:val="004D3CD5"/>
    <w:rsid w:val="004D4144"/>
    <w:rsid w:val="004D5CF3"/>
    <w:rsid w:val="004D6550"/>
    <w:rsid w:val="004D75D1"/>
    <w:rsid w:val="004D7AE0"/>
    <w:rsid w:val="004E038C"/>
    <w:rsid w:val="004E0B23"/>
    <w:rsid w:val="004E1122"/>
    <w:rsid w:val="004E12E4"/>
    <w:rsid w:val="004E178E"/>
    <w:rsid w:val="004E1B1A"/>
    <w:rsid w:val="004E1B4E"/>
    <w:rsid w:val="004E21C9"/>
    <w:rsid w:val="004E2DD0"/>
    <w:rsid w:val="004E38B3"/>
    <w:rsid w:val="004E4587"/>
    <w:rsid w:val="004E4F17"/>
    <w:rsid w:val="004F0618"/>
    <w:rsid w:val="004F10C7"/>
    <w:rsid w:val="004F387E"/>
    <w:rsid w:val="004F4B64"/>
    <w:rsid w:val="004F4E19"/>
    <w:rsid w:val="004F5DCD"/>
    <w:rsid w:val="004F6954"/>
    <w:rsid w:val="004F745A"/>
    <w:rsid w:val="004F7A18"/>
    <w:rsid w:val="0050025B"/>
    <w:rsid w:val="00503683"/>
    <w:rsid w:val="0050414F"/>
    <w:rsid w:val="00506149"/>
    <w:rsid w:val="00506277"/>
    <w:rsid w:val="00507941"/>
    <w:rsid w:val="00511BEC"/>
    <w:rsid w:val="0051350F"/>
    <w:rsid w:val="005138A7"/>
    <w:rsid w:val="005155CD"/>
    <w:rsid w:val="005158C2"/>
    <w:rsid w:val="005161AF"/>
    <w:rsid w:val="00517891"/>
    <w:rsid w:val="00517C42"/>
    <w:rsid w:val="0052173E"/>
    <w:rsid w:val="005223FC"/>
    <w:rsid w:val="0052392F"/>
    <w:rsid w:val="005246EA"/>
    <w:rsid w:val="00524E76"/>
    <w:rsid w:val="00526B83"/>
    <w:rsid w:val="00527CEF"/>
    <w:rsid w:val="0053355A"/>
    <w:rsid w:val="00533BDB"/>
    <w:rsid w:val="005346DC"/>
    <w:rsid w:val="005357AD"/>
    <w:rsid w:val="00535A3E"/>
    <w:rsid w:val="005362EF"/>
    <w:rsid w:val="005405CF"/>
    <w:rsid w:val="00543932"/>
    <w:rsid w:val="005448FB"/>
    <w:rsid w:val="0054611B"/>
    <w:rsid w:val="005516CC"/>
    <w:rsid w:val="00553D36"/>
    <w:rsid w:val="005549AD"/>
    <w:rsid w:val="00554B20"/>
    <w:rsid w:val="00556977"/>
    <w:rsid w:val="00556F2A"/>
    <w:rsid w:val="005600FE"/>
    <w:rsid w:val="005626B6"/>
    <w:rsid w:val="0056311E"/>
    <w:rsid w:val="00563596"/>
    <w:rsid w:val="00563618"/>
    <w:rsid w:val="00564BBF"/>
    <w:rsid w:val="005655D9"/>
    <w:rsid w:val="00565AA0"/>
    <w:rsid w:val="0056636F"/>
    <w:rsid w:val="00567095"/>
    <w:rsid w:val="0057068C"/>
    <w:rsid w:val="0057164F"/>
    <w:rsid w:val="005717AD"/>
    <w:rsid w:val="00571AD3"/>
    <w:rsid w:val="00571E10"/>
    <w:rsid w:val="005742BA"/>
    <w:rsid w:val="005745E3"/>
    <w:rsid w:val="00575521"/>
    <w:rsid w:val="00576BD2"/>
    <w:rsid w:val="00576D29"/>
    <w:rsid w:val="00576F13"/>
    <w:rsid w:val="00581B0A"/>
    <w:rsid w:val="00581DE7"/>
    <w:rsid w:val="00582DAD"/>
    <w:rsid w:val="0058323C"/>
    <w:rsid w:val="00583365"/>
    <w:rsid w:val="00584F54"/>
    <w:rsid w:val="00584FE5"/>
    <w:rsid w:val="00585EDF"/>
    <w:rsid w:val="00586A26"/>
    <w:rsid w:val="0058761F"/>
    <w:rsid w:val="00590FB3"/>
    <w:rsid w:val="0059108B"/>
    <w:rsid w:val="00591D21"/>
    <w:rsid w:val="00593D29"/>
    <w:rsid w:val="00593FBD"/>
    <w:rsid w:val="005950AB"/>
    <w:rsid w:val="00596105"/>
    <w:rsid w:val="005A1C8E"/>
    <w:rsid w:val="005A1F9D"/>
    <w:rsid w:val="005A3EDA"/>
    <w:rsid w:val="005A4516"/>
    <w:rsid w:val="005A7DB0"/>
    <w:rsid w:val="005B025F"/>
    <w:rsid w:val="005B19A4"/>
    <w:rsid w:val="005B208D"/>
    <w:rsid w:val="005B2AAB"/>
    <w:rsid w:val="005B37F5"/>
    <w:rsid w:val="005B4196"/>
    <w:rsid w:val="005B4A14"/>
    <w:rsid w:val="005B56B0"/>
    <w:rsid w:val="005B74AB"/>
    <w:rsid w:val="005B7D76"/>
    <w:rsid w:val="005B7F1C"/>
    <w:rsid w:val="005C03F8"/>
    <w:rsid w:val="005C4A24"/>
    <w:rsid w:val="005C558F"/>
    <w:rsid w:val="005C5E0B"/>
    <w:rsid w:val="005C7F52"/>
    <w:rsid w:val="005D365B"/>
    <w:rsid w:val="005D3E7D"/>
    <w:rsid w:val="005D3EA1"/>
    <w:rsid w:val="005E1173"/>
    <w:rsid w:val="005E1F26"/>
    <w:rsid w:val="005E2162"/>
    <w:rsid w:val="005E3A22"/>
    <w:rsid w:val="005E4616"/>
    <w:rsid w:val="005E4949"/>
    <w:rsid w:val="005E53DC"/>
    <w:rsid w:val="005E5F2B"/>
    <w:rsid w:val="005F235B"/>
    <w:rsid w:val="005F269B"/>
    <w:rsid w:val="005F3892"/>
    <w:rsid w:val="005F3C3E"/>
    <w:rsid w:val="005F4C4E"/>
    <w:rsid w:val="005F5121"/>
    <w:rsid w:val="005F6CCF"/>
    <w:rsid w:val="005F788B"/>
    <w:rsid w:val="006005B5"/>
    <w:rsid w:val="00601A78"/>
    <w:rsid w:val="0060255A"/>
    <w:rsid w:val="00602E92"/>
    <w:rsid w:val="00605B99"/>
    <w:rsid w:val="00606344"/>
    <w:rsid w:val="00607E6A"/>
    <w:rsid w:val="0061018F"/>
    <w:rsid w:val="0061279A"/>
    <w:rsid w:val="0061446B"/>
    <w:rsid w:val="00614A25"/>
    <w:rsid w:val="00615053"/>
    <w:rsid w:val="006158A1"/>
    <w:rsid w:val="00615D81"/>
    <w:rsid w:val="00617B12"/>
    <w:rsid w:val="00617DD9"/>
    <w:rsid w:val="00620BE0"/>
    <w:rsid w:val="006217EE"/>
    <w:rsid w:val="0062346D"/>
    <w:rsid w:val="00624E23"/>
    <w:rsid w:val="00625DCD"/>
    <w:rsid w:val="00626B5E"/>
    <w:rsid w:val="00626BFF"/>
    <w:rsid w:val="0062758C"/>
    <w:rsid w:val="0063192C"/>
    <w:rsid w:val="00635906"/>
    <w:rsid w:val="00635DE1"/>
    <w:rsid w:val="00640586"/>
    <w:rsid w:val="00642BDC"/>
    <w:rsid w:val="00642FA1"/>
    <w:rsid w:val="006447CF"/>
    <w:rsid w:val="00644836"/>
    <w:rsid w:val="00644A71"/>
    <w:rsid w:val="006461F8"/>
    <w:rsid w:val="00646E9B"/>
    <w:rsid w:val="00647430"/>
    <w:rsid w:val="00650288"/>
    <w:rsid w:val="00650DED"/>
    <w:rsid w:val="00650EEF"/>
    <w:rsid w:val="00652E35"/>
    <w:rsid w:val="00657237"/>
    <w:rsid w:val="006619B9"/>
    <w:rsid w:val="00662A5B"/>
    <w:rsid w:val="00662AC9"/>
    <w:rsid w:val="00662FE4"/>
    <w:rsid w:val="00663621"/>
    <w:rsid w:val="00663717"/>
    <w:rsid w:val="006642CF"/>
    <w:rsid w:val="0066486F"/>
    <w:rsid w:val="006654B5"/>
    <w:rsid w:val="00665722"/>
    <w:rsid w:val="00665EEE"/>
    <w:rsid w:val="00666101"/>
    <w:rsid w:val="00666277"/>
    <w:rsid w:val="006664C4"/>
    <w:rsid w:val="00666710"/>
    <w:rsid w:val="00667A97"/>
    <w:rsid w:val="006722E7"/>
    <w:rsid w:val="006729BE"/>
    <w:rsid w:val="00672AA4"/>
    <w:rsid w:val="00672CCE"/>
    <w:rsid w:val="006732FD"/>
    <w:rsid w:val="0067386B"/>
    <w:rsid w:val="006742A8"/>
    <w:rsid w:val="00674711"/>
    <w:rsid w:val="0067475F"/>
    <w:rsid w:val="00674B55"/>
    <w:rsid w:val="00674EAA"/>
    <w:rsid w:val="00676714"/>
    <w:rsid w:val="006777BF"/>
    <w:rsid w:val="006778AB"/>
    <w:rsid w:val="00683C22"/>
    <w:rsid w:val="00685078"/>
    <w:rsid w:val="00686407"/>
    <w:rsid w:val="0068682A"/>
    <w:rsid w:val="00687BAC"/>
    <w:rsid w:val="006913B5"/>
    <w:rsid w:val="00694E1D"/>
    <w:rsid w:val="006A018F"/>
    <w:rsid w:val="006A02D8"/>
    <w:rsid w:val="006A333E"/>
    <w:rsid w:val="006A6BCF"/>
    <w:rsid w:val="006B0480"/>
    <w:rsid w:val="006B3CC0"/>
    <w:rsid w:val="006B40BA"/>
    <w:rsid w:val="006B4454"/>
    <w:rsid w:val="006B4BEB"/>
    <w:rsid w:val="006B5737"/>
    <w:rsid w:val="006C07D0"/>
    <w:rsid w:val="006C08DD"/>
    <w:rsid w:val="006C13AD"/>
    <w:rsid w:val="006C268B"/>
    <w:rsid w:val="006C2B11"/>
    <w:rsid w:val="006C32AC"/>
    <w:rsid w:val="006C529A"/>
    <w:rsid w:val="006C67FD"/>
    <w:rsid w:val="006D04F7"/>
    <w:rsid w:val="006D44BA"/>
    <w:rsid w:val="006D5341"/>
    <w:rsid w:val="006D5E9F"/>
    <w:rsid w:val="006D670C"/>
    <w:rsid w:val="006D6A7D"/>
    <w:rsid w:val="006E06ED"/>
    <w:rsid w:val="006E123F"/>
    <w:rsid w:val="006E1393"/>
    <w:rsid w:val="006E3732"/>
    <w:rsid w:val="006E4505"/>
    <w:rsid w:val="006E4B4A"/>
    <w:rsid w:val="006F0479"/>
    <w:rsid w:val="006F054A"/>
    <w:rsid w:val="006F08C2"/>
    <w:rsid w:val="006F1236"/>
    <w:rsid w:val="006F1C4E"/>
    <w:rsid w:val="006F1CE7"/>
    <w:rsid w:val="006F297C"/>
    <w:rsid w:val="006F4DD4"/>
    <w:rsid w:val="006F5409"/>
    <w:rsid w:val="00703BB8"/>
    <w:rsid w:val="00706BA5"/>
    <w:rsid w:val="0071037E"/>
    <w:rsid w:val="007147EF"/>
    <w:rsid w:val="00714A65"/>
    <w:rsid w:val="00715EF1"/>
    <w:rsid w:val="00717872"/>
    <w:rsid w:val="00720218"/>
    <w:rsid w:val="0072092C"/>
    <w:rsid w:val="007218DF"/>
    <w:rsid w:val="00723216"/>
    <w:rsid w:val="00724202"/>
    <w:rsid w:val="007250C2"/>
    <w:rsid w:val="00725261"/>
    <w:rsid w:val="00725E11"/>
    <w:rsid w:val="007317C6"/>
    <w:rsid w:val="00733263"/>
    <w:rsid w:val="00737B3A"/>
    <w:rsid w:val="00740312"/>
    <w:rsid w:val="0074187F"/>
    <w:rsid w:val="00741973"/>
    <w:rsid w:val="00741AA0"/>
    <w:rsid w:val="0074303F"/>
    <w:rsid w:val="00744B18"/>
    <w:rsid w:val="00744C11"/>
    <w:rsid w:val="00745E48"/>
    <w:rsid w:val="0074642C"/>
    <w:rsid w:val="007469EC"/>
    <w:rsid w:val="00747608"/>
    <w:rsid w:val="00747CC1"/>
    <w:rsid w:val="0075187E"/>
    <w:rsid w:val="007523B7"/>
    <w:rsid w:val="0075350E"/>
    <w:rsid w:val="00754674"/>
    <w:rsid w:val="007551AA"/>
    <w:rsid w:val="007553EE"/>
    <w:rsid w:val="00755605"/>
    <w:rsid w:val="00756EE1"/>
    <w:rsid w:val="00756EE5"/>
    <w:rsid w:val="00757298"/>
    <w:rsid w:val="00760E55"/>
    <w:rsid w:val="007612EB"/>
    <w:rsid w:val="00761386"/>
    <w:rsid w:val="0076196D"/>
    <w:rsid w:val="00762335"/>
    <w:rsid w:val="00762F80"/>
    <w:rsid w:val="0076408D"/>
    <w:rsid w:val="00765E13"/>
    <w:rsid w:val="007662F3"/>
    <w:rsid w:val="00766444"/>
    <w:rsid w:val="00766449"/>
    <w:rsid w:val="00766676"/>
    <w:rsid w:val="00774B74"/>
    <w:rsid w:val="007754DF"/>
    <w:rsid w:val="0077598B"/>
    <w:rsid w:val="00776E02"/>
    <w:rsid w:val="00777206"/>
    <w:rsid w:val="00780E60"/>
    <w:rsid w:val="0078119F"/>
    <w:rsid w:val="0078243D"/>
    <w:rsid w:val="007824EF"/>
    <w:rsid w:val="00783F3E"/>
    <w:rsid w:val="007840C9"/>
    <w:rsid w:val="007859C9"/>
    <w:rsid w:val="00786030"/>
    <w:rsid w:val="00786077"/>
    <w:rsid w:val="00787C04"/>
    <w:rsid w:val="007909B0"/>
    <w:rsid w:val="00790C7C"/>
    <w:rsid w:val="0079368C"/>
    <w:rsid w:val="00793FD3"/>
    <w:rsid w:val="0079551B"/>
    <w:rsid w:val="00796BC7"/>
    <w:rsid w:val="0079702D"/>
    <w:rsid w:val="007973B4"/>
    <w:rsid w:val="007979BC"/>
    <w:rsid w:val="007A0D4E"/>
    <w:rsid w:val="007A0DA3"/>
    <w:rsid w:val="007A3016"/>
    <w:rsid w:val="007A3C05"/>
    <w:rsid w:val="007A3CCF"/>
    <w:rsid w:val="007A4469"/>
    <w:rsid w:val="007A60DD"/>
    <w:rsid w:val="007A6F37"/>
    <w:rsid w:val="007A761F"/>
    <w:rsid w:val="007B02AC"/>
    <w:rsid w:val="007B1726"/>
    <w:rsid w:val="007B1BA3"/>
    <w:rsid w:val="007B2608"/>
    <w:rsid w:val="007B331A"/>
    <w:rsid w:val="007B4524"/>
    <w:rsid w:val="007B4537"/>
    <w:rsid w:val="007B4B94"/>
    <w:rsid w:val="007B6149"/>
    <w:rsid w:val="007B7FAA"/>
    <w:rsid w:val="007C05FC"/>
    <w:rsid w:val="007C079D"/>
    <w:rsid w:val="007C140A"/>
    <w:rsid w:val="007C451B"/>
    <w:rsid w:val="007C50CC"/>
    <w:rsid w:val="007C6896"/>
    <w:rsid w:val="007C6AED"/>
    <w:rsid w:val="007C700B"/>
    <w:rsid w:val="007D073D"/>
    <w:rsid w:val="007D29DA"/>
    <w:rsid w:val="007D3185"/>
    <w:rsid w:val="007D32F5"/>
    <w:rsid w:val="007D541D"/>
    <w:rsid w:val="007D5961"/>
    <w:rsid w:val="007D7E1B"/>
    <w:rsid w:val="007E2282"/>
    <w:rsid w:val="007E2B96"/>
    <w:rsid w:val="007E3A12"/>
    <w:rsid w:val="007E4A2D"/>
    <w:rsid w:val="007E5E34"/>
    <w:rsid w:val="007E61B9"/>
    <w:rsid w:val="007E63E5"/>
    <w:rsid w:val="007E72DE"/>
    <w:rsid w:val="007F0A46"/>
    <w:rsid w:val="007F0ECA"/>
    <w:rsid w:val="007F0F49"/>
    <w:rsid w:val="007F1A46"/>
    <w:rsid w:val="007F1E96"/>
    <w:rsid w:val="007F23D9"/>
    <w:rsid w:val="007F329C"/>
    <w:rsid w:val="007F3A1A"/>
    <w:rsid w:val="007F4536"/>
    <w:rsid w:val="007F48FF"/>
    <w:rsid w:val="007F5986"/>
    <w:rsid w:val="007F660D"/>
    <w:rsid w:val="007F729C"/>
    <w:rsid w:val="0080006E"/>
    <w:rsid w:val="00800347"/>
    <w:rsid w:val="008006E7"/>
    <w:rsid w:val="00800B19"/>
    <w:rsid w:val="0080280C"/>
    <w:rsid w:val="00803022"/>
    <w:rsid w:val="008035C6"/>
    <w:rsid w:val="008036CC"/>
    <w:rsid w:val="008043CC"/>
    <w:rsid w:val="0080474A"/>
    <w:rsid w:val="0080541C"/>
    <w:rsid w:val="0081012D"/>
    <w:rsid w:val="00810750"/>
    <w:rsid w:val="00810CC1"/>
    <w:rsid w:val="00811C13"/>
    <w:rsid w:val="008126B3"/>
    <w:rsid w:val="00812E74"/>
    <w:rsid w:val="008133F7"/>
    <w:rsid w:val="00820506"/>
    <w:rsid w:val="00820C10"/>
    <w:rsid w:val="00821547"/>
    <w:rsid w:val="00821BB5"/>
    <w:rsid w:val="00821FFE"/>
    <w:rsid w:val="008224B6"/>
    <w:rsid w:val="008258E1"/>
    <w:rsid w:val="008269EA"/>
    <w:rsid w:val="00827765"/>
    <w:rsid w:val="008323BB"/>
    <w:rsid w:val="00832F2B"/>
    <w:rsid w:val="00833D7D"/>
    <w:rsid w:val="008351CD"/>
    <w:rsid w:val="0083777C"/>
    <w:rsid w:val="008404CE"/>
    <w:rsid w:val="008409C6"/>
    <w:rsid w:val="0084127D"/>
    <w:rsid w:val="00842E3F"/>
    <w:rsid w:val="00844104"/>
    <w:rsid w:val="00844ED4"/>
    <w:rsid w:val="00845BFD"/>
    <w:rsid w:val="00845D09"/>
    <w:rsid w:val="00846925"/>
    <w:rsid w:val="00850683"/>
    <w:rsid w:val="008513EE"/>
    <w:rsid w:val="008515C7"/>
    <w:rsid w:val="00855A61"/>
    <w:rsid w:val="00856286"/>
    <w:rsid w:val="00856A72"/>
    <w:rsid w:val="00856FD5"/>
    <w:rsid w:val="00860781"/>
    <w:rsid w:val="00860F16"/>
    <w:rsid w:val="0086172B"/>
    <w:rsid w:val="00862A1F"/>
    <w:rsid w:val="00863059"/>
    <w:rsid w:val="00866828"/>
    <w:rsid w:val="0087092F"/>
    <w:rsid w:val="00871265"/>
    <w:rsid w:val="00872841"/>
    <w:rsid w:val="0087284A"/>
    <w:rsid w:val="008756DD"/>
    <w:rsid w:val="00876057"/>
    <w:rsid w:val="008769FE"/>
    <w:rsid w:val="008779F5"/>
    <w:rsid w:val="0088044F"/>
    <w:rsid w:val="008808F7"/>
    <w:rsid w:val="008817C4"/>
    <w:rsid w:val="00882B9C"/>
    <w:rsid w:val="00883A92"/>
    <w:rsid w:val="00883C59"/>
    <w:rsid w:val="00883CF9"/>
    <w:rsid w:val="00884073"/>
    <w:rsid w:val="008863BD"/>
    <w:rsid w:val="00886DB8"/>
    <w:rsid w:val="008900D0"/>
    <w:rsid w:val="0089242C"/>
    <w:rsid w:val="008934D1"/>
    <w:rsid w:val="008939DE"/>
    <w:rsid w:val="008943AA"/>
    <w:rsid w:val="008967E2"/>
    <w:rsid w:val="00897B16"/>
    <w:rsid w:val="008A0B53"/>
    <w:rsid w:val="008A34FA"/>
    <w:rsid w:val="008A5C29"/>
    <w:rsid w:val="008A6F74"/>
    <w:rsid w:val="008B06C9"/>
    <w:rsid w:val="008B231F"/>
    <w:rsid w:val="008B28A6"/>
    <w:rsid w:val="008B47D5"/>
    <w:rsid w:val="008B5232"/>
    <w:rsid w:val="008B5E07"/>
    <w:rsid w:val="008B6A8F"/>
    <w:rsid w:val="008B7CEB"/>
    <w:rsid w:val="008B7FF7"/>
    <w:rsid w:val="008C18F7"/>
    <w:rsid w:val="008C2FEC"/>
    <w:rsid w:val="008C4684"/>
    <w:rsid w:val="008C52E4"/>
    <w:rsid w:val="008C6A48"/>
    <w:rsid w:val="008C72DA"/>
    <w:rsid w:val="008C7828"/>
    <w:rsid w:val="008C7ABC"/>
    <w:rsid w:val="008D027C"/>
    <w:rsid w:val="008D1B1B"/>
    <w:rsid w:val="008D3C84"/>
    <w:rsid w:val="008D435B"/>
    <w:rsid w:val="008D4439"/>
    <w:rsid w:val="008D4884"/>
    <w:rsid w:val="008D48EB"/>
    <w:rsid w:val="008D6D8E"/>
    <w:rsid w:val="008E05C8"/>
    <w:rsid w:val="008E099F"/>
    <w:rsid w:val="008E21B7"/>
    <w:rsid w:val="008E2A38"/>
    <w:rsid w:val="008E6052"/>
    <w:rsid w:val="008E6BF3"/>
    <w:rsid w:val="008E7958"/>
    <w:rsid w:val="008F1C8F"/>
    <w:rsid w:val="008F20EF"/>
    <w:rsid w:val="008F25FD"/>
    <w:rsid w:val="008F2A3F"/>
    <w:rsid w:val="008F2F60"/>
    <w:rsid w:val="008F381F"/>
    <w:rsid w:val="008F60C6"/>
    <w:rsid w:val="008F7585"/>
    <w:rsid w:val="00900347"/>
    <w:rsid w:val="0090176D"/>
    <w:rsid w:val="00901E49"/>
    <w:rsid w:val="00904E73"/>
    <w:rsid w:val="009058D2"/>
    <w:rsid w:val="00911E3F"/>
    <w:rsid w:val="00912A0D"/>
    <w:rsid w:val="00914D07"/>
    <w:rsid w:val="00914E9B"/>
    <w:rsid w:val="0091503C"/>
    <w:rsid w:val="00917A02"/>
    <w:rsid w:val="00917EAB"/>
    <w:rsid w:val="00921729"/>
    <w:rsid w:val="009228A8"/>
    <w:rsid w:val="00923BBC"/>
    <w:rsid w:val="00923C4F"/>
    <w:rsid w:val="00925D06"/>
    <w:rsid w:val="0092664E"/>
    <w:rsid w:val="00926786"/>
    <w:rsid w:val="00926C39"/>
    <w:rsid w:val="00926E4C"/>
    <w:rsid w:val="009312F2"/>
    <w:rsid w:val="009323C6"/>
    <w:rsid w:val="0093352A"/>
    <w:rsid w:val="00933C5B"/>
    <w:rsid w:val="009374A5"/>
    <w:rsid w:val="00940A48"/>
    <w:rsid w:val="00941D4B"/>
    <w:rsid w:val="00942F8F"/>
    <w:rsid w:val="009435FB"/>
    <w:rsid w:val="00944FBB"/>
    <w:rsid w:val="00945726"/>
    <w:rsid w:val="00945847"/>
    <w:rsid w:val="00945A3C"/>
    <w:rsid w:val="00946B7A"/>
    <w:rsid w:val="009470AB"/>
    <w:rsid w:val="00951666"/>
    <w:rsid w:val="0095568F"/>
    <w:rsid w:val="0096245A"/>
    <w:rsid w:val="00963195"/>
    <w:rsid w:val="00965435"/>
    <w:rsid w:val="00965821"/>
    <w:rsid w:val="00965C67"/>
    <w:rsid w:val="00965CA1"/>
    <w:rsid w:val="009666E5"/>
    <w:rsid w:val="0097060F"/>
    <w:rsid w:val="00971223"/>
    <w:rsid w:val="009729A9"/>
    <w:rsid w:val="0097448A"/>
    <w:rsid w:val="00975347"/>
    <w:rsid w:val="009756FA"/>
    <w:rsid w:val="00977150"/>
    <w:rsid w:val="009804CE"/>
    <w:rsid w:val="00980854"/>
    <w:rsid w:val="00982526"/>
    <w:rsid w:val="009835C4"/>
    <w:rsid w:val="00985917"/>
    <w:rsid w:val="0098742A"/>
    <w:rsid w:val="009902F6"/>
    <w:rsid w:val="00990617"/>
    <w:rsid w:val="00991415"/>
    <w:rsid w:val="00991798"/>
    <w:rsid w:val="00991B0D"/>
    <w:rsid w:val="00991E77"/>
    <w:rsid w:val="009945FA"/>
    <w:rsid w:val="009953AB"/>
    <w:rsid w:val="00995A41"/>
    <w:rsid w:val="00996067"/>
    <w:rsid w:val="00996769"/>
    <w:rsid w:val="009A02B4"/>
    <w:rsid w:val="009A0503"/>
    <w:rsid w:val="009A07B3"/>
    <w:rsid w:val="009A07D7"/>
    <w:rsid w:val="009A087B"/>
    <w:rsid w:val="009A1A2A"/>
    <w:rsid w:val="009A2B24"/>
    <w:rsid w:val="009A6160"/>
    <w:rsid w:val="009A6E96"/>
    <w:rsid w:val="009A7CE8"/>
    <w:rsid w:val="009B02EC"/>
    <w:rsid w:val="009B146B"/>
    <w:rsid w:val="009B19E0"/>
    <w:rsid w:val="009B279A"/>
    <w:rsid w:val="009B2CD2"/>
    <w:rsid w:val="009B50FE"/>
    <w:rsid w:val="009B5543"/>
    <w:rsid w:val="009B5E7D"/>
    <w:rsid w:val="009B5EE4"/>
    <w:rsid w:val="009C0614"/>
    <w:rsid w:val="009C080B"/>
    <w:rsid w:val="009C0FC6"/>
    <w:rsid w:val="009C2327"/>
    <w:rsid w:val="009C2E9F"/>
    <w:rsid w:val="009C3E71"/>
    <w:rsid w:val="009C4398"/>
    <w:rsid w:val="009C5B29"/>
    <w:rsid w:val="009C6A05"/>
    <w:rsid w:val="009C6C45"/>
    <w:rsid w:val="009C7440"/>
    <w:rsid w:val="009D010B"/>
    <w:rsid w:val="009D196A"/>
    <w:rsid w:val="009D1A67"/>
    <w:rsid w:val="009D3238"/>
    <w:rsid w:val="009E0BBB"/>
    <w:rsid w:val="009E26E7"/>
    <w:rsid w:val="009E2C3E"/>
    <w:rsid w:val="009E3BE0"/>
    <w:rsid w:val="009E3E59"/>
    <w:rsid w:val="009E6F3F"/>
    <w:rsid w:val="009F02E9"/>
    <w:rsid w:val="009F102D"/>
    <w:rsid w:val="009F169D"/>
    <w:rsid w:val="009F17B6"/>
    <w:rsid w:val="009F3294"/>
    <w:rsid w:val="009F47A2"/>
    <w:rsid w:val="009F6109"/>
    <w:rsid w:val="009F75AC"/>
    <w:rsid w:val="009F7A3F"/>
    <w:rsid w:val="00A00F66"/>
    <w:rsid w:val="00A017EB"/>
    <w:rsid w:val="00A01C8E"/>
    <w:rsid w:val="00A03A9C"/>
    <w:rsid w:val="00A0461A"/>
    <w:rsid w:val="00A04FFC"/>
    <w:rsid w:val="00A050EE"/>
    <w:rsid w:val="00A05F1A"/>
    <w:rsid w:val="00A07143"/>
    <w:rsid w:val="00A0798F"/>
    <w:rsid w:val="00A11A18"/>
    <w:rsid w:val="00A12C23"/>
    <w:rsid w:val="00A1354D"/>
    <w:rsid w:val="00A13EA8"/>
    <w:rsid w:val="00A142D9"/>
    <w:rsid w:val="00A14706"/>
    <w:rsid w:val="00A15187"/>
    <w:rsid w:val="00A17E18"/>
    <w:rsid w:val="00A23E0E"/>
    <w:rsid w:val="00A2668F"/>
    <w:rsid w:val="00A323EF"/>
    <w:rsid w:val="00A35884"/>
    <w:rsid w:val="00A40958"/>
    <w:rsid w:val="00A412F3"/>
    <w:rsid w:val="00A42423"/>
    <w:rsid w:val="00A44554"/>
    <w:rsid w:val="00A46BB1"/>
    <w:rsid w:val="00A46DE0"/>
    <w:rsid w:val="00A46F3E"/>
    <w:rsid w:val="00A50735"/>
    <w:rsid w:val="00A50DCF"/>
    <w:rsid w:val="00A526B3"/>
    <w:rsid w:val="00A52BE0"/>
    <w:rsid w:val="00A559D8"/>
    <w:rsid w:val="00A566E6"/>
    <w:rsid w:val="00A60469"/>
    <w:rsid w:val="00A604CA"/>
    <w:rsid w:val="00A62E9E"/>
    <w:rsid w:val="00A638C5"/>
    <w:rsid w:val="00A63932"/>
    <w:rsid w:val="00A64FDD"/>
    <w:rsid w:val="00A671F7"/>
    <w:rsid w:val="00A67DAE"/>
    <w:rsid w:val="00A67EE1"/>
    <w:rsid w:val="00A7278E"/>
    <w:rsid w:val="00A7461E"/>
    <w:rsid w:val="00A76204"/>
    <w:rsid w:val="00A76669"/>
    <w:rsid w:val="00A76F12"/>
    <w:rsid w:val="00A773BC"/>
    <w:rsid w:val="00A807B7"/>
    <w:rsid w:val="00A84212"/>
    <w:rsid w:val="00A84DE8"/>
    <w:rsid w:val="00A866FF"/>
    <w:rsid w:val="00A87700"/>
    <w:rsid w:val="00A90425"/>
    <w:rsid w:val="00A906B8"/>
    <w:rsid w:val="00A91223"/>
    <w:rsid w:val="00A914DA"/>
    <w:rsid w:val="00A92357"/>
    <w:rsid w:val="00A9539B"/>
    <w:rsid w:val="00A96C3A"/>
    <w:rsid w:val="00A97496"/>
    <w:rsid w:val="00A9794F"/>
    <w:rsid w:val="00A97A8D"/>
    <w:rsid w:val="00AA147B"/>
    <w:rsid w:val="00AA52A7"/>
    <w:rsid w:val="00AA6658"/>
    <w:rsid w:val="00AA7437"/>
    <w:rsid w:val="00AB0334"/>
    <w:rsid w:val="00AB3E5A"/>
    <w:rsid w:val="00AB621D"/>
    <w:rsid w:val="00AB6CC6"/>
    <w:rsid w:val="00AB7B31"/>
    <w:rsid w:val="00AC05C6"/>
    <w:rsid w:val="00AC0EC9"/>
    <w:rsid w:val="00AC0F48"/>
    <w:rsid w:val="00AC1BB3"/>
    <w:rsid w:val="00AC25DE"/>
    <w:rsid w:val="00AC3C36"/>
    <w:rsid w:val="00AC3D2B"/>
    <w:rsid w:val="00AC3D51"/>
    <w:rsid w:val="00AC406F"/>
    <w:rsid w:val="00AC61CD"/>
    <w:rsid w:val="00AC75B5"/>
    <w:rsid w:val="00AD00EC"/>
    <w:rsid w:val="00AD23EF"/>
    <w:rsid w:val="00AD27E1"/>
    <w:rsid w:val="00AD2863"/>
    <w:rsid w:val="00AD43D9"/>
    <w:rsid w:val="00AD6CE7"/>
    <w:rsid w:val="00AD79D8"/>
    <w:rsid w:val="00AE00C9"/>
    <w:rsid w:val="00AE0ACE"/>
    <w:rsid w:val="00AE0D48"/>
    <w:rsid w:val="00AE3808"/>
    <w:rsid w:val="00AE41CC"/>
    <w:rsid w:val="00AE60DD"/>
    <w:rsid w:val="00AE6250"/>
    <w:rsid w:val="00AE7913"/>
    <w:rsid w:val="00AF1553"/>
    <w:rsid w:val="00AF1C14"/>
    <w:rsid w:val="00AF2FD0"/>
    <w:rsid w:val="00AF31F5"/>
    <w:rsid w:val="00AF558B"/>
    <w:rsid w:val="00B017BC"/>
    <w:rsid w:val="00B020A6"/>
    <w:rsid w:val="00B042A0"/>
    <w:rsid w:val="00B04C6E"/>
    <w:rsid w:val="00B04F2D"/>
    <w:rsid w:val="00B05A7C"/>
    <w:rsid w:val="00B05DD8"/>
    <w:rsid w:val="00B071C5"/>
    <w:rsid w:val="00B07B1B"/>
    <w:rsid w:val="00B10715"/>
    <w:rsid w:val="00B11AFF"/>
    <w:rsid w:val="00B11F12"/>
    <w:rsid w:val="00B1382D"/>
    <w:rsid w:val="00B15400"/>
    <w:rsid w:val="00B20870"/>
    <w:rsid w:val="00B22680"/>
    <w:rsid w:val="00B2285A"/>
    <w:rsid w:val="00B22AAD"/>
    <w:rsid w:val="00B23CE8"/>
    <w:rsid w:val="00B25EF3"/>
    <w:rsid w:val="00B260DE"/>
    <w:rsid w:val="00B3021E"/>
    <w:rsid w:val="00B30FCC"/>
    <w:rsid w:val="00B3191B"/>
    <w:rsid w:val="00B33574"/>
    <w:rsid w:val="00B337B8"/>
    <w:rsid w:val="00B365E9"/>
    <w:rsid w:val="00B3790F"/>
    <w:rsid w:val="00B42992"/>
    <w:rsid w:val="00B4559A"/>
    <w:rsid w:val="00B45D53"/>
    <w:rsid w:val="00B46231"/>
    <w:rsid w:val="00B47033"/>
    <w:rsid w:val="00B524FA"/>
    <w:rsid w:val="00B546F4"/>
    <w:rsid w:val="00B55050"/>
    <w:rsid w:val="00B567F6"/>
    <w:rsid w:val="00B60245"/>
    <w:rsid w:val="00B62D2B"/>
    <w:rsid w:val="00B63018"/>
    <w:rsid w:val="00B6349E"/>
    <w:rsid w:val="00B659EA"/>
    <w:rsid w:val="00B65FED"/>
    <w:rsid w:val="00B676BB"/>
    <w:rsid w:val="00B67E65"/>
    <w:rsid w:val="00B709D9"/>
    <w:rsid w:val="00B70AD3"/>
    <w:rsid w:val="00B70B9F"/>
    <w:rsid w:val="00B715DA"/>
    <w:rsid w:val="00B723B4"/>
    <w:rsid w:val="00B72F7B"/>
    <w:rsid w:val="00B73D81"/>
    <w:rsid w:val="00B7416E"/>
    <w:rsid w:val="00B7600B"/>
    <w:rsid w:val="00B77D6F"/>
    <w:rsid w:val="00B800C0"/>
    <w:rsid w:val="00B8114F"/>
    <w:rsid w:val="00B81CC2"/>
    <w:rsid w:val="00B81D1F"/>
    <w:rsid w:val="00B81DE1"/>
    <w:rsid w:val="00B82761"/>
    <w:rsid w:val="00B82C2A"/>
    <w:rsid w:val="00B83F4F"/>
    <w:rsid w:val="00B85FE9"/>
    <w:rsid w:val="00B868B3"/>
    <w:rsid w:val="00B86FCE"/>
    <w:rsid w:val="00B87809"/>
    <w:rsid w:val="00B90EF7"/>
    <w:rsid w:val="00B9134F"/>
    <w:rsid w:val="00B92224"/>
    <w:rsid w:val="00B92391"/>
    <w:rsid w:val="00B92B44"/>
    <w:rsid w:val="00B93260"/>
    <w:rsid w:val="00BA1899"/>
    <w:rsid w:val="00BA27C0"/>
    <w:rsid w:val="00BA34EC"/>
    <w:rsid w:val="00BA6005"/>
    <w:rsid w:val="00BA60F9"/>
    <w:rsid w:val="00BA7F48"/>
    <w:rsid w:val="00BB0417"/>
    <w:rsid w:val="00BB041D"/>
    <w:rsid w:val="00BB04A6"/>
    <w:rsid w:val="00BB081D"/>
    <w:rsid w:val="00BB0BE8"/>
    <w:rsid w:val="00BB1F2B"/>
    <w:rsid w:val="00BB26BF"/>
    <w:rsid w:val="00BB51C1"/>
    <w:rsid w:val="00BB5A9A"/>
    <w:rsid w:val="00BB6439"/>
    <w:rsid w:val="00BB6C20"/>
    <w:rsid w:val="00BB7890"/>
    <w:rsid w:val="00BB799D"/>
    <w:rsid w:val="00BC0D28"/>
    <w:rsid w:val="00BC17BC"/>
    <w:rsid w:val="00BC3B6F"/>
    <w:rsid w:val="00BC3E39"/>
    <w:rsid w:val="00BC4416"/>
    <w:rsid w:val="00BC45FF"/>
    <w:rsid w:val="00BC59B4"/>
    <w:rsid w:val="00BC6605"/>
    <w:rsid w:val="00BC7142"/>
    <w:rsid w:val="00BD011E"/>
    <w:rsid w:val="00BD0B08"/>
    <w:rsid w:val="00BD2644"/>
    <w:rsid w:val="00BD3037"/>
    <w:rsid w:val="00BD4162"/>
    <w:rsid w:val="00BD7109"/>
    <w:rsid w:val="00BD7EE7"/>
    <w:rsid w:val="00BE05F0"/>
    <w:rsid w:val="00BE0A42"/>
    <w:rsid w:val="00BE0DE3"/>
    <w:rsid w:val="00BE420B"/>
    <w:rsid w:val="00BE77C2"/>
    <w:rsid w:val="00BF032F"/>
    <w:rsid w:val="00BF1BC8"/>
    <w:rsid w:val="00BF30E2"/>
    <w:rsid w:val="00BF4DDF"/>
    <w:rsid w:val="00BF5033"/>
    <w:rsid w:val="00BF6001"/>
    <w:rsid w:val="00BF7322"/>
    <w:rsid w:val="00BF7323"/>
    <w:rsid w:val="00C00AC8"/>
    <w:rsid w:val="00C0145A"/>
    <w:rsid w:val="00C02A47"/>
    <w:rsid w:val="00C033D0"/>
    <w:rsid w:val="00C03D2B"/>
    <w:rsid w:val="00C044BC"/>
    <w:rsid w:val="00C05185"/>
    <w:rsid w:val="00C0597E"/>
    <w:rsid w:val="00C05B5D"/>
    <w:rsid w:val="00C06E97"/>
    <w:rsid w:val="00C06FD7"/>
    <w:rsid w:val="00C07D27"/>
    <w:rsid w:val="00C1027A"/>
    <w:rsid w:val="00C10787"/>
    <w:rsid w:val="00C10E85"/>
    <w:rsid w:val="00C10F15"/>
    <w:rsid w:val="00C1164D"/>
    <w:rsid w:val="00C13AF7"/>
    <w:rsid w:val="00C14DD0"/>
    <w:rsid w:val="00C17950"/>
    <w:rsid w:val="00C20CA6"/>
    <w:rsid w:val="00C21561"/>
    <w:rsid w:val="00C21E2B"/>
    <w:rsid w:val="00C24069"/>
    <w:rsid w:val="00C243D3"/>
    <w:rsid w:val="00C25542"/>
    <w:rsid w:val="00C30824"/>
    <w:rsid w:val="00C318C9"/>
    <w:rsid w:val="00C33763"/>
    <w:rsid w:val="00C35E47"/>
    <w:rsid w:val="00C365A3"/>
    <w:rsid w:val="00C36866"/>
    <w:rsid w:val="00C37C1B"/>
    <w:rsid w:val="00C40387"/>
    <w:rsid w:val="00C41534"/>
    <w:rsid w:val="00C41FCE"/>
    <w:rsid w:val="00C420E4"/>
    <w:rsid w:val="00C4449D"/>
    <w:rsid w:val="00C451F1"/>
    <w:rsid w:val="00C45C2D"/>
    <w:rsid w:val="00C46CAB"/>
    <w:rsid w:val="00C47790"/>
    <w:rsid w:val="00C47ADF"/>
    <w:rsid w:val="00C53E16"/>
    <w:rsid w:val="00C53F05"/>
    <w:rsid w:val="00C55556"/>
    <w:rsid w:val="00C55769"/>
    <w:rsid w:val="00C56253"/>
    <w:rsid w:val="00C57394"/>
    <w:rsid w:val="00C6144C"/>
    <w:rsid w:val="00C61A03"/>
    <w:rsid w:val="00C620F7"/>
    <w:rsid w:val="00C62291"/>
    <w:rsid w:val="00C635C4"/>
    <w:rsid w:val="00C649C4"/>
    <w:rsid w:val="00C65524"/>
    <w:rsid w:val="00C65562"/>
    <w:rsid w:val="00C66A8A"/>
    <w:rsid w:val="00C67370"/>
    <w:rsid w:val="00C67A26"/>
    <w:rsid w:val="00C7047D"/>
    <w:rsid w:val="00C7073E"/>
    <w:rsid w:val="00C711D0"/>
    <w:rsid w:val="00C71947"/>
    <w:rsid w:val="00C72900"/>
    <w:rsid w:val="00C72E7F"/>
    <w:rsid w:val="00C74A81"/>
    <w:rsid w:val="00C74D1D"/>
    <w:rsid w:val="00C75EA1"/>
    <w:rsid w:val="00C7753A"/>
    <w:rsid w:val="00C77F8A"/>
    <w:rsid w:val="00C80B1E"/>
    <w:rsid w:val="00C81958"/>
    <w:rsid w:val="00C827AD"/>
    <w:rsid w:val="00C854AA"/>
    <w:rsid w:val="00C85E6E"/>
    <w:rsid w:val="00C8610D"/>
    <w:rsid w:val="00C86BDA"/>
    <w:rsid w:val="00C87EE1"/>
    <w:rsid w:val="00C906F5"/>
    <w:rsid w:val="00C919F1"/>
    <w:rsid w:val="00C9204A"/>
    <w:rsid w:val="00C92837"/>
    <w:rsid w:val="00C93D50"/>
    <w:rsid w:val="00C9434C"/>
    <w:rsid w:val="00C94EDC"/>
    <w:rsid w:val="00C9732D"/>
    <w:rsid w:val="00C97D24"/>
    <w:rsid w:val="00CA18B6"/>
    <w:rsid w:val="00CA2240"/>
    <w:rsid w:val="00CA2395"/>
    <w:rsid w:val="00CA2CFD"/>
    <w:rsid w:val="00CA3E90"/>
    <w:rsid w:val="00CA4A25"/>
    <w:rsid w:val="00CA5BC3"/>
    <w:rsid w:val="00CA61B4"/>
    <w:rsid w:val="00CB0422"/>
    <w:rsid w:val="00CB2536"/>
    <w:rsid w:val="00CB3066"/>
    <w:rsid w:val="00CB3997"/>
    <w:rsid w:val="00CB4551"/>
    <w:rsid w:val="00CB4B84"/>
    <w:rsid w:val="00CB4EA6"/>
    <w:rsid w:val="00CB4F22"/>
    <w:rsid w:val="00CB6C39"/>
    <w:rsid w:val="00CB7A8D"/>
    <w:rsid w:val="00CC225C"/>
    <w:rsid w:val="00CC2350"/>
    <w:rsid w:val="00CC279C"/>
    <w:rsid w:val="00CC336A"/>
    <w:rsid w:val="00CC44C4"/>
    <w:rsid w:val="00CC49DC"/>
    <w:rsid w:val="00CC5350"/>
    <w:rsid w:val="00CC5C9F"/>
    <w:rsid w:val="00CC7A4E"/>
    <w:rsid w:val="00CC7BEF"/>
    <w:rsid w:val="00CC7F29"/>
    <w:rsid w:val="00CD0923"/>
    <w:rsid w:val="00CD2591"/>
    <w:rsid w:val="00CD2710"/>
    <w:rsid w:val="00CD39CF"/>
    <w:rsid w:val="00CD6091"/>
    <w:rsid w:val="00CD719D"/>
    <w:rsid w:val="00CE3BDD"/>
    <w:rsid w:val="00CE78E9"/>
    <w:rsid w:val="00CF1B51"/>
    <w:rsid w:val="00CF5187"/>
    <w:rsid w:val="00CF7D9F"/>
    <w:rsid w:val="00CF7DFB"/>
    <w:rsid w:val="00D0024C"/>
    <w:rsid w:val="00D01321"/>
    <w:rsid w:val="00D018DB"/>
    <w:rsid w:val="00D0317D"/>
    <w:rsid w:val="00D059B0"/>
    <w:rsid w:val="00D07D29"/>
    <w:rsid w:val="00D11E2A"/>
    <w:rsid w:val="00D13164"/>
    <w:rsid w:val="00D14536"/>
    <w:rsid w:val="00D154E7"/>
    <w:rsid w:val="00D172B5"/>
    <w:rsid w:val="00D1770C"/>
    <w:rsid w:val="00D200AD"/>
    <w:rsid w:val="00D20655"/>
    <w:rsid w:val="00D20C13"/>
    <w:rsid w:val="00D224AA"/>
    <w:rsid w:val="00D22F1C"/>
    <w:rsid w:val="00D23E85"/>
    <w:rsid w:val="00D25284"/>
    <w:rsid w:val="00D26681"/>
    <w:rsid w:val="00D26C4A"/>
    <w:rsid w:val="00D31169"/>
    <w:rsid w:val="00D339F8"/>
    <w:rsid w:val="00D341F0"/>
    <w:rsid w:val="00D34C22"/>
    <w:rsid w:val="00D35231"/>
    <w:rsid w:val="00D3646D"/>
    <w:rsid w:val="00D372CA"/>
    <w:rsid w:val="00D413FA"/>
    <w:rsid w:val="00D41F39"/>
    <w:rsid w:val="00D41F44"/>
    <w:rsid w:val="00D42624"/>
    <w:rsid w:val="00D43027"/>
    <w:rsid w:val="00D43039"/>
    <w:rsid w:val="00D43E31"/>
    <w:rsid w:val="00D44138"/>
    <w:rsid w:val="00D45C16"/>
    <w:rsid w:val="00D46064"/>
    <w:rsid w:val="00D4681B"/>
    <w:rsid w:val="00D4683A"/>
    <w:rsid w:val="00D46A1A"/>
    <w:rsid w:val="00D51A3A"/>
    <w:rsid w:val="00D51B58"/>
    <w:rsid w:val="00D52048"/>
    <w:rsid w:val="00D5226C"/>
    <w:rsid w:val="00D53E31"/>
    <w:rsid w:val="00D53EB6"/>
    <w:rsid w:val="00D543C6"/>
    <w:rsid w:val="00D57EC8"/>
    <w:rsid w:val="00D612CB"/>
    <w:rsid w:val="00D61B9E"/>
    <w:rsid w:val="00D62445"/>
    <w:rsid w:val="00D636AD"/>
    <w:rsid w:val="00D64579"/>
    <w:rsid w:val="00D645ED"/>
    <w:rsid w:val="00D64FDD"/>
    <w:rsid w:val="00D657F1"/>
    <w:rsid w:val="00D670FD"/>
    <w:rsid w:val="00D708DD"/>
    <w:rsid w:val="00D70E27"/>
    <w:rsid w:val="00D7111D"/>
    <w:rsid w:val="00D723AA"/>
    <w:rsid w:val="00D75AD1"/>
    <w:rsid w:val="00D77512"/>
    <w:rsid w:val="00D776EB"/>
    <w:rsid w:val="00D80695"/>
    <w:rsid w:val="00D80826"/>
    <w:rsid w:val="00D80DEF"/>
    <w:rsid w:val="00D81007"/>
    <w:rsid w:val="00D81353"/>
    <w:rsid w:val="00D82988"/>
    <w:rsid w:val="00D83478"/>
    <w:rsid w:val="00D84221"/>
    <w:rsid w:val="00D85B36"/>
    <w:rsid w:val="00D87C7A"/>
    <w:rsid w:val="00D900A2"/>
    <w:rsid w:val="00D91EA4"/>
    <w:rsid w:val="00D92CEF"/>
    <w:rsid w:val="00D9355E"/>
    <w:rsid w:val="00D936B4"/>
    <w:rsid w:val="00D97541"/>
    <w:rsid w:val="00D97553"/>
    <w:rsid w:val="00D97B75"/>
    <w:rsid w:val="00DA12C2"/>
    <w:rsid w:val="00DA160E"/>
    <w:rsid w:val="00DA2FC2"/>
    <w:rsid w:val="00DA42FC"/>
    <w:rsid w:val="00DA4D02"/>
    <w:rsid w:val="00DA639C"/>
    <w:rsid w:val="00DB05D9"/>
    <w:rsid w:val="00DB1626"/>
    <w:rsid w:val="00DB271F"/>
    <w:rsid w:val="00DB65E9"/>
    <w:rsid w:val="00DC01A9"/>
    <w:rsid w:val="00DC177B"/>
    <w:rsid w:val="00DC4E89"/>
    <w:rsid w:val="00DC54A6"/>
    <w:rsid w:val="00DC572D"/>
    <w:rsid w:val="00DC7B74"/>
    <w:rsid w:val="00DC7BEB"/>
    <w:rsid w:val="00DC7CC5"/>
    <w:rsid w:val="00DC7CD1"/>
    <w:rsid w:val="00DC7E86"/>
    <w:rsid w:val="00DD24A2"/>
    <w:rsid w:val="00DD4FF4"/>
    <w:rsid w:val="00DD6227"/>
    <w:rsid w:val="00DD643C"/>
    <w:rsid w:val="00DD6829"/>
    <w:rsid w:val="00DD7D24"/>
    <w:rsid w:val="00DE0C92"/>
    <w:rsid w:val="00DE14CC"/>
    <w:rsid w:val="00DE592F"/>
    <w:rsid w:val="00DE69AF"/>
    <w:rsid w:val="00DF068E"/>
    <w:rsid w:val="00DF08B8"/>
    <w:rsid w:val="00DF1947"/>
    <w:rsid w:val="00DF2BA8"/>
    <w:rsid w:val="00DF6502"/>
    <w:rsid w:val="00DF72E9"/>
    <w:rsid w:val="00DF7975"/>
    <w:rsid w:val="00E0003D"/>
    <w:rsid w:val="00E02863"/>
    <w:rsid w:val="00E067D9"/>
    <w:rsid w:val="00E06DEB"/>
    <w:rsid w:val="00E07D3B"/>
    <w:rsid w:val="00E10EA5"/>
    <w:rsid w:val="00E1242F"/>
    <w:rsid w:val="00E145EA"/>
    <w:rsid w:val="00E150FB"/>
    <w:rsid w:val="00E20553"/>
    <w:rsid w:val="00E21615"/>
    <w:rsid w:val="00E21ADB"/>
    <w:rsid w:val="00E21D0F"/>
    <w:rsid w:val="00E22D4E"/>
    <w:rsid w:val="00E23712"/>
    <w:rsid w:val="00E24649"/>
    <w:rsid w:val="00E24C3B"/>
    <w:rsid w:val="00E25F41"/>
    <w:rsid w:val="00E26B70"/>
    <w:rsid w:val="00E3127C"/>
    <w:rsid w:val="00E32001"/>
    <w:rsid w:val="00E33B02"/>
    <w:rsid w:val="00E340C8"/>
    <w:rsid w:val="00E35789"/>
    <w:rsid w:val="00E3720A"/>
    <w:rsid w:val="00E3730A"/>
    <w:rsid w:val="00E40B2C"/>
    <w:rsid w:val="00E411B1"/>
    <w:rsid w:val="00E41DC8"/>
    <w:rsid w:val="00E42DCB"/>
    <w:rsid w:val="00E43A1C"/>
    <w:rsid w:val="00E43B95"/>
    <w:rsid w:val="00E43D6D"/>
    <w:rsid w:val="00E45441"/>
    <w:rsid w:val="00E45B2E"/>
    <w:rsid w:val="00E45BE1"/>
    <w:rsid w:val="00E4761B"/>
    <w:rsid w:val="00E50BDD"/>
    <w:rsid w:val="00E50E66"/>
    <w:rsid w:val="00E53249"/>
    <w:rsid w:val="00E547B5"/>
    <w:rsid w:val="00E54C58"/>
    <w:rsid w:val="00E557DD"/>
    <w:rsid w:val="00E558AD"/>
    <w:rsid w:val="00E560AD"/>
    <w:rsid w:val="00E56DB0"/>
    <w:rsid w:val="00E5701B"/>
    <w:rsid w:val="00E57560"/>
    <w:rsid w:val="00E60C44"/>
    <w:rsid w:val="00E60DED"/>
    <w:rsid w:val="00E60F0F"/>
    <w:rsid w:val="00E61CCB"/>
    <w:rsid w:val="00E62450"/>
    <w:rsid w:val="00E66F57"/>
    <w:rsid w:val="00E678A8"/>
    <w:rsid w:val="00E70D26"/>
    <w:rsid w:val="00E72BB7"/>
    <w:rsid w:val="00E72E60"/>
    <w:rsid w:val="00E750EE"/>
    <w:rsid w:val="00E754F7"/>
    <w:rsid w:val="00E76CF4"/>
    <w:rsid w:val="00E76FEC"/>
    <w:rsid w:val="00E810A8"/>
    <w:rsid w:val="00E814C5"/>
    <w:rsid w:val="00E81853"/>
    <w:rsid w:val="00E81AC6"/>
    <w:rsid w:val="00E82537"/>
    <w:rsid w:val="00E8315C"/>
    <w:rsid w:val="00E84B7F"/>
    <w:rsid w:val="00E84C5D"/>
    <w:rsid w:val="00E852E5"/>
    <w:rsid w:val="00E86023"/>
    <w:rsid w:val="00E86319"/>
    <w:rsid w:val="00E911F4"/>
    <w:rsid w:val="00E9126E"/>
    <w:rsid w:val="00E91DB2"/>
    <w:rsid w:val="00E945F4"/>
    <w:rsid w:val="00E9479B"/>
    <w:rsid w:val="00E95707"/>
    <w:rsid w:val="00E95DD4"/>
    <w:rsid w:val="00E95DF2"/>
    <w:rsid w:val="00E96391"/>
    <w:rsid w:val="00E96E17"/>
    <w:rsid w:val="00E96FAD"/>
    <w:rsid w:val="00EA0A5E"/>
    <w:rsid w:val="00EA0E83"/>
    <w:rsid w:val="00EA1301"/>
    <w:rsid w:val="00EA1905"/>
    <w:rsid w:val="00EA410F"/>
    <w:rsid w:val="00EA7310"/>
    <w:rsid w:val="00EA7C3D"/>
    <w:rsid w:val="00EB1EA0"/>
    <w:rsid w:val="00EB230B"/>
    <w:rsid w:val="00EB2B6A"/>
    <w:rsid w:val="00EB2C8A"/>
    <w:rsid w:val="00EB4325"/>
    <w:rsid w:val="00EB4D67"/>
    <w:rsid w:val="00EC6FA7"/>
    <w:rsid w:val="00EC6FAA"/>
    <w:rsid w:val="00EC7644"/>
    <w:rsid w:val="00ED0C3F"/>
    <w:rsid w:val="00ED0DDF"/>
    <w:rsid w:val="00ED1B31"/>
    <w:rsid w:val="00ED2201"/>
    <w:rsid w:val="00ED3D71"/>
    <w:rsid w:val="00ED4F72"/>
    <w:rsid w:val="00ED572A"/>
    <w:rsid w:val="00ED5BBB"/>
    <w:rsid w:val="00ED7ADC"/>
    <w:rsid w:val="00ED7C6D"/>
    <w:rsid w:val="00ED7FAF"/>
    <w:rsid w:val="00EE2B2E"/>
    <w:rsid w:val="00EE621E"/>
    <w:rsid w:val="00EE6D80"/>
    <w:rsid w:val="00EF09D4"/>
    <w:rsid w:val="00EF0F95"/>
    <w:rsid w:val="00EF13D4"/>
    <w:rsid w:val="00EF16EA"/>
    <w:rsid w:val="00EF17DA"/>
    <w:rsid w:val="00EF1925"/>
    <w:rsid w:val="00EF2889"/>
    <w:rsid w:val="00EF2FB3"/>
    <w:rsid w:val="00EF329D"/>
    <w:rsid w:val="00EF34DD"/>
    <w:rsid w:val="00EF39DC"/>
    <w:rsid w:val="00EF61EB"/>
    <w:rsid w:val="00EF7A1E"/>
    <w:rsid w:val="00F03D84"/>
    <w:rsid w:val="00F0436C"/>
    <w:rsid w:val="00F05855"/>
    <w:rsid w:val="00F0739F"/>
    <w:rsid w:val="00F10CE6"/>
    <w:rsid w:val="00F11EBC"/>
    <w:rsid w:val="00F1497F"/>
    <w:rsid w:val="00F1574B"/>
    <w:rsid w:val="00F21029"/>
    <w:rsid w:val="00F216C6"/>
    <w:rsid w:val="00F21CFB"/>
    <w:rsid w:val="00F23276"/>
    <w:rsid w:val="00F2331A"/>
    <w:rsid w:val="00F23F9F"/>
    <w:rsid w:val="00F2484F"/>
    <w:rsid w:val="00F27EF5"/>
    <w:rsid w:val="00F3067D"/>
    <w:rsid w:val="00F30B6B"/>
    <w:rsid w:val="00F310EA"/>
    <w:rsid w:val="00F329AB"/>
    <w:rsid w:val="00F347AC"/>
    <w:rsid w:val="00F36C03"/>
    <w:rsid w:val="00F40115"/>
    <w:rsid w:val="00F407C6"/>
    <w:rsid w:val="00F418C7"/>
    <w:rsid w:val="00F4240D"/>
    <w:rsid w:val="00F42A49"/>
    <w:rsid w:val="00F43094"/>
    <w:rsid w:val="00F432AD"/>
    <w:rsid w:val="00F44E4B"/>
    <w:rsid w:val="00F450C0"/>
    <w:rsid w:val="00F45EAB"/>
    <w:rsid w:val="00F46768"/>
    <w:rsid w:val="00F46859"/>
    <w:rsid w:val="00F5014D"/>
    <w:rsid w:val="00F508B9"/>
    <w:rsid w:val="00F50D81"/>
    <w:rsid w:val="00F546FA"/>
    <w:rsid w:val="00F55B1B"/>
    <w:rsid w:val="00F560DD"/>
    <w:rsid w:val="00F602FA"/>
    <w:rsid w:val="00F60E11"/>
    <w:rsid w:val="00F67173"/>
    <w:rsid w:val="00F70765"/>
    <w:rsid w:val="00F74630"/>
    <w:rsid w:val="00F75879"/>
    <w:rsid w:val="00F76B4D"/>
    <w:rsid w:val="00F826D1"/>
    <w:rsid w:val="00F82EF7"/>
    <w:rsid w:val="00F858BF"/>
    <w:rsid w:val="00F87766"/>
    <w:rsid w:val="00F87CC6"/>
    <w:rsid w:val="00F902AF"/>
    <w:rsid w:val="00F912C7"/>
    <w:rsid w:val="00F914CB"/>
    <w:rsid w:val="00F918EB"/>
    <w:rsid w:val="00F91A26"/>
    <w:rsid w:val="00F92F53"/>
    <w:rsid w:val="00F942FB"/>
    <w:rsid w:val="00F95308"/>
    <w:rsid w:val="00F9779D"/>
    <w:rsid w:val="00FA1634"/>
    <w:rsid w:val="00FA1663"/>
    <w:rsid w:val="00FA3DD8"/>
    <w:rsid w:val="00FA4179"/>
    <w:rsid w:val="00FA42B0"/>
    <w:rsid w:val="00FA4FEF"/>
    <w:rsid w:val="00FA642D"/>
    <w:rsid w:val="00FA7C6D"/>
    <w:rsid w:val="00FA7D8F"/>
    <w:rsid w:val="00FB0891"/>
    <w:rsid w:val="00FB0A28"/>
    <w:rsid w:val="00FB1EEB"/>
    <w:rsid w:val="00FB55AA"/>
    <w:rsid w:val="00FC09CC"/>
    <w:rsid w:val="00FC2601"/>
    <w:rsid w:val="00FC3AAE"/>
    <w:rsid w:val="00FC7E65"/>
    <w:rsid w:val="00FD0A8A"/>
    <w:rsid w:val="00FD106F"/>
    <w:rsid w:val="00FD1564"/>
    <w:rsid w:val="00FD3BA7"/>
    <w:rsid w:val="00FD4D43"/>
    <w:rsid w:val="00FD4F5D"/>
    <w:rsid w:val="00FD5962"/>
    <w:rsid w:val="00FD7B30"/>
    <w:rsid w:val="00FE222C"/>
    <w:rsid w:val="00FE225A"/>
    <w:rsid w:val="00FE2F80"/>
    <w:rsid w:val="00FE43BD"/>
    <w:rsid w:val="00FE5B8F"/>
    <w:rsid w:val="00FE6464"/>
    <w:rsid w:val="00FE6B25"/>
    <w:rsid w:val="00FE709E"/>
    <w:rsid w:val="00FE7819"/>
    <w:rsid w:val="00FF0087"/>
    <w:rsid w:val="00FF029C"/>
    <w:rsid w:val="00FF0DB0"/>
    <w:rsid w:val="00FF1104"/>
    <w:rsid w:val="00FF2DA3"/>
    <w:rsid w:val="00FF2FD9"/>
    <w:rsid w:val="00FF4183"/>
    <w:rsid w:val="00FF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954"/>
    <w:pPr>
      <w:spacing w:line="360" w:lineRule="auto"/>
      <w:ind w:firstLine="709"/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7954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7954"/>
    <w:pPr>
      <w:spacing w:line="240" w:lineRule="auto"/>
      <w:ind w:firstLine="0"/>
      <w:jc w:val="center"/>
      <w:outlineLvl w:val="1"/>
    </w:pPr>
    <w:rPr>
      <w:b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7954"/>
    <w:pPr>
      <w:spacing w:line="240" w:lineRule="auto"/>
      <w:ind w:firstLine="0"/>
      <w:jc w:val="center"/>
      <w:outlineLvl w:val="2"/>
    </w:pPr>
    <w:rPr>
      <w:b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7954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7954"/>
    <w:pPr>
      <w:keepNext/>
      <w:jc w:val="center"/>
      <w:outlineLvl w:val="4"/>
    </w:pPr>
    <w:rPr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C7954"/>
    <w:pPr>
      <w:keepNext/>
      <w:widowControl w:val="0"/>
      <w:outlineLvl w:val="5"/>
    </w:pPr>
    <w:rPr>
      <w:color w:val="FF000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C7954"/>
    <w:pPr>
      <w:keepNext/>
      <w:widowControl w:val="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3C7954"/>
    <w:pPr>
      <w:keepNext/>
      <w:widowControl w:val="0"/>
      <w:jc w:val="center"/>
      <w:outlineLvl w:val="7"/>
    </w:pPr>
    <w:rPr>
      <w:color w:val="FF000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7954"/>
    <w:pPr>
      <w:keepNext/>
      <w:widowControl w:val="0"/>
      <w:jc w:val="center"/>
      <w:outlineLvl w:val="8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350"/>
    <w:rPr>
      <w:b/>
      <w:caps/>
      <w:spacing w:val="60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7954"/>
    <w:rPr>
      <w:b/>
      <w:caps/>
      <w:snapToGrid w:val="0"/>
      <w:sz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2350"/>
    <w:rPr>
      <w:b/>
      <w:snapToGrid w:val="0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C2350"/>
    <w:rPr>
      <w:b/>
      <w:sz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C2350"/>
    <w:rPr>
      <w:snapToGrid w:val="0"/>
      <w:color w:val="000000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C2350"/>
    <w:rPr>
      <w:snapToGrid w:val="0"/>
      <w:color w:val="FF0000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C2350"/>
    <w:rPr>
      <w:snapToGrid w:val="0"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C2350"/>
    <w:rPr>
      <w:snapToGrid w:val="0"/>
      <w:color w:val="FF0000"/>
      <w:sz w:val="28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C2350"/>
    <w:rPr>
      <w:snapToGrid w:val="0"/>
      <w:sz w:val="28"/>
    </w:rPr>
  </w:style>
  <w:style w:type="paragraph" w:customStyle="1" w:styleId="Char">
    <w:name w:val="Char Знак Знак Знак Знак Знак Знак"/>
    <w:basedOn w:val="Normal"/>
    <w:uiPriority w:val="99"/>
    <w:rsid w:val="003C7954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">
    <w:name w:val="Стиль Заголовок 2 + Авто все прописные"/>
    <w:basedOn w:val="Heading2"/>
    <w:link w:val="20"/>
    <w:uiPriority w:val="99"/>
    <w:rsid w:val="003C7954"/>
  </w:style>
  <w:style w:type="character" w:customStyle="1" w:styleId="20">
    <w:name w:val="Стиль Заголовок 2 + Авто все прописные Знак"/>
    <w:basedOn w:val="Heading2Char"/>
    <w:link w:val="2"/>
    <w:uiPriority w:val="99"/>
    <w:locked/>
    <w:rsid w:val="003C7954"/>
    <w:rPr>
      <w:rFonts w:cs="Times New Roman"/>
      <w:szCs w:val="28"/>
      <w:lang w:bidi="ar-SA"/>
    </w:rPr>
  </w:style>
  <w:style w:type="paragraph" w:styleId="BodyTextIndent">
    <w:name w:val="Body Text Indent"/>
    <w:basedOn w:val="Normal"/>
    <w:link w:val="BodyTextIndentChar"/>
    <w:uiPriority w:val="99"/>
    <w:rsid w:val="003C7954"/>
    <w:pPr>
      <w:widowControl w:val="0"/>
      <w:ind w:firstLine="2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C7954"/>
    <w:rPr>
      <w:snapToGrid w:val="0"/>
      <w:sz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3C7954"/>
    <w:pPr>
      <w:widowControl w:val="0"/>
      <w:ind w:firstLine="488"/>
    </w:pPr>
    <w:rPr>
      <w:color w:val="00000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C2350"/>
    <w:rPr>
      <w:snapToGrid w:val="0"/>
      <w:color w:val="000000"/>
      <w:sz w:val="28"/>
    </w:rPr>
  </w:style>
  <w:style w:type="paragraph" w:styleId="Header">
    <w:name w:val="header"/>
    <w:basedOn w:val="Normal"/>
    <w:link w:val="HeaderChar"/>
    <w:uiPriority w:val="99"/>
    <w:rsid w:val="003C7954"/>
    <w:pPr>
      <w:spacing w:after="120"/>
      <w:ind w:firstLine="0"/>
      <w:jc w:val="center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C7954"/>
    <w:rPr>
      <w:sz w:val="28"/>
      <w:lang w:val="ru-RU" w:eastAsia="ru-RU"/>
    </w:rPr>
  </w:style>
  <w:style w:type="character" w:styleId="PageNumber">
    <w:name w:val="page number"/>
    <w:basedOn w:val="DefaultParagraphFont"/>
    <w:uiPriority w:val="99"/>
    <w:rsid w:val="003C7954"/>
    <w:rPr>
      <w:rFonts w:cs="Times New Roman"/>
      <w:sz w:val="28"/>
      <w:lang w:val="ru-RU" w:eastAsia="en-US"/>
    </w:rPr>
  </w:style>
  <w:style w:type="paragraph" w:styleId="BodyTextIndent3">
    <w:name w:val="Body Text Indent 3"/>
    <w:basedOn w:val="Normal"/>
    <w:link w:val="BodyTextIndent3Char"/>
    <w:uiPriority w:val="99"/>
    <w:rsid w:val="003C7954"/>
    <w:pPr>
      <w:widowControl w:val="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C2350"/>
    <w:rPr>
      <w:snapToGrid w:val="0"/>
      <w:sz w:val="28"/>
    </w:rPr>
  </w:style>
  <w:style w:type="paragraph" w:styleId="BodyText">
    <w:name w:val="Body Text"/>
    <w:basedOn w:val="Normal"/>
    <w:link w:val="BodyTextChar"/>
    <w:uiPriority w:val="99"/>
    <w:rsid w:val="003C7954"/>
  </w:style>
  <w:style w:type="character" w:customStyle="1" w:styleId="BodyTextChar">
    <w:name w:val="Body Text Char"/>
    <w:basedOn w:val="DefaultParagraphFont"/>
    <w:link w:val="BodyText"/>
    <w:uiPriority w:val="99"/>
    <w:locked/>
    <w:rsid w:val="003C7954"/>
    <w:rPr>
      <w:sz w:val="28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3C7954"/>
    <w:rPr>
      <w:rFonts w:ascii="Arial" w:hAnsi="Arial"/>
      <w:color w:val="FF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C2350"/>
    <w:rPr>
      <w:rFonts w:ascii="Arial" w:hAnsi="Arial"/>
      <w:color w:val="FF0000"/>
      <w:sz w:val="28"/>
    </w:rPr>
  </w:style>
  <w:style w:type="paragraph" w:styleId="BodyText3">
    <w:name w:val="Body Text 3"/>
    <w:aliases w:val="Основной 4 надпись"/>
    <w:basedOn w:val="Normal"/>
    <w:link w:val="BodyText3Char"/>
    <w:uiPriority w:val="99"/>
    <w:rsid w:val="003C7954"/>
    <w:pPr>
      <w:widowControl w:val="0"/>
      <w:jc w:val="center"/>
    </w:pPr>
    <w:rPr>
      <w:b/>
      <w:color w:val="FF0000"/>
    </w:rPr>
  </w:style>
  <w:style w:type="character" w:customStyle="1" w:styleId="BodyText3Char">
    <w:name w:val="Body Text 3 Char"/>
    <w:aliases w:val="Основной 4 надпись Char"/>
    <w:basedOn w:val="DefaultParagraphFont"/>
    <w:link w:val="BodyText3"/>
    <w:uiPriority w:val="99"/>
    <w:locked/>
    <w:rsid w:val="00CC2350"/>
    <w:rPr>
      <w:b/>
      <w:snapToGrid w:val="0"/>
      <w:color w:val="FF0000"/>
      <w:sz w:val="28"/>
    </w:rPr>
  </w:style>
  <w:style w:type="paragraph" w:styleId="Title">
    <w:name w:val="Title"/>
    <w:basedOn w:val="Normal"/>
    <w:link w:val="TitleChar"/>
    <w:uiPriority w:val="99"/>
    <w:qFormat/>
    <w:rsid w:val="003C7954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CC2350"/>
    <w:rPr>
      <w:sz w:val="28"/>
    </w:rPr>
  </w:style>
  <w:style w:type="paragraph" w:styleId="Subtitle">
    <w:name w:val="Subtitle"/>
    <w:basedOn w:val="Normal"/>
    <w:link w:val="SubtitleChar"/>
    <w:uiPriority w:val="99"/>
    <w:qFormat/>
    <w:rsid w:val="003C7954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99"/>
    <w:locked/>
    <w:rsid w:val="00CC2350"/>
    <w:rPr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3C7954"/>
    <w:pPr>
      <w:spacing w:line="240" w:lineRule="auto"/>
      <w:ind w:firstLin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C23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C7954"/>
    <w:pPr>
      <w:spacing w:line="240" w:lineRule="auto"/>
      <w:ind w:firstLine="0"/>
      <w:jc w:val="center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2350"/>
    <w:rPr>
      <w:sz w:val="28"/>
    </w:rPr>
  </w:style>
  <w:style w:type="paragraph" w:customStyle="1" w:styleId="a">
    <w:name w:val="ДСП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0">
    <w:name w:val="подпись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">
    <w:name w:val="Должность1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1">
    <w:name w:val="На номер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2">
    <w:name w:val="адрес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3">
    <w:name w:val="уважаемый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4">
    <w:name w:val="Должность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5">
    <w:name w:val="отметка ЭЦП"/>
    <w:basedOn w:val="Normal"/>
    <w:uiPriority w:val="99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6">
    <w:name w:val="исполнитель"/>
    <w:basedOn w:val="Normal"/>
    <w:uiPriority w:val="99"/>
    <w:rsid w:val="003C795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"/>
    <w:uiPriority w:val="99"/>
    <w:rsid w:val="003C7954"/>
    <w:pPr>
      <w:jc w:val="center"/>
    </w:pPr>
    <w:rPr>
      <w:sz w:val="20"/>
      <w:szCs w:val="20"/>
    </w:rPr>
  </w:style>
  <w:style w:type="paragraph" w:customStyle="1" w:styleId="21">
    <w:name w:val="Стиль Заголовок 2 + полужирный Авто"/>
    <w:basedOn w:val="Heading2"/>
    <w:uiPriority w:val="99"/>
    <w:rsid w:val="003C7954"/>
    <w:pPr>
      <w:outlineLvl w:val="9"/>
    </w:pPr>
    <w:rPr>
      <w:b w:val="0"/>
      <w:bCs/>
      <w:caps w:val="0"/>
    </w:rPr>
  </w:style>
  <w:style w:type="paragraph" w:styleId="List">
    <w:name w:val="List"/>
    <w:basedOn w:val="Normal"/>
    <w:next w:val="Normal"/>
    <w:uiPriority w:val="99"/>
    <w:rsid w:val="003C7954"/>
    <w:rPr>
      <w:szCs w:val="28"/>
    </w:rPr>
  </w:style>
  <w:style w:type="paragraph" w:styleId="ListBullet">
    <w:name w:val="List Bullet"/>
    <w:basedOn w:val="Normal"/>
    <w:next w:val="Normal"/>
    <w:uiPriority w:val="99"/>
    <w:rsid w:val="003C7954"/>
    <w:pPr>
      <w:numPr>
        <w:numId w:val="5"/>
      </w:numPr>
      <w:ind w:left="0" w:firstLine="709"/>
    </w:pPr>
    <w:rPr>
      <w:szCs w:val="28"/>
    </w:rPr>
  </w:style>
  <w:style w:type="paragraph" w:styleId="ListNumber">
    <w:name w:val="List Number"/>
    <w:basedOn w:val="Normal"/>
    <w:next w:val="Normal"/>
    <w:uiPriority w:val="99"/>
    <w:rsid w:val="003C7954"/>
    <w:pPr>
      <w:ind w:firstLine="0"/>
    </w:pPr>
  </w:style>
  <w:style w:type="paragraph" w:styleId="List2">
    <w:name w:val="List 2"/>
    <w:basedOn w:val="Normal"/>
    <w:next w:val="Normal"/>
    <w:uiPriority w:val="99"/>
    <w:rsid w:val="003C7954"/>
    <w:rPr>
      <w:szCs w:val="28"/>
    </w:rPr>
  </w:style>
  <w:style w:type="table" w:styleId="TableGrid">
    <w:name w:val="Table Grid"/>
    <w:basedOn w:val="TableNormal"/>
    <w:uiPriority w:val="99"/>
    <w:rsid w:val="003C7954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4">
    <w:name w:val="List 4"/>
    <w:basedOn w:val="Normal"/>
    <w:uiPriority w:val="99"/>
    <w:rsid w:val="003C7954"/>
    <w:rPr>
      <w:szCs w:val="28"/>
    </w:rPr>
  </w:style>
  <w:style w:type="paragraph" w:styleId="List5">
    <w:name w:val="List 5"/>
    <w:basedOn w:val="Normal"/>
    <w:uiPriority w:val="99"/>
    <w:rsid w:val="003C7954"/>
    <w:pPr>
      <w:spacing w:line="480" w:lineRule="auto"/>
      <w:ind w:firstLine="0"/>
    </w:pPr>
  </w:style>
  <w:style w:type="paragraph" w:styleId="ListBullet2">
    <w:name w:val="List Bullet 2"/>
    <w:basedOn w:val="Normal"/>
    <w:uiPriority w:val="99"/>
    <w:rsid w:val="003C7954"/>
    <w:pPr>
      <w:numPr>
        <w:numId w:val="6"/>
      </w:numPr>
      <w:tabs>
        <w:tab w:val="clear" w:pos="360"/>
        <w:tab w:val="num" w:pos="643"/>
      </w:tabs>
      <w:ind w:left="0" w:firstLine="0"/>
    </w:pPr>
  </w:style>
  <w:style w:type="paragraph" w:styleId="ListBullet3">
    <w:name w:val="List Bullet 3"/>
    <w:basedOn w:val="Normal"/>
    <w:uiPriority w:val="99"/>
    <w:rsid w:val="003C7954"/>
    <w:pPr>
      <w:numPr>
        <w:numId w:val="7"/>
      </w:numPr>
      <w:tabs>
        <w:tab w:val="clear" w:pos="643"/>
        <w:tab w:val="num" w:pos="926"/>
      </w:tabs>
      <w:ind w:left="0" w:firstLine="0"/>
    </w:pPr>
  </w:style>
  <w:style w:type="paragraph" w:customStyle="1" w:styleId="10">
    <w:name w:val="Обычный1"/>
    <w:uiPriority w:val="99"/>
    <w:rsid w:val="003C7954"/>
    <w:pPr>
      <w:widowControl w:val="0"/>
    </w:pPr>
    <w:rPr>
      <w:sz w:val="20"/>
      <w:szCs w:val="20"/>
    </w:rPr>
  </w:style>
  <w:style w:type="paragraph" w:styleId="BlockText">
    <w:name w:val="Block Text"/>
    <w:basedOn w:val="Normal"/>
    <w:uiPriority w:val="99"/>
    <w:rsid w:val="003C7954"/>
    <w:pPr>
      <w:widowControl w:val="0"/>
      <w:spacing w:line="360" w:lineRule="exact"/>
      <w:ind w:left="500" w:right="560" w:firstLine="0"/>
      <w:jc w:val="center"/>
    </w:pPr>
    <w:rPr>
      <w:b/>
    </w:rPr>
  </w:style>
  <w:style w:type="paragraph" w:customStyle="1" w:styleId="ConsNormal">
    <w:name w:val="ConsNormal"/>
    <w:uiPriority w:val="99"/>
    <w:rsid w:val="003C79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Hyperlink">
    <w:name w:val="Hyperlink"/>
    <w:basedOn w:val="DefaultParagraphFont"/>
    <w:uiPriority w:val="99"/>
    <w:rsid w:val="003C7954"/>
    <w:rPr>
      <w:rFonts w:cs="Times New Roman"/>
      <w:color w:val="0000FF"/>
      <w:sz w:val="28"/>
      <w:u w:val="single"/>
      <w:lang w:val="ru-RU" w:eastAsia="en-US"/>
    </w:rPr>
  </w:style>
  <w:style w:type="paragraph" w:customStyle="1" w:styleId="a7">
    <w:name w:val="Стиль Регламент"/>
    <w:basedOn w:val="Normal"/>
    <w:uiPriority w:val="99"/>
    <w:rsid w:val="003C7954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1">
    <w:name w:val="Знак1"/>
    <w:basedOn w:val="Normal"/>
    <w:uiPriority w:val="99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uiPriority w:val="99"/>
    <w:rsid w:val="003C79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Знак1 Знак Знак Знак Знак Знак Знак Знак Знак Знак Знак Знак Знак Знак Знак Знак Знак Знак Знак"/>
    <w:basedOn w:val="Normal"/>
    <w:uiPriority w:val="99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8">
    <w:name w:val="Знак"/>
    <w:basedOn w:val="Normal"/>
    <w:uiPriority w:val="99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3C79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9">
    <w:name w:val="Цветовое выделение"/>
    <w:uiPriority w:val="99"/>
    <w:rsid w:val="003C7954"/>
    <w:rPr>
      <w:b/>
      <w:color w:val="000080"/>
      <w:sz w:val="20"/>
    </w:rPr>
  </w:style>
  <w:style w:type="paragraph" w:customStyle="1" w:styleId="aa">
    <w:name w:val="Таблицы (моноширинный)"/>
    <w:basedOn w:val="Normal"/>
    <w:next w:val="Normal"/>
    <w:uiPriority w:val="99"/>
    <w:rsid w:val="003C795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3">
    <w:name w:val="Текст1"/>
    <w:basedOn w:val="PlainText"/>
    <w:uiPriority w:val="99"/>
    <w:rsid w:val="003C7954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"/>
    <w:uiPriority w:val="99"/>
    <w:rsid w:val="003C7954"/>
    <w:pPr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C2350"/>
    <w:rPr>
      <w:rFonts w:ascii="Courier New" w:hAnsi="Courier New"/>
    </w:rPr>
  </w:style>
  <w:style w:type="paragraph" w:styleId="BalloonText">
    <w:name w:val="Balloon Text"/>
    <w:basedOn w:val="Normal"/>
    <w:link w:val="BalloonTextChar"/>
    <w:uiPriority w:val="99"/>
    <w:rsid w:val="00CC235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350"/>
    <w:rPr>
      <w:rFonts w:ascii="Tahoma" w:hAnsi="Tahoma"/>
      <w:sz w:val="16"/>
    </w:rPr>
  </w:style>
  <w:style w:type="character" w:styleId="FootnoteReference">
    <w:name w:val="footnote reference"/>
    <w:basedOn w:val="DefaultParagraphFont"/>
    <w:uiPriority w:val="99"/>
    <w:rsid w:val="00CC2350"/>
    <w:rPr>
      <w:rFonts w:cs="Times New Roman"/>
      <w:sz w:val="28"/>
      <w:vertAlign w:val="superscript"/>
      <w:lang w:val="ru-RU" w:eastAsia="en-US"/>
    </w:rPr>
  </w:style>
  <w:style w:type="paragraph" w:styleId="EndnoteText">
    <w:name w:val="endnote text"/>
    <w:basedOn w:val="Normal"/>
    <w:next w:val="Normal"/>
    <w:link w:val="EndnoteTextChar"/>
    <w:uiPriority w:val="99"/>
    <w:rsid w:val="00CC2350"/>
    <w:rPr>
      <w:szCs w:val="28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C2350"/>
    <w:rPr>
      <w:sz w:val="28"/>
    </w:rPr>
  </w:style>
  <w:style w:type="paragraph" w:styleId="TableofAuthorities">
    <w:name w:val="table of authorities"/>
    <w:basedOn w:val="Normal"/>
    <w:next w:val="Normal"/>
    <w:uiPriority w:val="99"/>
    <w:rsid w:val="00CC2350"/>
    <w:rPr>
      <w:szCs w:val="28"/>
    </w:rPr>
  </w:style>
  <w:style w:type="paragraph" w:styleId="MacroText">
    <w:name w:val="macro"/>
    <w:link w:val="MacroTextChar"/>
    <w:uiPriority w:val="99"/>
    <w:rsid w:val="00CC23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CC2350"/>
    <w:rPr>
      <w:sz w:val="28"/>
      <w:lang w:val="ru-RU" w:eastAsia="ru-RU"/>
    </w:rPr>
  </w:style>
  <w:style w:type="paragraph" w:styleId="TOAHeading">
    <w:name w:val="toa heading"/>
    <w:basedOn w:val="Normal"/>
    <w:next w:val="Normal"/>
    <w:uiPriority w:val="99"/>
    <w:rsid w:val="00CC2350"/>
    <w:rPr>
      <w:rFonts w:cs="Arial"/>
      <w:bCs/>
      <w:szCs w:val="28"/>
    </w:rPr>
  </w:style>
  <w:style w:type="paragraph" w:styleId="NormalWeb">
    <w:name w:val="Normal (Web)"/>
    <w:basedOn w:val="Normal"/>
    <w:uiPriority w:val="99"/>
    <w:rsid w:val="00850683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Normal"/>
    <w:uiPriority w:val="99"/>
    <w:rsid w:val="00CB4F22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">
    <w:name w:val="Основной текст с отступом 31"/>
    <w:basedOn w:val="Normal"/>
    <w:uiPriority w:val="99"/>
    <w:rsid w:val="00B7600B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b">
    <w:name w:val="Гипертекстовая ссылка"/>
    <w:uiPriority w:val="99"/>
    <w:rsid w:val="00FF2DA3"/>
    <w:rPr>
      <w:b/>
      <w:color w:val="008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29</Pages>
  <Words>6140</Words>
  <Characters>-32766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СЧЕТНАЯ ПАЛАТА РОССИЙСКОЙ ФЕДЕРАЦИИ</dc:title>
  <dc:subject/>
  <dc:creator>ХII</dc:creator>
  <cp:keywords/>
  <dc:description/>
  <cp:lastModifiedBy>User</cp:lastModifiedBy>
  <cp:revision>4</cp:revision>
  <cp:lastPrinted>2018-04-26T08:59:00Z</cp:lastPrinted>
  <dcterms:created xsi:type="dcterms:W3CDTF">2018-04-27T06:07:00Z</dcterms:created>
  <dcterms:modified xsi:type="dcterms:W3CDTF">2018-11-08T13:03:00Z</dcterms:modified>
</cp:coreProperties>
</file>